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77752A" w:rsidRDefault="00612060" w:rsidP="00A67D5C">
      <w:pPr>
        <w:spacing w:after="360"/>
        <w:rPr>
          <w:sz w:val="12"/>
          <w:szCs w:val="12"/>
          <w:lang w:val="de-DE"/>
        </w:rPr>
      </w:pPr>
      <w:r w:rsidRPr="0077752A">
        <w:rPr>
          <w:noProof/>
          <w:sz w:val="12"/>
          <w:szCs w:val="12"/>
          <w:lang w:val="de-DE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group id="Group 26" style="position:absolute;margin-left:-48.15pt;margin-top:-12.1pt;width:97.1pt;height:102.2pt;z-index:251658241" coordsize="12330,12982" coordorigin="1926,1926" o:spid="_x0000_s1026" w14:anchorId="57C00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style="position:absolute;left:1926;top:11171;width:1600;height:1532;visibility:visible;mso-wrap-style:square;v-text-anchor:middle" coordsize="159973,153225" o:spid="_x0000_s1027" filled="f" stroked="f" strokeweight=".1076mm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style="position:absolute;left:9547;top:11171;width:1581;height:1555;visibility:visible;mso-wrap-style:square;v-text-anchor:middle" coordsize="158113,155550" o:spid="_x0000_s1028" filled="f" stroked="f" strokeweight=".1076mm" path="m,l,90192v,46103,33987,65358,79057,65358c124127,155550,158113,136295,158113,90192l158113,,117887,r,90192c117887,105728,112152,124053,79057,124053v-33096,,-38831,-18325,-38831,-33861l40226,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style="position:absolute;left:3909;top:11171;width:1331;height:1532;visibility:visible;mso-wrap-style:square;v-text-anchor:middle" coordsize="133117,153225" o:spid="_x0000_s1029" filled="f" stroked="f" strokeweight=".1076mm" path="m133117,122038r-93240,l39877,90502r82893,l122770,61097r-82893,l39877,31188r90721,l130598,,,,,153226r133117,l133117,12203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style="position:absolute;left:11579;top:11171;width:1267;height:1532;visibility:visible;mso-wrap-style:square;v-text-anchor:middle" coordsize="126684,153225" o:spid="_x0000_s1030" filled="f" stroked="f" strokeweight=".1076mm" path="m126684,122038r-86846,l39838,,,,,153226r126684,l126684,12203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style="position:absolute;left:7531;top:11171;width:1837;height:1532;visibility:visible;mso-wrap-style:square;v-text-anchor:middle" coordsize="183729,153187" o:spid="_x0000_s1031" filled="f" stroked="f" strokeweight=".1076mm" path="m142728,153187r41001,l117732,,65997,,,153187r40962,l52859,124750r77933,l142689,153187r39,xm65919,93563l91845,31536r25926,62027l65880,93563r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style="position:absolute;left:12676;top:11171;width:1581;height:1532;visibility:visible;mso-wrap-style:square;v-text-anchor:middle" coordsize="158113,153225" o:spid="_x0000_s1032" filled="f" stroked="f" strokeweight=".1076mm" path="m,l,31149r59099,l59099,153226r39877,l98976,31149r59137,l158113,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style="position:absolute;left:5656;top:11171;width:1609;height:1532;visibility:visible;mso-wrap-style:square;v-text-anchor:middle" coordsize="160942,153225" o:spid="_x0000_s1033" filled="f" stroked="f" strokeweight=".1076mm" path="m160942,153226l160942,,125328,r,100652l33948,,,,,153226r35847,l35847,52573r90682,100653l160942,15322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style="position:absolute;left:2487;top:13361;width:1580;height:1524;visibility:visible;mso-wrap-style:square;v-text-anchor:middle" coordsize="158074,152373" o:spid="_x0000_s1034" filled="f" stroked="f" strokeweight=".1076mm" path="m,30994r59099,l59099,152373r39838,l98937,30994r59137,l158074,,,,,309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style="position:absolute;left:6259;top:13361;width:1581;height:1547;visibility:visible;mso-wrap-style:square;v-text-anchor:middle" coordsize="158113,154697" o:spid="_x0000_s1035" filled="f" stroked="f" strokeweight=".1076mm" path="m117887,89688v,15459,-5735,33667,-38830,33667c45961,123355,40226,105147,40226,89688l40226,,,,,89688v,45871,33987,65010,79057,65010c124127,154698,158113,135559,158113,89688l158113,,117887,r,896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style="position:absolute;left:4383;top:13361;width:1600;height:1524;visibility:visible;mso-wrap-style:square;v-text-anchor:middle" coordsize="159934,152373" o:spid="_x0000_s1036" filled="f" stroked="f" strokeweight=".1076mm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style="position:absolute;left:10206;top:13361;width:1614;height:1526;visibility:visible;mso-wrap-style:square;v-text-anchor:middle" coordsize="161329,152644" o:spid="_x0000_s1037" filled="f" stroked="f" strokeweight=".1076mm" path="m112462,1162l56386,61368r-16509,l39877,,,,,152373r39877,l39877,92400r16470,l112462,152645r48868,l91380,76903,161330,1162r-4886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style="position:absolute;left:11934;top:13337;width:1533;height:1571;visibility:visible;mso-wrap-style:square;v-text-anchor:middle" coordsize="153307,157138" o:spid="_x0000_s1038" filled="f" stroked="f" strokeweight=".1076mm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style="position:absolute;left:8167;top:13337;width:1691;height:1571;visibility:visible;mso-wrap-style:square;v-text-anchor:middle" coordsize="169041,157138" o:spid="_x0000_s1039" filled="f" stroked="f" strokeweight=".1076mm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style="position:absolute;left:6174;top:1926;width:4711;height:7704;visibility:visible;mso-wrap-style:square;v-text-anchor:middle" coordsize="471045,770429" o:spid="_x0000_s1040" filled="f" stroked="f" strokeweight=".1076mm" path="m132497,632856r29453,-55015l58905,385215,235542,55014,412179,385215,206090,770429r58905,l471046,385215,264995,,206090,,,385215,132497,63285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style="position:absolute;left:4997;top:1926;width:4710;height:7704;visibility:visible;mso-wrap-style:square;v-text-anchor:middle" coordsize="471045,770429" o:spid="_x0000_s1041" filled="f" stroked="f" strokeweight=".1076mm" path="m264956,770429l471046,385215,338548,137535r-29413,55053l412179,385215,235503,715377,58866,385215,264956,,206090,,,385215,206090,770429r5886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77752A">
        <w:rPr>
          <w:noProof/>
          <w:sz w:val="12"/>
          <w:szCs w:val="1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7322BB07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reeform: Shape 10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spid="_x0000_s1026" stroked="f" path="m,l7559675,r,2700000l1626777,2700000,1259199,2496032,891633,2700000,,2700000,,x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BNgII6ujABALowAQAVAAAAZHJzL21lZGlh&#10;L2ltYWdlMS5qcGVn/9j/4AAQSkZJRgABAQEAlgCWAAD/2wBDAAgGBgcGBQgHBwcJCQgKDBQNDAsL&#10;DBkSEw8UHRofHh0aHBwgJC4nICIsIxwcKDcpLDAxNDQ0Hyc5PTgyPC4zNDL/2wBDAQkJCQwLDBgN&#10;DRgyIRwhMjIyMjIyMjIyMjIyMjIyMjIyMjIyMjIyMjIyMjIyMjIyMjIyMjIyMjIyMjIyMjIyMjL/&#10;wAARCAGvBN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" w14:anchorId="61120BD7">
                <v:fill type="frame" o:title="" recolor="t" rotate="t" r:id="rId9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5F2D752D" w:rsidR="004022B4" w:rsidRPr="0077752A" w:rsidRDefault="00570B99" w:rsidP="00797F40">
      <w:pPr>
        <w:pStyle w:val="RTDocType"/>
        <w:rPr>
          <w:lang w:val="de-DE"/>
        </w:rPr>
      </w:pPr>
      <w:r w:rsidRPr="0077752A">
        <w:rPr>
          <w:lang w:val="de-DE"/>
        </w:rPr>
        <w:t>Pressemitteilun</w:t>
      </w:r>
      <w:r w:rsidR="00C42EB2" w:rsidRPr="0077752A">
        <w:rPr>
          <w:lang w:val="de-DE"/>
        </w:rPr>
        <w:t>g</w:t>
      </w:r>
    </w:p>
    <w:p w14:paraId="10C7654A" w14:textId="730861BC" w:rsidR="00797F40" w:rsidRPr="0077752A" w:rsidRDefault="006C2B36" w:rsidP="00797F40">
      <w:pPr>
        <w:pStyle w:val="RTDate"/>
        <w:rPr>
          <w:lang w:val="de-DE"/>
        </w:rPr>
      </w:pPr>
      <w:r w:rsidRPr="0077752A">
        <w:rPr>
          <w:noProof/>
          <w:lang w:val="de-DE"/>
        </w:rPr>
        <w:t>NOVEMBE</w:t>
      </w:r>
      <w:r w:rsidR="00570B99" w:rsidRPr="0077752A">
        <w:rPr>
          <w:noProof/>
          <w:lang w:val="de-DE"/>
        </w:rPr>
        <w:t>R</w:t>
      </w:r>
      <w:r w:rsidR="00A650EA" w:rsidRPr="0077752A">
        <w:rPr>
          <w:noProof/>
          <w:lang w:val="de-DE"/>
        </w:rPr>
        <w:t xml:space="preserve"> 202</w:t>
      </w:r>
      <w:r w:rsidR="00036875" w:rsidRPr="0077752A">
        <w:rPr>
          <w:noProof/>
          <w:lang w:val="de-DE"/>
        </w:rPr>
        <w:t>4</w:t>
      </w:r>
    </w:p>
    <w:p w14:paraId="28D2A163" w14:textId="77777777" w:rsidR="00EC5F81" w:rsidRPr="0077752A" w:rsidRDefault="00EC5F81" w:rsidP="00EC5F81">
      <w:pPr>
        <w:spacing w:line="276" w:lineRule="auto"/>
        <w:rPr>
          <w:b/>
          <w:bCs/>
          <w:sz w:val="56"/>
          <w:szCs w:val="56"/>
          <w:lang w:val="de-DE"/>
        </w:rPr>
      </w:pPr>
    </w:p>
    <w:p w14:paraId="30B720DA" w14:textId="7320CCE5" w:rsidR="00AA379A" w:rsidRPr="0077752A" w:rsidRDefault="00883D53" w:rsidP="00EC5210">
      <w:pPr>
        <w:rPr>
          <w:b/>
          <w:bCs/>
          <w:sz w:val="22"/>
          <w:szCs w:val="22"/>
          <w:lang w:val="de-DE"/>
        </w:rPr>
      </w:pPr>
      <w:r w:rsidRPr="0077752A">
        <w:rPr>
          <w:b/>
          <w:bCs/>
          <w:sz w:val="56"/>
          <w:szCs w:val="56"/>
          <w:lang w:val="de-DE"/>
        </w:rPr>
        <w:t xml:space="preserve">Renault Trucks T erhält eine Vier-Sterne-Bewertung von </w:t>
      </w:r>
      <w:r w:rsidRPr="0077752A">
        <w:rPr>
          <w:b/>
          <w:bCs/>
          <w:i/>
          <w:iCs/>
          <w:sz w:val="56"/>
          <w:szCs w:val="56"/>
          <w:lang w:val="de-DE"/>
        </w:rPr>
        <w:t>EuroNCap</w:t>
      </w:r>
      <w:r w:rsidRPr="0077752A">
        <w:rPr>
          <w:b/>
          <w:bCs/>
          <w:sz w:val="56"/>
          <w:szCs w:val="56"/>
          <w:lang w:val="de-DE"/>
        </w:rPr>
        <w:t xml:space="preserve"> im Bereich Sicherheit</w:t>
      </w:r>
      <w:r w:rsidR="00EE06AC" w:rsidRPr="0077752A">
        <w:rPr>
          <w:b/>
          <w:bCs/>
          <w:sz w:val="56"/>
          <w:szCs w:val="56"/>
          <w:lang w:val="de-DE"/>
        </w:rPr>
        <w:t xml:space="preserve"> </w:t>
      </w:r>
      <w:r w:rsidR="00C81160" w:rsidRPr="0077752A">
        <w:rPr>
          <w:lang w:val="de-DE"/>
        </w:rPr>
        <w:br/>
      </w:r>
      <w:r w:rsidR="00C81160" w:rsidRPr="0077752A">
        <w:rPr>
          <w:lang w:val="de-DE"/>
        </w:rPr>
        <w:br/>
      </w:r>
      <w:r w:rsidR="00AA379A" w:rsidRPr="0077752A">
        <w:rPr>
          <w:b/>
          <w:bCs/>
          <w:sz w:val="22"/>
          <w:szCs w:val="22"/>
          <w:lang w:val="de-DE"/>
        </w:rPr>
        <w:t xml:space="preserve">Das Europäische Neuwagen-Bewertungs-Programm </w:t>
      </w:r>
      <w:r w:rsidR="00647F0D" w:rsidRPr="0077752A">
        <w:rPr>
          <w:b/>
          <w:bCs/>
          <w:sz w:val="22"/>
          <w:szCs w:val="22"/>
          <w:lang w:val="de-DE"/>
        </w:rPr>
        <w:t>„</w:t>
      </w:r>
      <w:r w:rsidR="00AA379A" w:rsidRPr="0077752A">
        <w:rPr>
          <w:b/>
          <w:bCs/>
          <w:i/>
          <w:iCs/>
          <w:sz w:val="22"/>
          <w:szCs w:val="22"/>
          <w:lang w:val="de-DE"/>
        </w:rPr>
        <w:t>Euro NCAP</w:t>
      </w:r>
      <w:r w:rsidR="00647F0D" w:rsidRPr="0077752A">
        <w:rPr>
          <w:b/>
          <w:bCs/>
          <w:i/>
          <w:iCs/>
          <w:sz w:val="22"/>
          <w:szCs w:val="22"/>
          <w:lang w:val="de-DE"/>
        </w:rPr>
        <w:t>“</w:t>
      </w:r>
      <w:r w:rsidR="00AA379A" w:rsidRPr="0077752A">
        <w:rPr>
          <w:b/>
          <w:bCs/>
          <w:sz w:val="22"/>
          <w:szCs w:val="22"/>
          <w:lang w:val="de-DE"/>
        </w:rPr>
        <w:t xml:space="preserve"> (</w:t>
      </w:r>
      <w:r w:rsidR="00AA379A" w:rsidRPr="0077752A">
        <w:rPr>
          <w:b/>
          <w:bCs/>
          <w:i/>
          <w:iCs/>
          <w:sz w:val="22"/>
          <w:szCs w:val="22"/>
          <w:lang w:val="de-DE"/>
        </w:rPr>
        <w:t>European New Car Assessment Programme</w:t>
      </w:r>
      <w:r w:rsidR="00AA379A" w:rsidRPr="0077752A">
        <w:rPr>
          <w:b/>
          <w:bCs/>
          <w:sz w:val="22"/>
          <w:szCs w:val="22"/>
          <w:lang w:val="de-DE"/>
        </w:rPr>
        <w:t>) - seit 1997 eine Referenz bei der Bewertung der Fahrzeugsicherheit – führt seit 2024 seine Tests</w:t>
      </w:r>
      <w:r w:rsidR="00647F0D" w:rsidRPr="0077752A">
        <w:rPr>
          <w:b/>
          <w:bCs/>
          <w:sz w:val="22"/>
          <w:szCs w:val="22"/>
          <w:lang w:val="de-DE"/>
        </w:rPr>
        <w:t xml:space="preserve"> </w:t>
      </w:r>
      <w:r w:rsidR="00AA379A" w:rsidRPr="0077752A">
        <w:rPr>
          <w:b/>
          <w:bCs/>
          <w:sz w:val="22"/>
          <w:szCs w:val="22"/>
          <w:lang w:val="de-DE"/>
        </w:rPr>
        <w:t xml:space="preserve">auch bei schweren Nutzfahrzeugen durch. </w:t>
      </w:r>
      <w:r w:rsidR="00647F0D" w:rsidRPr="0077752A">
        <w:rPr>
          <w:b/>
          <w:bCs/>
          <w:sz w:val="22"/>
          <w:szCs w:val="22"/>
          <w:lang w:val="de-DE"/>
        </w:rPr>
        <w:t>Die Ergebnisse dieser allerersten Bewertung</w:t>
      </w:r>
      <w:r w:rsidR="00E6211B" w:rsidRPr="0077752A">
        <w:rPr>
          <w:b/>
          <w:bCs/>
          <w:sz w:val="22"/>
          <w:szCs w:val="22"/>
          <w:lang w:val="de-DE"/>
        </w:rPr>
        <w:t xml:space="preserve"> liegen</w:t>
      </w:r>
      <w:r w:rsidR="00647F0D" w:rsidRPr="0077752A">
        <w:rPr>
          <w:b/>
          <w:bCs/>
          <w:sz w:val="22"/>
          <w:szCs w:val="22"/>
          <w:lang w:val="de-DE"/>
        </w:rPr>
        <w:t xml:space="preserve"> </w:t>
      </w:r>
      <w:r w:rsidR="00E6211B" w:rsidRPr="0077752A">
        <w:rPr>
          <w:b/>
          <w:bCs/>
          <w:sz w:val="22"/>
          <w:szCs w:val="22"/>
          <w:lang w:val="de-DE"/>
        </w:rPr>
        <w:t>n</w:t>
      </w:r>
      <w:r w:rsidR="00AA379A" w:rsidRPr="0077752A">
        <w:rPr>
          <w:b/>
          <w:bCs/>
          <w:sz w:val="22"/>
          <w:szCs w:val="22"/>
          <w:lang w:val="de-DE"/>
        </w:rPr>
        <w:t>ach monatelangen</w:t>
      </w:r>
      <w:r w:rsidR="00E6211B" w:rsidRPr="0077752A">
        <w:rPr>
          <w:b/>
          <w:bCs/>
          <w:sz w:val="22"/>
          <w:szCs w:val="22"/>
          <w:lang w:val="de-DE"/>
        </w:rPr>
        <w:t>, von Euro NCAP</w:t>
      </w:r>
      <w:r w:rsidR="00AA379A" w:rsidRPr="0077752A">
        <w:rPr>
          <w:b/>
          <w:bCs/>
          <w:sz w:val="22"/>
          <w:szCs w:val="22"/>
          <w:lang w:val="de-DE"/>
        </w:rPr>
        <w:t xml:space="preserve"> streng</w:t>
      </w:r>
      <w:r w:rsidR="00E6211B" w:rsidRPr="0077752A">
        <w:rPr>
          <w:b/>
          <w:bCs/>
          <w:sz w:val="22"/>
          <w:szCs w:val="22"/>
          <w:lang w:val="de-DE"/>
        </w:rPr>
        <w:t xml:space="preserve"> durchgeführten</w:t>
      </w:r>
      <w:r w:rsidR="00AA379A" w:rsidRPr="0077752A">
        <w:rPr>
          <w:b/>
          <w:bCs/>
          <w:sz w:val="22"/>
          <w:szCs w:val="22"/>
          <w:lang w:val="de-DE"/>
        </w:rPr>
        <w:t xml:space="preserve"> Tests</w:t>
      </w:r>
      <w:r w:rsidR="00196390" w:rsidRPr="0077752A">
        <w:rPr>
          <w:b/>
          <w:bCs/>
          <w:sz w:val="22"/>
          <w:szCs w:val="22"/>
          <w:lang w:val="de-DE"/>
        </w:rPr>
        <w:t>,</w:t>
      </w:r>
      <w:r w:rsidR="00AA379A" w:rsidRPr="0077752A">
        <w:rPr>
          <w:b/>
          <w:bCs/>
          <w:sz w:val="22"/>
          <w:szCs w:val="22"/>
          <w:lang w:val="de-DE"/>
        </w:rPr>
        <w:t xml:space="preserve"> nun vor: De</w:t>
      </w:r>
      <w:r w:rsidR="00E6211B" w:rsidRPr="0077752A">
        <w:rPr>
          <w:b/>
          <w:bCs/>
          <w:sz w:val="22"/>
          <w:szCs w:val="22"/>
          <w:lang w:val="de-DE"/>
        </w:rPr>
        <w:t>m</w:t>
      </w:r>
      <w:r w:rsidR="00AA379A" w:rsidRPr="0077752A">
        <w:rPr>
          <w:b/>
          <w:bCs/>
          <w:sz w:val="22"/>
          <w:szCs w:val="22"/>
          <w:lang w:val="de-DE"/>
        </w:rPr>
        <w:t xml:space="preserve"> Renault Trucks T </w:t>
      </w:r>
      <w:r w:rsidR="00E6211B" w:rsidRPr="0077752A">
        <w:rPr>
          <w:b/>
          <w:bCs/>
          <w:sz w:val="22"/>
          <w:szCs w:val="22"/>
          <w:lang w:val="de-DE"/>
        </w:rPr>
        <w:t xml:space="preserve">wurden </w:t>
      </w:r>
      <w:r w:rsidR="00AA379A" w:rsidRPr="0077752A">
        <w:rPr>
          <w:b/>
          <w:bCs/>
          <w:sz w:val="22"/>
          <w:szCs w:val="22"/>
          <w:lang w:val="de-DE"/>
        </w:rPr>
        <w:t>4 Sterne</w:t>
      </w:r>
      <w:r w:rsidR="00E6211B" w:rsidRPr="0077752A">
        <w:rPr>
          <w:b/>
          <w:bCs/>
          <w:sz w:val="22"/>
          <w:szCs w:val="22"/>
          <w:lang w:val="de-DE"/>
        </w:rPr>
        <w:t xml:space="preserve"> verliehen</w:t>
      </w:r>
      <w:r w:rsidR="00AA379A" w:rsidRPr="0077752A">
        <w:rPr>
          <w:b/>
          <w:bCs/>
          <w:sz w:val="22"/>
          <w:szCs w:val="22"/>
          <w:lang w:val="de-DE"/>
        </w:rPr>
        <w:t xml:space="preserve"> und </w:t>
      </w:r>
      <w:r w:rsidR="005D61D1" w:rsidRPr="0077752A">
        <w:rPr>
          <w:b/>
          <w:bCs/>
          <w:sz w:val="22"/>
          <w:szCs w:val="22"/>
          <w:lang w:val="de-DE"/>
        </w:rPr>
        <w:t xml:space="preserve">er </w:t>
      </w:r>
      <w:r w:rsidR="00E6211B" w:rsidRPr="0077752A">
        <w:rPr>
          <w:b/>
          <w:bCs/>
          <w:sz w:val="22"/>
          <w:szCs w:val="22"/>
          <w:lang w:val="de-DE"/>
        </w:rPr>
        <w:t>gilt</w:t>
      </w:r>
      <w:r w:rsidR="00AA379A" w:rsidRPr="0077752A">
        <w:rPr>
          <w:b/>
          <w:bCs/>
          <w:sz w:val="22"/>
          <w:szCs w:val="22"/>
          <w:lang w:val="de-DE"/>
        </w:rPr>
        <w:t xml:space="preserve"> </w:t>
      </w:r>
      <w:r w:rsidR="00E6211B" w:rsidRPr="0077752A">
        <w:rPr>
          <w:b/>
          <w:bCs/>
          <w:sz w:val="22"/>
          <w:szCs w:val="22"/>
          <w:lang w:val="de-DE"/>
        </w:rPr>
        <w:t xml:space="preserve">somit als </w:t>
      </w:r>
      <w:r w:rsidR="00AA379A" w:rsidRPr="0077752A">
        <w:rPr>
          <w:b/>
          <w:bCs/>
          <w:sz w:val="22"/>
          <w:szCs w:val="22"/>
          <w:lang w:val="de-DE"/>
        </w:rPr>
        <w:t>eine</w:t>
      </w:r>
      <w:r w:rsidR="00E6211B" w:rsidRPr="0077752A">
        <w:rPr>
          <w:b/>
          <w:bCs/>
          <w:sz w:val="22"/>
          <w:szCs w:val="22"/>
          <w:lang w:val="de-DE"/>
        </w:rPr>
        <w:t>r</w:t>
      </w:r>
      <w:r w:rsidR="00AA379A" w:rsidRPr="0077752A">
        <w:rPr>
          <w:b/>
          <w:bCs/>
          <w:sz w:val="22"/>
          <w:szCs w:val="22"/>
          <w:lang w:val="de-DE"/>
        </w:rPr>
        <w:t xml:space="preserve"> der sichersten Lkw auf dem Markt.</w:t>
      </w:r>
    </w:p>
    <w:p w14:paraId="75E14064" w14:textId="0F9045C8" w:rsidR="005554B9" w:rsidRPr="0077752A" w:rsidRDefault="005554B9" w:rsidP="00D96549">
      <w:pPr>
        <w:spacing w:line="276" w:lineRule="auto"/>
        <w:rPr>
          <w:b/>
          <w:bCs/>
          <w:sz w:val="22"/>
          <w:szCs w:val="22"/>
          <w:lang w:val="de-DE"/>
        </w:rPr>
      </w:pPr>
    </w:p>
    <w:p w14:paraId="2AA0B3C9" w14:textId="462C4C47" w:rsidR="009D5BCF" w:rsidRPr="0077752A" w:rsidRDefault="00567DE0" w:rsidP="009D5BCF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 xml:space="preserve">Bei Renault Trucks hat das Thema Sicherheit absolute Priorität und bei </w:t>
      </w:r>
      <w:r w:rsidR="005D61D1" w:rsidRPr="0077752A">
        <w:rPr>
          <w:sz w:val="22"/>
          <w:szCs w:val="22"/>
          <w:lang w:val="de-DE"/>
        </w:rPr>
        <w:t>seiner</w:t>
      </w:r>
      <w:r w:rsidRPr="0077752A">
        <w:rPr>
          <w:sz w:val="22"/>
          <w:szCs w:val="22"/>
          <w:lang w:val="de-DE"/>
        </w:rPr>
        <w:t xml:space="preserve"> </w:t>
      </w:r>
      <w:r w:rsidR="005D61D1" w:rsidRPr="0077752A">
        <w:rPr>
          <w:sz w:val="22"/>
          <w:szCs w:val="22"/>
          <w:lang w:val="de-DE"/>
        </w:rPr>
        <w:t>Lkw-</w:t>
      </w:r>
      <w:r w:rsidRPr="0077752A">
        <w:rPr>
          <w:sz w:val="22"/>
          <w:szCs w:val="22"/>
          <w:lang w:val="de-DE"/>
        </w:rPr>
        <w:t>Entwicklung geht es stets um eine Reduzierung der Risiken sowie um eine Förderung einer sicheren Straßenumgebung. Da</w:t>
      </w:r>
      <w:r w:rsidR="005D61D1" w:rsidRPr="0077752A">
        <w:rPr>
          <w:sz w:val="22"/>
          <w:szCs w:val="22"/>
          <w:lang w:val="de-DE"/>
        </w:rPr>
        <w:t>bei</w:t>
      </w:r>
      <w:r w:rsidRPr="0077752A">
        <w:rPr>
          <w:sz w:val="22"/>
          <w:szCs w:val="22"/>
          <w:lang w:val="de-DE"/>
        </w:rPr>
        <w:t xml:space="preserve"> gilt: Sicherheit darf niemals nur eine Option sein.</w:t>
      </w:r>
    </w:p>
    <w:p w14:paraId="2BDF50F9" w14:textId="4162CA4E" w:rsidR="00751DA9" w:rsidRPr="0077752A" w:rsidRDefault="00751DA9" w:rsidP="00D96549">
      <w:pPr>
        <w:spacing w:line="276" w:lineRule="auto"/>
        <w:rPr>
          <w:b/>
          <w:bCs/>
          <w:sz w:val="22"/>
          <w:szCs w:val="22"/>
          <w:lang w:val="de-DE"/>
        </w:rPr>
      </w:pPr>
    </w:p>
    <w:p w14:paraId="06E89BC0" w14:textId="5F0455AE" w:rsidR="00BB5EDC" w:rsidRPr="0077752A" w:rsidRDefault="00196390" w:rsidP="00BB5EDC">
      <w:pPr>
        <w:pStyle w:val="ListParagraph"/>
        <w:numPr>
          <w:ilvl w:val="0"/>
          <w:numId w:val="31"/>
        </w:numPr>
        <w:spacing w:line="276" w:lineRule="auto"/>
        <w:rPr>
          <w:b/>
          <w:bCs/>
          <w:sz w:val="22"/>
          <w:szCs w:val="22"/>
          <w:lang w:val="de-DE"/>
        </w:rPr>
      </w:pPr>
      <w:r w:rsidRPr="0077752A">
        <w:rPr>
          <w:b/>
          <w:bCs/>
          <w:sz w:val="22"/>
          <w:szCs w:val="22"/>
          <w:lang w:val="de-DE"/>
        </w:rPr>
        <w:t>Die Euro NCAP-Bewertung</w:t>
      </w:r>
    </w:p>
    <w:p w14:paraId="16E1D210" w14:textId="57378003" w:rsidR="512E69E8" w:rsidRPr="0077752A" w:rsidRDefault="512E69E8" w:rsidP="512E69E8">
      <w:pPr>
        <w:spacing w:line="276" w:lineRule="auto"/>
        <w:rPr>
          <w:b/>
          <w:bCs/>
          <w:sz w:val="22"/>
          <w:szCs w:val="22"/>
          <w:lang w:val="de-DE"/>
        </w:rPr>
      </w:pPr>
    </w:p>
    <w:p w14:paraId="1ECB9339" w14:textId="11A704E2" w:rsidR="00240C69" w:rsidRPr="0077752A" w:rsidRDefault="00240C69" w:rsidP="00B11FFF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>D</w:t>
      </w:r>
      <w:r w:rsidR="00757784" w:rsidRPr="0077752A">
        <w:rPr>
          <w:sz w:val="22"/>
          <w:szCs w:val="22"/>
          <w:lang w:val="de-DE"/>
        </w:rPr>
        <w:t>a</w:t>
      </w:r>
      <w:r w:rsidRPr="0077752A">
        <w:rPr>
          <w:sz w:val="22"/>
          <w:szCs w:val="22"/>
          <w:lang w:val="de-DE"/>
        </w:rPr>
        <w:t>s europäische Euro NCAP-Programm</w:t>
      </w:r>
      <w:r w:rsidR="00757784" w:rsidRPr="0077752A">
        <w:rPr>
          <w:sz w:val="22"/>
          <w:szCs w:val="22"/>
          <w:lang w:val="de-DE"/>
        </w:rPr>
        <w:t xml:space="preserve"> ist bestrebt, </w:t>
      </w:r>
      <w:r w:rsidRPr="0077752A">
        <w:rPr>
          <w:sz w:val="22"/>
          <w:szCs w:val="22"/>
          <w:lang w:val="de-DE"/>
        </w:rPr>
        <w:t>das Sicherheitsbewusstsein zu steigern und die Standards in der gesamten Branche zu erhöhen,</w:t>
      </w:r>
      <w:r w:rsidR="00757784" w:rsidRPr="0077752A">
        <w:rPr>
          <w:sz w:val="22"/>
          <w:szCs w:val="22"/>
          <w:lang w:val="de-DE"/>
        </w:rPr>
        <w:t xml:space="preserve"> so</w:t>
      </w:r>
      <w:r w:rsidRPr="0077752A">
        <w:rPr>
          <w:sz w:val="22"/>
          <w:szCs w:val="22"/>
          <w:lang w:val="de-DE"/>
        </w:rPr>
        <w:t xml:space="preserve"> wie </w:t>
      </w:r>
      <w:r w:rsidR="00757784" w:rsidRPr="0077752A">
        <w:rPr>
          <w:sz w:val="22"/>
          <w:szCs w:val="22"/>
          <w:lang w:val="de-DE"/>
        </w:rPr>
        <w:t xml:space="preserve">auch </w:t>
      </w:r>
      <w:r w:rsidR="00F061C0" w:rsidRPr="0077752A">
        <w:rPr>
          <w:sz w:val="22"/>
          <w:szCs w:val="22"/>
          <w:lang w:val="de-DE"/>
        </w:rPr>
        <w:t>in der</w:t>
      </w:r>
      <w:r w:rsidR="00757784" w:rsidRPr="0077752A">
        <w:rPr>
          <w:sz w:val="22"/>
          <w:szCs w:val="22"/>
          <w:lang w:val="de-DE"/>
        </w:rPr>
        <w:t xml:space="preserve"> </w:t>
      </w:r>
      <w:r w:rsidRPr="0077752A">
        <w:rPr>
          <w:sz w:val="22"/>
          <w:szCs w:val="22"/>
          <w:lang w:val="de-DE"/>
        </w:rPr>
        <w:t>Pkw</w:t>
      </w:r>
      <w:r w:rsidR="00F061C0" w:rsidRPr="0077752A">
        <w:rPr>
          <w:sz w:val="22"/>
          <w:szCs w:val="22"/>
          <w:lang w:val="de-DE"/>
        </w:rPr>
        <w:t>-Sparte</w:t>
      </w:r>
      <w:r w:rsidRPr="0077752A">
        <w:rPr>
          <w:sz w:val="22"/>
          <w:szCs w:val="22"/>
          <w:lang w:val="de-DE"/>
        </w:rPr>
        <w:t xml:space="preserve"> </w:t>
      </w:r>
      <w:r w:rsidR="00757784" w:rsidRPr="0077752A">
        <w:rPr>
          <w:sz w:val="22"/>
          <w:szCs w:val="22"/>
          <w:lang w:val="de-DE"/>
        </w:rPr>
        <w:t>zuvor.</w:t>
      </w:r>
      <w:r w:rsidRPr="0077752A">
        <w:rPr>
          <w:sz w:val="22"/>
          <w:szCs w:val="22"/>
          <w:lang w:val="de-DE"/>
        </w:rPr>
        <w:t xml:space="preserve"> Renault Trucks</w:t>
      </w:r>
      <w:r w:rsidR="00757784" w:rsidRPr="0077752A">
        <w:rPr>
          <w:sz w:val="22"/>
          <w:szCs w:val="22"/>
          <w:lang w:val="de-DE"/>
        </w:rPr>
        <w:t xml:space="preserve"> begrüßte daher</w:t>
      </w:r>
      <w:r w:rsidRPr="0077752A">
        <w:rPr>
          <w:sz w:val="22"/>
          <w:szCs w:val="22"/>
          <w:lang w:val="de-DE"/>
        </w:rPr>
        <w:t xml:space="preserve"> </w:t>
      </w:r>
      <w:r w:rsidR="00757784" w:rsidRPr="0077752A">
        <w:rPr>
          <w:sz w:val="22"/>
          <w:szCs w:val="22"/>
          <w:lang w:val="de-DE"/>
        </w:rPr>
        <w:t>die</w:t>
      </w:r>
      <w:r w:rsidRPr="0077752A">
        <w:rPr>
          <w:sz w:val="22"/>
          <w:szCs w:val="22"/>
          <w:lang w:val="de-DE"/>
        </w:rPr>
        <w:t xml:space="preserve"> </w:t>
      </w:r>
      <w:r w:rsidR="00757784" w:rsidRPr="0077752A">
        <w:rPr>
          <w:sz w:val="22"/>
          <w:szCs w:val="22"/>
          <w:lang w:val="de-DE"/>
        </w:rPr>
        <w:t>Ausweitung des Programms</w:t>
      </w:r>
      <w:r w:rsidRPr="0077752A">
        <w:rPr>
          <w:sz w:val="22"/>
          <w:szCs w:val="22"/>
          <w:lang w:val="de-DE"/>
        </w:rPr>
        <w:t xml:space="preserve"> </w:t>
      </w:r>
      <w:r w:rsidR="00757784" w:rsidRPr="0077752A">
        <w:rPr>
          <w:sz w:val="22"/>
          <w:szCs w:val="22"/>
          <w:lang w:val="de-DE"/>
        </w:rPr>
        <w:t>auf</w:t>
      </w:r>
      <w:r w:rsidRPr="0077752A">
        <w:rPr>
          <w:sz w:val="22"/>
          <w:szCs w:val="22"/>
          <w:lang w:val="de-DE"/>
        </w:rPr>
        <w:t xml:space="preserve"> schwere Nutzfahrzeuge und sah darin </w:t>
      </w:r>
      <w:r w:rsidR="00757784" w:rsidRPr="0077752A">
        <w:rPr>
          <w:sz w:val="22"/>
          <w:szCs w:val="22"/>
          <w:lang w:val="de-DE"/>
        </w:rPr>
        <w:t>auch die Möglichkeit</w:t>
      </w:r>
      <w:r w:rsidRPr="0077752A">
        <w:rPr>
          <w:sz w:val="22"/>
          <w:szCs w:val="22"/>
          <w:lang w:val="de-DE"/>
        </w:rPr>
        <w:t xml:space="preserve">, nicht nur die Fahrer, sondern </w:t>
      </w:r>
      <w:r w:rsidR="00231E5F" w:rsidRPr="0077752A">
        <w:rPr>
          <w:sz w:val="22"/>
          <w:szCs w:val="22"/>
          <w:lang w:val="de-DE"/>
        </w:rPr>
        <w:t>die Gesamtheit der</w:t>
      </w:r>
      <w:r w:rsidRPr="0077752A">
        <w:rPr>
          <w:sz w:val="22"/>
          <w:szCs w:val="22"/>
          <w:lang w:val="de-DE"/>
        </w:rPr>
        <w:t xml:space="preserve"> Verkehrsteilnehmer zu schützen.</w:t>
      </w:r>
    </w:p>
    <w:p w14:paraId="204A8AAC" w14:textId="77777777" w:rsidR="00BB5EDC" w:rsidRPr="0077752A" w:rsidRDefault="00BB5EDC" w:rsidP="512E69E8">
      <w:pPr>
        <w:spacing w:line="276" w:lineRule="auto"/>
        <w:rPr>
          <w:b/>
          <w:bCs/>
          <w:sz w:val="22"/>
          <w:szCs w:val="22"/>
          <w:lang w:val="de-DE"/>
        </w:rPr>
      </w:pPr>
    </w:p>
    <w:p w14:paraId="2AA3A135" w14:textId="17336768" w:rsidR="000C36DF" w:rsidRPr="0077752A" w:rsidRDefault="00231E5F" w:rsidP="000C36DF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 xml:space="preserve">Bei der Sicherheitsbewertung schwerer Nutzfahrzeuge im Rahmen des Euro NCAP-Programms wird ein Bewertungssystem von 1 bis 5 Sternen angewandt, das insgesamt drei </w:t>
      </w:r>
      <w:r w:rsidR="00876BC1" w:rsidRPr="0077752A">
        <w:rPr>
          <w:sz w:val="22"/>
          <w:szCs w:val="22"/>
          <w:lang w:val="de-DE"/>
        </w:rPr>
        <w:t>Kern</w:t>
      </w:r>
      <w:r w:rsidRPr="0077752A">
        <w:rPr>
          <w:sz w:val="22"/>
          <w:szCs w:val="22"/>
          <w:lang w:val="de-DE"/>
        </w:rPr>
        <w:t>bereiche umfasst:</w:t>
      </w:r>
      <w:r w:rsidR="00567EEF" w:rsidRPr="0077752A">
        <w:rPr>
          <w:sz w:val="22"/>
          <w:szCs w:val="22"/>
          <w:lang w:val="de-DE"/>
        </w:rPr>
        <w:t xml:space="preserve"> </w:t>
      </w:r>
    </w:p>
    <w:p w14:paraId="1C01D761" w14:textId="131E18F1" w:rsidR="000C36DF" w:rsidRPr="0077752A" w:rsidRDefault="00B8609B" w:rsidP="00EC5210">
      <w:pPr>
        <w:spacing w:line="276" w:lineRule="auto"/>
        <w:rPr>
          <w:sz w:val="22"/>
          <w:szCs w:val="22"/>
          <w:lang w:val="de-DE"/>
        </w:rPr>
      </w:pPr>
      <w:r w:rsidRPr="0077752A">
        <w:rPr>
          <w:i/>
          <w:iCs/>
          <w:sz w:val="22"/>
          <w:szCs w:val="22"/>
          <w:lang w:val="de-DE"/>
        </w:rPr>
        <w:t xml:space="preserve">- Sicheres Fahren: </w:t>
      </w:r>
      <w:r w:rsidRPr="0077752A">
        <w:rPr>
          <w:sz w:val="22"/>
          <w:szCs w:val="22"/>
          <w:lang w:val="de-DE"/>
        </w:rPr>
        <w:t>Bewertung der Überwachungssysteme für den Fahrer, der direkten und indirekten Sicht sowie der Fahrerassistenzsysteme.</w:t>
      </w:r>
    </w:p>
    <w:p w14:paraId="0DB06A60" w14:textId="523CFCF6" w:rsidR="000C36DF" w:rsidRPr="0077752A" w:rsidRDefault="00F30F99" w:rsidP="00EC5210">
      <w:pPr>
        <w:spacing w:line="276" w:lineRule="auto"/>
        <w:rPr>
          <w:sz w:val="22"/>
          <w:szCs w:val="22"/>
          <w:lang w:val="de-DE"/>
        </w:rPr>
      </w:pPr>
      <w:r w:rsidRPr="0077752A">
        <w:rPr>
          <w:i/>
          <w:iCs/>
          <w:sz w:val="22"/>
          <w:szCs w:val="22"/>
          <w:lang w:val="de-DE"/>
        </w:rPr>
        <w:lastRenderedPageBreak/>
        <w:t>- Kollisionsvermeidung:</w:t>
      </w:r>
      <w:r w:rsidRPr="0077752A">
        <w:rPr>
          <w:sz w:val="22"/>
          <w:szCs w:val="22"/>
          <w:lang w:val="de-DE"/>
        </w:rPr>
        <w:t xml:space="preserve"> Bewertung von Frontalkollisionen mit Fahrzeugen, Fußgängern und Radfahrern, von Spurwechseln und Manövern bei niedrigen Geschwindigkeiten.</w:t>
      </w:r>
    </w:p>
    <w:p w14:paraId="43ED98F3" w14:textId="61552405" w:rsidR="000C36DF" w:rsidRPr="0077752A" w:rsidRDefault="00E83B2B" w:rsidP="00EC5210">
      <w:pPr>
        <w:spacing w:line="276" w:lineRule="auto"/>
        <w:rPr>
          <w:sz w:val="22"/>
          <w:szCs w:val="22"/>
          <w:lang w:val="de-DE"/>
        </w:rPr>
      </w:pPr>
      <w:r w:rsidRPr="0077752A">
        <w:rPr>
          <w:i/>
          <w:iCs/>
          <w:sz w:val="22"/>
          <w:szCs w:val="22"/>
          <w:lang w:val="de-DE"/>
        </w:rPr>
        <w:t xml:space="preserve">- Vorkehrungen nach </w:t>
      </w:r>
      <w:r w:rsidR="00C342B8" w:rsidRPr="0077752A">
        <w:rPr>
          <w:i/>
          <w:iCs/>
          <w:sz w:val="22"/>
          <w:szCs w:val="22"/>
          <w:lang w:val="de-DE"/>
        </w:rPr>
        <w:t>einem</w:t>
      </w:r>
      <w:r w:rsidRPr="0077752A">
        <w:rPr>
          <w:i/>
          <w:iCs/>
          <w:sz w:val="22"/>
          <w:szCs w:val="22"/>
          <w:lang w:val="de-DE"/>
        </w:rPr>
        <w:t xml:space="preserve"> Unfall:</w:t>
      </w:r>
      <w:r w:rsidRPr="0077752A">
        <w:rPr>
          <w:sz w:val="22"/>
          <w:szCs w:val="22"/>
          <w:lang w:val="de-DE"/>
        </w:rPr>
        <w:t xml:space="preserve"> Informationen für Rettungskräfte und Zugänglichkeit bei Notfalleinsätzen.</w:t>
      </w:r>
    </w:p>
    <w:p w14:paraId="3898FF1C" w14:textId="77777777" w:rsidR="00E83B2B" w:rsidRPr="0077752A" w:rsidRDefault="00E83B2B" w:rsidP="00EC5210">
      <w:pPr>
        <w:spacing w:line="276" w:lineRule="auto"/>
        <w:rPr>
          <w:sz w:val="22"/>
          <w:szCs w:val="22"/>
          <w:lang w:val="de-DE"/>
        </w:rPr>
      </w:pPr>
    </w:p>
    <w:p w14:paraId="42740B97" w14:textId="4C4A1C59" w:rsidR="00EC5210" w:rsidRPr="0077752A" w:rsidRDefault="00D51E4C" w:rsidP="00EC5210">
      <w:pPr>
        <w:pStyle w:val="ListParagraph"/>
        <w:numPr>
          <w:ilvl w:val="0"/>
          <w:numId w:val="31"/>
        </w:numPr>
        <w:spacing w:line="276" w:lineRule="auto"/>
        <w:rPr>
          <w:b/>
          <w:bCs/>
          <w:sz w:val="22"/>
          <w:szCs w:val="22"/>
          <w:lang w:val="de-DE"/>
        </w:rPr>
      </w:pPr>
      <w:r w:rsidRPr="0077752A">
        <w:rPr>
          <w:b/>
          <w:bCs/>
          <w:sz w:val="22"/>
          <w:szCs w:val="22"/>
          <w:lang w:val="de-DE"/>
        </w:rPr>
        <w:t xml:space="preserve">Der Renault Trucks T erhält </w:t>
      </w:r>
      <w:r w:rsidR="00EC5210" w:rsidRPr="0077752A">
        <w:rPr>
          <w:b/>
          <w:bCs/>
          <w:sz w:val="22"/>
          <w:szCs w:val="22"/>
          <w:lang w:val="de-DE"/>
        </w:rPr>
        <w:t xml:space="preserve">4 </w:t>
      </w:r>
      <w:r w:rsidRPr="0077752A">
        <w:rPr>
          <w:b/>
          <w:bCs/>
          <w:sz w:val="22"/>
          <w:szCs w:val="22"/>
          <w:lang w:val="de-DE"/>
        </w:rPr>
        <w:t>Sterne</w:t>
      </w:r>
      <w:r w:rsidR="00EC5210" w:rsidRPr="0077752A">
        <w:rPr>
          <w:b/>
          <w:bCs/>
          <w:sz w:val="22"/>
          <w:szCs w:val="22"/>
          <w:lang w:val="de-DE"/>
        </w:rPr>
        <w:t xml:space="preserve"> un</w:t>
      </w:r>
      <w:r w:rsidRPr="0077752A">
        <w:rPr>
          <w:b/>
          <w:bCs/>
          <w:sz w:val="22"/>
          <w:szCs w:val="22"/>
          <w:lang w:val="de-DE"/>
        </w:rPr>
        <w:t>d ein</w:t>
      </w:r>
      <w:r w:rsidR="00EC5210" w:rsidRPr="0077752A">
        <w:rPr>
          <w:b/>
          <w:bCs/>
          <w:sz w:val="22"/>
          <w:szCs w:val="22"/>
          <w:lang w:val="de-DE"/>
        </w:rPr>
        <w:t xml:space="preserve"> </w:t>
      </w:r>
      <w:r w:rsidRPr="0077752A">
        <w:rPr>
          <w:b/>
          <w:bCs/>
          <w:sz w:val="22"/>
          <w:szCs w:val="22"/>
          <w:lang w:val="de-DE"/>
        </w:rPr>
        <w:t>Gesamtergebnis von</w:t>
      </w:r>
      <w:r w:rsidR="00EC5210" w:rsidRPr="0077752A">
        <w:rPr>
          <w:b/>
          <w:bCs/>
          <w:sz w:val="22"/>
          <w:szCs w:val="22"/>
          <w:lang w:val="de-DE"/>
        </w:rPr>
        <w:t xml:space="preserve"> 74%</w:t>
      </w:r>
    </w:p>
    <w:p w14:paraId="423D4F85" w14:textId="77777777" w:rsidR="00EC5210" w:rsidRPr="0077752A" w:rsidRDefault="00EC5210" w:rsidP="000C36DF">
      <w:pPr>
        <w:spacing w:line="276" w:lineRule="auto"/>
        <w:rPr>
          <w:sz w:val="22"/>
          <w:szCs w:val="22"/>
          <w:lang w:val="de-DE"/>
        </w:rPr>
      </w:pPr>
    </w:p>
    <w:p w14:paraId="5F9B2954" w14:textId="44F5CD5C" w:rsidR="00AE6D46" w:rsidRPr="0077752A" w:rsidRDefault="0027725A" w:rsidP="00C342B8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>Der Renault Trucks T erzielte ein solides Ergebnis und bekam</w:t>
      </w:r>
      <w:r w:rsidR="00C342B8" w:rsidRPr="0077752A">
        <w:rPr>
          <w:sz w:val="22"/>
          <w:szCs w:val="22"/>
          <w:lang w:val="de-DE"/>
        </w:rPr>
        <w:t xml:space="preserve"> insgesamt</w:t>
      </w:r>
      <w:r w:rsidRPr="0077752A">
        <w:rPr>
          <w:sz w:val="22"/>
          <w:szCs w:val="22"/>
          <w:lang w:val="de-DE"/>
        </w:rPr>
        <w:t xml:space="preserve"> 4 Sterne</w:t>
      </w:r>
      <w:r w:rsidRPr="0077752A">
        <w:rPr>
          <w:rStyle w:val="FootnoteReference"/>
          <w:lang w:val="de-DE"/>
        </w:rPr>
        <w:footnoteReference w:id="2"/>
      </w:r>
      <w:r w:rsidRPr="0077752A">
        <w:rPr>
          <w:sz w:val="22"/>
          <w:szCs w:val="22"/>
          <w:lang w:val="de-DE"/>
        </w:rPr>
        <w:t xml:space="preserve"> </w:t>
      </w:r>
      <w:r w:rsidR="00C342B8" w:rsidRPr="0077752A">
        <w:rPr>
          <w:sz w:val="22"/>
          <w:szCs w:val="22"/>
          <w:lang w:val="de-DE"/>
        </w:rPr>
        <w:t>verliehen, wobei sich die</w:t>
      </w:r>
      <w:r w:rsidRPr="0077752A">
        <w:rPr>
          <w:sz w:val="22"/>
          <w:szCs w:val="22"/>
          <w:lang w:val="de-DE"/>
        </w:rPr>
        <w:t xml:space="preserve"> Gesamtpunktzahl von 74% wie folgt </w:t>
      </w:r>
      <w:r w:rsidR="00C342B8" w:rsidRPr="0077752A">
        <w:rPr>
          <w:sz w:val="22"/>
          <w:szCs w:val="22"/>
          <w:lang w:val="de-DE"/>
        </w:rPr>
        <w:t>auf</w:t>
      </w:r>
      <w:r w:rsidRPr="0077752A">
        <w:rPr>
          <w:sz w:val="22"/>
          <w:szCs w:val="22"/>
          <w:lang w:val="de-DE"/>
        </w:rPr>
        <w:t>teil</w:t>
      </w:r>
      <w:r w:rsidR="00C342B8" w:rsidRPr="0077752A">
        <w:rPr>
          <w:sz w:val="22"/>
          <w:szCs w:val="22"/>
          <w:lang w:val="de-DE"/>
        </w:rPr>
        <w:t>te</w:t>
      </w:r>
      <w:r w:rsidRPr="0077752A">
        <w:rPr>
          <w:sz w:val="22"/>
          <w:szCs w:val="22"/>
          <w:lang w:val="de-DE"/>
        </w:rPr>
        <w:t xml:space="preserve">: Sicheres Fahren: 72%; </w:t>
      </w:r>
      <w:r w:rsidR="00C342B8" w:rsidRPr="0077752A">
        <w:rPr>
          <w:sz w:val="22"/>
          <w:szCs w:val="22"/>
          <w:lang w:val="de-DE"/>
        </w:rPr>
        <w:t>Kollisionsvermeidung</w:t>
      </w:r>
      <w:r w:rsidRPr="0077752A">
        <w:rPr>
          <w:sz w:val="22"/>
          <w:szCs w:val="22"/>
          <w:lang w:val="de-DE"/>
        </w:rPr>
        <w:t>: 70% Vor</w:t>
      </w:r>
      <w:r w:rsidR="00C342B8" w:rsidRPr="0077752A">
        <w:rPr>
          <w:sz w:val="22"/>
          <w:szCs w:val="22"/>
          <w:lang w:val="de-DE"/>
        </w:rPr>
        <w:t>kehrungen</w:t>
      </w:r>
      <w:r w:rsidRPr="0077752A">
        <w:rPr>
          <w:sz w:val="22"/>
          <w:szCs w:val="22"/>
          <w:lang w:val="de-DE"/>
        </w:rPr>
        <w:t xml:space="preserve"> nach Unfällen: 80%.</w:t>
      </w:r>
      <w:r w:rsidR="00AE2241" w:rsidRPr="0077752A">
        <w:rPr>
          <w:sz w:val="22"/>
          <w:szCs w:val="22"/>
          <w:lang w:val="de-DE"/>
        </w:rPr>
        <w:t xml:space="preserve"> </w:t>
      </w:r>
    </w:p>
    <w:p w14:paraId="02242A94" w14:textId="77777777" w:rsidR="000B1F5B" w:rsidRPr="0077752A" w:rsidRDefault="000B1F5B" w:rsidP="00D96549">
      <w:pPr>
        <w:spacing w:line="276" w:lineRule="auto"/>
        <w:rPr>
          <w:sz w:val="22"/>
          <w:szCs w:val="22"/>
          <w:lang w:val="de-DE"/>
        </w:rPr>
      </w:pPr>
    </w:p>
    <w:p w14:paraId="04BFAF66" w14:textId="5499EE1E" w:rsidR="007622A9" w:rsidRPr="0077752A" w:rsidRDefault="00AA7F47" w:rsidP="00D96549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>Dieses Ergebnis unterstreicht das starke Engagement von Renault Trucks im Bereich Verkehrssicherheit und festigt seine Position im Vergleich zu den anderen Herstellern.</w:t>
      </w:r>
      <w:r w:rsidR="00615F9C" w:rsidRPr="0077752A">
        <w:rPr>
          <w:sz w:val="22"/>
          <w:szCs w:val="22"/>
          <w:lang w:val="de-DE"/>
        </w:rPr>
        <w:t xml:space="preserve"> </w:t>
      </w:r>
    </w:p>
    <w:p w14:paraId="2A4EDAC5" w14:textId="71E2BDEC" w:rsidR="006A14C4" w:rsidRPr="0077752A" w:rsidRDefault="006A14C4" w:rsidP="00D96549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>Euro NCAP hob in seiner Bewertung insbesondere „die positive 4-Sterne-Klassifizierung des Renault Trucks T hervor. Das Fahrzeug besticht durch die Qualität seiner fortschrittlichen Fahrerassistenzsysteme, die bereits in der Standardkonfiguration ein Garant für ein hohes Maß an Sicherheit sind.“</w:t>
      </w:r>
    </w:p>
    <w:p w14:paraId="1FA37DEA" w14:textId="77777777" w:rsidR="00934530" w:rsidRPr="0077752A" w:rsidRDefault="00934530" w:rsidP="00D96549">
      <w:pPr>
        <w:spacing w:line="276" w:lineRule="auto"/>
        <w:rPr>
          <w:sz w:val="22"/>
          <w:szCs w:val="22"/>
          <w:lang w:val="de-DE"/>
        </w:rPr>
      </w:pPr>
    </w:p>
    <w:p w14:paraId="769134AE" w14:textId="65B766DD" w:rsidR="00B83B2D" w:rsidRPr="0077752A" w:rsidRDefault="009B4BC9" w:rsidP="00B83B2D">
      <w:pPr>
        <w:pStyle w:val="ListParagraph"/>
        <w:numPr>
          <w:ilvl w:val="0"/>
          <w:numId w:val="31"/>
        </w:numPr>
        <w:spacing w:line="276" w:lineRule="auto"/>
        <w:rPr>
          <w:sz w:val="22"/>
          <w:szCs w:val="22"/>
          <w:lang w:val="de-DE"/>
        </w:rPr>
      </w:pPr>
      <w:r w:rsidRPr="0077752A">
        <w:rPr>
          <w:b/>
          <w:bCs/>
          <w:sz w:val="22"/>
          <w:szCs w:val="22"/>
          <w:lang w:val="de-DE"/>
        </w:rPr>
        <w:t>Entspanntes Fahren dank fortschrittlicher Systeme</w:t>
      </w:r>
      <w:r w:rsidR="00D76C92" w:rsidRPr="0077752A">
        <w:rPr>
          <w:sz w:val="22"/>
          <w:szCs w:val="22"/>
          <w:lang w:val="de-DE"/>
        </w:rPr>
        <w:br/>
      </w:r>
    </w:p>
    <w:p w14:paraId="01D26054" w14:textId="53B20128" w:rsidR="00934530" w:rsidRPr="0077752A" w:rsidRDefault="001B6C92" w:rsidP="00AD3B11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 xml:space="preserve">Der Renault Trucks T verfügt über die leistungsfähigsten Fahrerassistenzsysteme zur Gewährleistung der Sicherheit des Fahrers </w:t>
      </w:r>
      <w:r w:rsidR="00665BE0" w:rsidRPr="0077752A">
        <w:rPr>
          <w:sz w:val="22"/>
          <w:szCs w:val="22"/>
          <w:lang w:val="de-DE"/>
        </w:rPr>
        <w:t>sowie</w:t>
      </w:r>
      <w:r w:rsidRPr="0077752A">
        <w:rPr>
          <w:sz w:val="22"/>
          <w:szCs w:val="22"/>
          <w:lang w:val="de-DE"/>
        </w:rPr>
        <w:t xml:space="preserve"> der anderen Verkehrsteilnehmer.</w:t>
      </w:r>
      <w:r w:rsidR="00D76C92" w:rsidRPr="0077752A">
        <w:rPr>
          <w:sz w:val="22"/>
          <w:szCs w:val="22"/>
          <w:lang w:val="de-DE"/>
        </w:rPr>
        <w:t xml:space="preserve"> </w:t>
      </w:r>
    </w:p>
    <w:p w14:paraId="0507A6C3" w14:textId="77777777" w:rsidR="00934530" w:rsidRPr="0077752A" w:rsidRDefault="00934530" w:rsidP="00AD3B11">
      <w:pPr>
        <w:spacing w:line="276" w:lineRule="auto"/>
        <w:rPr>
          <w:sz w:val="22"/>
          <w:szCs w:val="22"/>
          <w:lang w:val="de-DE"/>
        </w:rPr>
      </w:pPr>
    </w:p>
    <w:p w14:paraId="2FE73548" w14:textId="2FCA9C49" w:rsidR="00F144CC" w:rsidRPr="0077752A" w:rsidRDefault="00F1193C" w:rsidP="00AD3B11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 xml:space="preserve">Die Ausstattung umfasst Radargeräte mit einem akustischen und visuellen Warnsystem, die die Präsenz ungeschützter Verkehrsteilnehmer rund um das Fahrzeug </w:t>
      </w:r>
      <w:r w:rsidR="00B1108F" w:rsidRPr="0077752A">
        <w:rPr>
          <w:sz w:val="22"/>
          <w:szCs w:val="22"/>
          <w:lang w:val="de-DE"/>
        </w:rPr>
        <w:t>anzeigen</w:t>
      </w:r>
      <w:r w:rsidRPr="0077752A">
        <w:rPr>
          <w:sz w:val="22"/>
          <w:szCs w:val="22"/>
          <w:lang w:val="de-DE"/>
        </w:rPr>
        <w:t xml:space="preserve"> sowie eine Kamera für den toten Winkel auf der Beifahrerseite.</w:t>
      </w:r>
      <w:r w:rsidR="005B4492" w:rsidRPr="0077752A">
        <w:rPr>
          <w:sz w:val="22"/>
          <w:szCs w:val="22"/>
          <w:lang w:val="de-DE"/>
        </w:rPr>
        <w:t xml:space="preserve"> </w:t>
      </w:r>
      <w:r w:rsidR="005B6821" w:rsidRPr="0077752A">
        <w:rPr>
          <w:sz w:val="22"/>
          <w:szCs w:val="22"/>
          <w:lang w:val="de-DE"/>
        </w:rPr>
        <w:t>Ein adaptiver Tempomat mit integrierter Stop-and-Go-Funktion sorgt für das richtige Abbremsen und Anfahren in einem Stau, während Aufmerksamkeits- und Spurhalteassistente</w:t>
      </w:r>
      <w:r w:rsidR="00665BE0" w:rsidRPr="0077752A">
        <w:rPr>
          <w:sz w:val="22"/>
          <w:szCs w:val="22"/>
          <w:lang w:val="de-DE"/>
        </w:rPr>
        <w:t>n</w:t>
      </w:r>
      <w:r w:rsidR="005B6821" w:rsidRPr="0077752A">
        <w:rPr>
          <w:sz w:val="22"/>
          <w:szCs w:val="22"/>
          <w:lang w:val="de-DE"/>
        </w:rPr>
        <w:t xml:space="preserve"> eine stabile und sichere Fahrt ermöglichen.</w:t>
      </w:r>
      <w:r w:rsidR="00B55ACF" w:rsidRPr="0077752A">
        <w:rPr>
          <w:sz w:val="22"/>
          <w:szCs w:val="22"/>
          <w:lang w:val="de-DE"/>
        </w:rPr>
        <w:t xml:space="preserve"> </w:t>
      </w:r>
      <w:r w:rsidR="00B065FB" w:rsidRPr="0077752A">
        <w:rPr>
          <w:sz w:val="22"/>
          <w:szCs w:val="22"/>
          <w:lang w:val="de-DE"/>
        </w:rPr>
        <w:t xml:space="preserve">Eine automatische Notbremsung </w:t>
      </w:r>
      <w:r w:rsidR="00665BE0" w:rsidRPr="0077752A">
        <w:rPr>
          <w:sz w:val="22"/>
          <w:szCs w:val="22"/>
          <w:lang w:val="de-DE"/>
        </w:rPr>
        <w:t>hilft auch dabei</w:t>
      </w:r>
      <w:r w:rsidR="00B065FB" w:rsidRPr="0077752A">
        <w:rPr>
          <w:sz w:val="22"/>
          <w:szCs w:val="22"/>
          <w:lang w:val="de-DE"/>
        </w:rPr>
        <w:t>, Auffahrunfälle zu verhindern.</w:t>
      </w:r>
      <w:r w:rsidR="00AD3B11" w:rsidRPr="0077752A">
        <w:rPr>
          <w:sz w:val="22"/>
          <w:szCs w:val="22"/>
          <w:lang w:val="de-DE"/>
        </w:rPr>
        <w:t xml:space="preserve"> </w:t>
      </w:r>
    </w:p>
    <w:p w14:paraId="3F05E4B0" w14:textId="77777777" w:rsidR="00F144CC" w:rsidRPr="0077752A" w:rsidRDefault="00F144CC" w:rsidP="00AD3B11">
      <w:pPr>
        <w:spacing w:line="276" w:lineRule="auto"/>
        <w:rPr>
          <w:sz w:val="22"/>
          <w:szCs w:val="22"/>
          <w:lang w:val="de-DE"/>
        </w:rPr>
      </w:pPr>
    </w:p>
    <w:p w14:paraId="28AB6793" w14:textId="23DFB6C5" w:rsidR="00AD3B11" w:rsidRPr="0077752A" w:rsidRDefault="005E2A3B" w:rsidP="00AD3B11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>Der Renault Trucks T ist außerdem serienmäßig mit Rückfahrkameras ausgestattet, die kompakter als herkömmliche Rückspiegel</w:t>
      </w:r>
      <w:r w:rsidR="00C933F3" w:rsidRPr="0077752A">
        <w:rPr>
          <w:sz w:val="22"/>
          <w:szCs w:val="22"/>
          <w:lang w:val="de-DE"/>
        </w:rPr>
        <w:t xml:space="preserve"> sind</w:t>
      </w:r>
      <w:r w:rsidRPr="0077752A">
        <w:rPr>
          <w:sz w:val="22"/>
          <w:szCs w:val="22"/>
          <w:lang w:val="de-DE"/>
        </w:rPr>
        <w:t xml:space="preserve"> und so das direkte Sichtfeld des Fahrers vergrößern und auch</w:t>
      </w:r>
      <w:r w:rsidR="00C933F3" w:rsidRPr="0077752A">
        <w:rPr>
          <w:sz w:val="22"/>
          <w:szCs w:val="22"/>
          <w:lang w:val="de-DE"/>
        </w:rPr>
        <w:t xml:space="preserve"> für ein einfacheres</w:t>
      </w:r>
      <w:r w:rsidRPr="0077752A">
        <w:rPr>
          <w:sz w:val="22"/>
          <w:szCs w:val="22"/>
          <w:lang w:val="de-DE"/>
        </w:rPr>
        <w:t xml:space="preserve"> Manövrieren und Überholen </w:t>
      </w:r>
      <w:r w:rsidR="00C933F3" w:rsidRPr="0077752A">
        <w:rPr>
          <w:sz w:val="22"/>
          <w:szCs w:val="22"/>
          <w:lang w:val="de-DE"/>
        </w:rPr>
        <w:t>sorgen</w:t>
      </w:r>
      <w:r w:rsidRPr="0077752A">
        <w:rPr>
          <w:sz w:val="22"/>
          <w:szCs w:val="22"/>
          <w:lang w:val="de-DE"/>
        </w:rPr>
        <w:t>.</w:t>
      </w:r>
      <w:r w:rsidR="009125D0" w:rsidRPr="0077752A">
        <w:rPr>
          <w:sz w:val="22"/>
          <w:szCs w:val="22"/>
          <w:lang w:val="de-DE"/>
        </w:rPr>
        <w:t xml:space="preserve"> </w:t>
      </w:r>
      <w:r w:rsidR="00062956" w:rsidRPr="0077752A">
        <w:rPr>
          <w:sz w:val="22"/>
          <w:szCs w:val="22"/>
          <w:lang w:val="de-DE"/>
        </w:rPr>
        <w:t xml:space="preserve">Ein weiterer Vorteil ist eine bessere Nachtsicht sowie Weitwinkelansicht, damit </w:t>
      </w:r>
      <w:r w:rsidR="00C933F3" w:rsidRPr="0077752A">
        <w:rPr>
          <w:sz w:val="22"/>
          <w:szCs w:val="22"/>
          <w:lang w:val="de-DE"/>
        </w:rPr>
        <w:t>der</w:t>
      </w:r>
      <w:r w:rsidR="00062956" w:rsidRPr="0077752A">
        <w:rPr>
          <w:sz w:val="22"/>
          <w:szCs w:val="22"/>
          <w:lang w:val="de-DE"/>
        </w:rPr>
        <w:t xml:space="preserve"> Anhänger stets im Blick</w:t>
      </w:r>
      <w:r w:rsidR="00C933F3" w:rsidRPr="0077752A">
        <w:rPr>
          <w:sz w:val="22"/>
          <w:szCs w:val="22"/>
          <w:lang w:val="de-DE"/>
        </w:rPr>
        <w:t>feld</w:t>
      </w:r>
      <w:r w:rsidR="00062956" w:rsidRPr="0077752A">
        <w:rPr>
          <w:sz w:val="22"/>
          <w:szCs w:val="22"/>
          <w:lang w:val="de-DE"/>
        </w:rPr>
        <w:t xml:space="preserve"> </w:t>
      </w:r>
      <w:r w:rsidR="00C933F3" w:rsidRPr="0077752A">
        <w:rPr>
          <w:sz w:val="22"/>
          <w:szCs w:val="22"/>
          <w:lang w:val="de-DE"/>
        </w:rPr>
        <w:t>bleibt</w:t>
      </w:r>
      <w:r w:rsidR="00062956" w:rsidRPr="0077752A">
        <w:rPr>
          <w:sz w:val="22"/>
          <w:szCs w:val="22"/>
          <w:lang w:val="de-DE"/>
        </w:rPr>
        <w:t>.</w:t>
      </w:r>
      <w:r w:rsidR="009125D0" w:rsidRPr="0077752A">
        <w:rPr>
          <w:sz w:val="22"/>
          <w:szCs w:val="22"/>
          <w:lang w:val="de-DE"/>
        </w:rPr>
        <w:t xml:space="preserve"> </w:t>
      </w:r>
    </w:p>
    <w:p w14:paraId="6836A0CC" w14:textId="77777777" w:rsidR="006D48F8" w:rsidRPr="0077752A" w:rsidRDefault="006D48F8" w:rsidP="00D76C92">
      <w:pPr>
        <w:spacing w:line="276" w:lineRule="auto"/>
        <w:rPr>
          <w:b/>
          <w:bCs/>
          <w:sz w:val="22"/>
          <w:szCs w:val="22"/>
          <w:lang w:val="de-DE"/>
        </w:rPr>
      </w:pPr>
    </w:p>
    <w:p w14:paraId="083F3584" w14:textId="384A15E6" w:rsidR="00987B0F" w:rsidRPr="0077752A" w:rsidRDefault="00364E94" w:rsidP="00987B0F">
      <w:pPr>
        <w:spacing w:line="276" w:lineRule="auto"/>
        <w:rPr>
          <w:sz w:val="22"/>
          <w:szCs w:val="22"/>
          <w:lang w:val="de-DE"/>
        </w:rPr>
      </w:pPr>
      <w:r w:rsidRPr="0077752A">
        <w:rPr>
          <w:sz w:val="22"/>
          <w:szCs w:val="22"/>
          <w:lang w:val="de-DE"/>
        </w:rPr>
        <w:t>Die Zertifizierungstests des Renault Trucks T wurden in Frankreich vo</w:t>
      </w:r>
      <w:r w:rsidR="0031796C" w:rsidRPr="0077752A">
        <w:rPr>
          <w:sz w:val="22"/>
          <w:szCs w:val="22"/>
          <w:lang w:val="de-DE"/>
        </w:rPr>
        <w:t>n der unabhängigen, technisch spezialisierten Prüfstelle „</w:t>
      </w:r>
      <w:r w:rsidRPr="0077752A">
        <w:rPr>
          <w:i/>
          <w:iCs/>
          <w:sz w:val="22"/>
          <w:szCs w:val="22"/>
          <w:lang w:val="de-DE"/>
        </w:rPr>
        <w:t>UTAC</w:t>
      </w:r>
      <w:r w:rsidR="0031796C" w:rsidRPr="0077752A">
        <w:rPr>
          <w:sz w:val="22"/>
          <w:szCs w:val="22"/>
          <w:lang w:val="de-DE"/>
        </w:rPr>
        <w:t>“ (</w:t>
      </w:r>
      <w:r w:rsidR="0031796C" w:rsidRPr="0077752A">
        <w:rPr>
          <w:i/>
          <w:iCs/>
          <w:sz w:val="22"/>
          <w:szCs w:val="22"/>
          <w:lang w:val="de-DE"/>
        </w:rPr>
        <w:t>Union Technique de l'Automobile du Motocycle et du Cycle</w:t>
      </w:r>
      <w:r w:rsidR="0031796C" w:rsidRPr="0077752A">
        <w:rPr>
          <w:sz w:val="22"/>
          <w:szCs w:val="22"/>
          <w:lang w:val="de-DE"/>
        </w:rPr>
        <w:t>)</w:t>
      </w:r>
      <w:r w:rsidRPr="0077752A">
        <w:rPr>
          <w:sz w:val="22"/>
          <w:szCs w:val="22"/>
          <w:lang w:val="de-DE"/>
        </w:rPr>
        <w:t xml:space="preserve"> durchgeführt,</w:t>
      </w:r>
      <w:r w:rsidR="0031796C" w:rsidRPr="0077752A">
        <w:rPr>
          <w:sz w:val="22"/>
          <w:szCs w:val="22"/>
          <w:lang w:val="de-DE"/>
        </w:rPr>
        <w:t xml:space="preserve"> und zwar</w:t>
      </w:r>
      <w:r w:rsidRPr="0077752A">
        <w:rPr>
          <w:sz w:val="22"/>
          <w:szCs w:val="22"/>
          <w:lang w:val="de-DE"/>
        </w:rPr>
        <w:t xml:space="preserve"> in Übereinstimmung mit den</w:t>
      </w:r>
      <w:r w:rsidR="0031796C" w:rsidRPr="0077752A">
        <w:rPr>
          <w:sz w:val="22"/>
          <w:szCs w:val="22"/>
          <w:lang w:val="de-DE"/>
        </w:rPr>
        <w:t xml:space="preserve"> von Euro NCAP festgelegten</w:t>
      </w:r>
      <w:r w:rsidRPr="0077752A">
        <w:rPr>
          <w:sz w:val="22"/>
          <w:szCs w:val="22"/>
          <w:lang w:val="de-DE"/>
        </w:rPr>
        <w:t xml:space="preserve"> strengen Protokollen.</w:t>
      </w:r>
    </w:p>
    <w:p w14:paraId="23D02FE4" w14:textId="77777777" w:rsidR="00D546DA" w:rsidRPr="0077752A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de-DE"/>
        </w:rPr>
      </w:pPr>
    </w:p>
    <w:p w14:paraId="7DA1A7CD" w14:textId="77777777" w:rsidR="00D546DA" w:rsidRPr="0077752A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de-DE"/>
        </w:rPr>
      </w:pPr>
    </w:p>
    <w:p w14:paraId="74B53590" w14:textId="4C894508" w:rsidR="00D546DA" w:rsidRPr="0077752A" w:rsidRDefault="00987B0F" w:rsidP="00D96549">
      <w:pPr>
        <w:spacing w:line="276" w:lineRule="auto"/>
        <w:rPr>
          <w:b/>
          <w:bCs/>
          <w:i/>
          <w:iCs/>
          <w:sz w:val="18"/>
          <w:szCs w:val="18"/>
          <w:lang w:val="de-DE"/>
        </w:rPr>
      </w:pPr>
      <w:r w:rsidRPr="0077752A">
        <w:rPr>
          <w:b/>
          <w:bCs/>
          <w:i/>
          <w:iCs/>
          <w:sz w:val="18"/>
          <w:szCs w:val="18"/>
          <w:lang w:val="de-DE"/>
        </w:rPr>
        <w:t xml:space="preserve"> </w:t>
      </w:r>
    </w:p>
    <w:p w14:paraId="4A637F42" w14:textId="77777777" w:rsidR="00D546DA" w:rsidRPr="0077752A" w:rsidRDefault="00D546DA" w:rsidP="00D96549">
      <w:pPr>
        <w:spacing w:line="276" w:lineRule="auto"/>
        <w:rPr>
          <w:b/>
          <w:bCs/>
          <w:i/>
          <w:iCs/>
          <w:sz w:val="18"/>
          <w:szCs w:val="18"/>
          <w:lang w:val="de-DE"/>
        </w:rPr>
      </w:pPr>
    </w:p>
    <w:p w14:paraId="2E61BC20" w14:textId="77777777" w:rsidR="00A432F7" w:rsidRPr="0077752A" w:rsidRDefault="00A432F7" w:rsidP="000E0D9A">
      <w:pPr>
        <w:spacing w:line="276" w:lineRule="auto"/>
        <w:rPr>
          <w:b/>
          <w:bCs/>
          <w:i/>
          <w:iCs/>
          <w:sz w:val="18"/>
          <w:szCs w:val="18"/>
          <w:highlight w:val="yellow"/>
          <w:lang w:val="de-DE"/>
        </w:rPr>
      </w:pPr>
    </w:p>
    <w:p w14:paraId="168EBE8D" w14:textId="77777777" w:rsidR="00A432F7" w:rsidRPr="0077752A" w:rsidRDefault="00A432F7" w:rsidP="000E0D9A">
      <w:pPr>
        <w:spacing w:line="276" w:lineRule="auto"/>
        <w:rPr>
          <w:b/>
          <w:bCs/>
          <w:i/>
          <w:iCs/>
          <w:sz w:val="18"/>
          <w:szCs w:val="18"/>
          <w:highlight w:val="yellow"/>
          <w:lang w:val="de-DE"/>
        </w:rPr>
      </w:pPr>
    </w:p>
    <w:p w14:paraId="1F5B285E" w14:textId="77777777" w:rsidR="00A432F7" w:rsidRPr="0077752A" w:rsidRDefault="00A432F7" w:rsidP="000E0D9A">
      <w:pPr>
        <w:spacing w:line="276" w:lineRule="auto"/>
        <w:rPr>
          <w:b/>
          <w:bCs/>
          <w:i/>
          <w:iCs/>
          <w:sz w:val="18"/>
          <w:szCs w:val="18"/>
          <w:highlight w:val="yellow"/>
          <w:lang w:val="de-DE"/>
        </w:rPr>
      </w:pPr>
    </w:p>
    <w:p w14:paraId="380405D6" w14:textId="77777777" w:rsidR="00A432F7" w:rsidRPr="0077752A" w:rsidRDefault="00A432F7" w:rsidP="000E0D9A">
      <w:pPr>
        <w:spacing w:line="276" w:lineRule="auto"/>
        <w:rPr>
          <w:b/>
          <w:bCs/>
          <w:i/>
          <w:iCs/>
          <w:sz w:val="18"/>
          <w:szCs w:val="18"/>
          <w:highlight w:val="yellow"/>
          <w:lang w:val="de-DE"/>
        </w:rPr>
      </w:pPr>
    </w:p>
    <w:p w14:paraId="4E79BE37" w14:textId="77777777" w:rsidR="00A432F7" w:rsidRPr="0077752A" w:rsidRDefault="00A432F7" w:rsidP="000E0D9A">
      <w:pPr>
        <w:spacing w:line="276" w:lineRule="auto"/>
        <w:rPr>
          <w:b/>
          <w:bCs/>
          <w:i/>
          <w:iCs/>
          <w:sz w:val="18"/>
          <w:szCs w:val="18"/>
          <w:highlight w:val="yellow"/>
          <w:lang w:val="de-DE"/>
        </w:rPr>
      </w:pPr>
    </w:p>
    <w:p w14:paraId="61C9B33A" w14:textId="77777777" w:rsidR="00C305AE" w:rsidRPr="00C305AE" w:rsidRDefault="00C305AE" w:rsidP="00C305AE">
      <w:pPr>
        <w:rPr>
          <w:b/>
          <w:bCs/>
          <w:i/>
          <w:iCs/>
          <w:sz w:val="18"/>
          <w:szCs w:val="18"/>
          <w:lang w:val="de-DE"/>
        </w:rPr>
      </w:pPr>
      <w:r w:rsidRPr="00C305AE">
        <w:rPr>
          <w:b/>
          <w:bCs/>
          <w:i/>
          <w:iCs/>
          <w:sz w:val="18"/>
          <w:szCs w:val="18"/>
          <w:lang w:val="de-DE"/>
        </w:rPr>
        <w:lastRenderedPageBreak/>
        <w:t xml:space="preserve">Über Renault Trucks </w:t>
      </w:r>
    </w:p>
    <w:p w14:paraId="11ED9D00" w14:textId="77777777" w:rsidR="00C305AE" w:rsidRPr="00C305AE" w:rsidRDefault="00C305AE" w:rsidP="00C305AE">
      <w:pPr>
        <w:rPr>
          <w:sz w:val="18"/>
          <w:szCs w:val="18"/>
          <w:lang w:val="de-DE"/>
        </w:rPr>
      </w:pPr>
      <w:r w:rsidRPr="00C305AE">
        <w:rPr>
          <w:sz w:val="18"/>
          <w:szCs w:val="18"/>
          <w:lang w:val="de-DE"/>
        </w:rPr>
        <w:br/>
        <w:t xml:space="preserve">Der französische Lkw-Hersteller Renault Trucks stellt Transportprofis seit 1894 Lösungen für nachhaltige Mobilität zur Verfügung - vom leichten Nutzfahrzeug bis hin zur Sattelzugmaschine. Renault Trucks engagiert sich im Bereich Energiewende und stellt Fahrzeuge mit kontrolliertem Kraftstoffverbrauch sowie eine komplette Palette von 100%igen Elektro-Lkw her. Das angewandte Kreislaufkonzept ermöglicht hierbei eine verlängerte Betriebsdauer. </w:t>
      </w:r>
      <w:r w:rsidRPr="00C305AE">
        <w:rPr>
          <w:sz w:val="18"/>
          <w:szCs w:val="18"/>
          <w:lang w:val="de-DE"/>
        </w:rPr>
        <w:br/>
      </w:r>
    </w:p>
    <w:p w14:paraId="63ACD62D" w14:textId="77777777" w:rsidR="00C305AE" w:rsidRPr="005738AE" w:rsidRDefault="00C305AE" w:rsidP="00C305AE">
      <w:pPr>
        <w:rPr>
          <w:sz w:val="18"/>
          <w:szCs w:val="18"/>
        </w:rPr>
      </w:pPr>
      <w:r w:rsidRPr="00C305AE">
        <w:rPr>
          <w:sz w:val="18"/>
          <w:szCs w:val="18"/>
          <w:lang w:val="de-DE"/>
        </w:rPr>
        <w:t xml:space="preserve">Renault Trucks ist Teil der Volvo-Gruppe, einem der weltweit wichtigsten Hersteller von Lkw, Reise- und Autobussen, Baumaschinen sowie Industrie- und Schiffsmotoren. </w:t>
      </w:r>
      <w:r w:rsidRPr="005738AE">
        <w:rPr>
          <w:sz w:val="18"/>
          <w:szCs w:val="18"/>
        </w:rPr>
        <w:t xml:space="preserve">Die Gruppe </w:t>
      </w:r>
      <w:proofErr w:type="spellStart"/>
      <w:r w:rsidRPr="005738AE">
        <w:rPr>
          <w:sz w:val="18"/>
          <w:szCs w:val="18"/>
        </w:rPr>
        <w:t>bietet</w:t>
      </w:r>
      <w:proofErr w:type="spellEnd"/>
      <w:r w:rsidRPr="005738AE">
        <w:rPr>
          <w:sz w:val="18"/>
          <w:szCs w:val="18"/>
        </w:rPr>
        <w:t xml:space="preserve"> </w:t>
      </w:r>
      <w:proofErr w:type="spellStart"/>
      <w:r w:rsidRPr="005738AE">
        <w:rPr>
          <w:sz w:val="18"/>
          <w:szCs w:val="18"/>
        </w:rPr>
        <w:t>auch</w:t>
      </w:r>
      <w:proofErr w:type="spellEnd"/>
      <w:r w:rsidRPr="005738AE">
        <w:rPr>
          <w:sz w:val="18"/>
          <w:szCs w:val="18"/>
        </w:rPr>
        <w:t xml:space="preserve"> </w:t>
      </w:r>
      <w:proofErr w:type="spellStart"/>
      <w:r w:rsidRPr="005738AE">
        <w:rPr>
          <w:sz w:val="18"/>
          <w:szCs w:val="18"/>
        </w:rPr>
        <w:t>komplette</w:t>
      </w:r>
      <w:proofErr w:type="spellEnd"/>
      <w:r w:rsidRPr="005738AE">
        <w:rPr>
          <w:sz w:val="18"/>
          <w:szCs w:val="18"/>
        </w:rPr>
        <w:t xml:space="preserve"> Finanzierungs- und </w:t>
      </w:r>
      <w:proofErr w:type="spellStart"/>
      <w:r w:rsidRPr="005738AE">
        <w:rPr>
          <w:sz w:val="18"/>
          <w:szCs w:val="18"/>
        </w:rPr>
        <w:t>Servicelösungen</w:t>
      </w:r>
      <w:proofErr w:type="spellEnd"/>
      <w:r w:rsidRPr="005738AE">
        <w:rPr>
          <w:sz w:val="18"/>
          <w:szCs w:val="18"/>
        </w:rPr>
        <w:t xml:space="preserve"> an. </w:t>
      </w:r>
    </w:p>
    <w:p w14:paraId="78A159A1" w14:textId="77777777" w:rsidR="00C305AE" w:rsidRPr="005738AE" w:rsidRDefault="00C305AE" w:rsidP="00C305AE">
      <w:pPr>
        <w:rPr>
          <w:rFonts w:ascii="Arial" w:hAnsi="Arial" w:cs="Arial"/>
          <w:sz w:val="18"/>
          <w:szCs w:val="18"/>
        </w:rPr>
      </w:pPr>
    </w:p>
    <w:p w14:paraId="60F87B29" w14:textId="77777777" w:rsidR="00C305AE" w:rsidRPr="005738AE" w:rsidRDefault="00C305AE" w:rsidP="00C305AE">
      <w:pPr>
        <w:rPr>
          <w:rFonts w:ascii="Arial" w:hAnsi="Arial" w:cs="Arial"/>
          <w:b/>
          <w:bCs/>
          <w:i/>
          <w:iCs/>
          <w:sz w:val="18"/>
          <w:szCs w:val="18"/>
        </w:rPr>
      </w:pPr>
      <w:proofErr w:type="spellStart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Wichtige</w:t>
      </w:r>
      <w:proofErr w:type="spellEnd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Kennzahlen</w:t>
      </w:r>
      <w:proofErr w:type="spellEnd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:</w:t>
      </w:r>
    </w:p>
    <w:p w14:paraId="3799AF88" w14:textId="77777777" w:rsidR="00C305AE" w:rsidRPr="005738AE" w:rsidRDefault="00C305AE" w:rsidP="00C305AE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>9 4</w:t>
      </w:r>
      <w:r>
        <w:rPr>
          <w:rFonts w:ascii="Arial" w:hAnsi="Arial" w:cs="Arial"/>
          <w:i/>
          <w:iCs/>
          <w:sz w:val="18"/>
          <w:szCs w:val="18"/>
        </w:rPr>
        <w:t>0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Beschäftigte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weltweit</w:t>
      </w:r>
      <w:proofErr w:type="spellEnd"/>
    </w:p>
    <w:p w14:paraId="1DEFD3DE" w14:textId="77777777" w:rsidR="00C305AE" w:rsidRPr="005738AE" w:rsidRDefault="00C305AE" w:rsidP="00C305AE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 xml:space="preserve">4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Produktionsstandorte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in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Frankreich</w:t>
      </w:r>
      <w:proofErr w:type="spellEnd"/>
    </w:p>
    <w:p w14:paraId="149FAEDD" w14:textId="77777777" w:rsidR="00C305AE" w:rsidRPr="005738AE" w:rsidRDefault="00C305AE" w:rsidP="00C305AE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>1 </w:t>
      </w:r>
      <w:r>
        <w:rPr>
          <w:rFonts w:ascii="Arial" w:hAnsi="Arial" w:cs="Arial"/>
          <w:i/>
          <w:iCs/>
          <w:sz w:val="18"/>
          <w:szCs w:val="18"/>
        </w:rPr>
        <w:t>5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00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Verkaufs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- und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Servicestellen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weltweit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4D040523" w14:textId="77777777" w:rsidR="00C305AE" w:rsidRPr="005738AE" w:rsidRDefault="00C305AE" w:rsidP="00C305AE">
      <w:pPr>
        <w:rPr>
          <w:rFonts w:ascii="Arial" w:hAnsi="Arial" w:cs="Arial"/>
          <w:i/>
          <w:iCs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</w:rPr>
        <w:t>70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verkaufte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Fahrzeuge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im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Jahre 202</w:t>
      </w:r>
      <w:r>
        <w:rPr>
          <w:rFonts w:ascii="Arial" w:hAnsi="Arial" w:cs="Arial"/>
          <w:i/>
          <w:iCs/>
          <w:sz w:val="18"/>
          <w:szCs w:val="18"/>
        </w:rPr>
        <w:t>3</w:t>
      </w:r>
    </w:p>
    <w:p w14:paraId="2E45FA0A" w14:textId="77777777" w:rsidR="00C305AE" w:rsidRPr="00BC1DDA" w:rsidRDefault="00C305AE" w:rsidP="00C305AE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C305AE" w:rsidRPr="00BC1DDA" w14:paraId="43055918" w14:textId="77777777" w:rsidTr="008F5E67">
        <w:tc>
          <w:tcPr>
            <w:tcW w:w="4678" w:type="dxa"/>
          </w:tcPr>
          <w:p w14:paraId="4D9621CE" w14:textId="77777777" w:rsidR="00C305AE" w:rsidRPr="00BC1DDA" w:rsidRDefault="00C305AE" w:rsidP="008F5E67">
            <w:pPr>
              <w:rPr>
                <w:b/>
                <w:bCs/>
                <w:color w:val="E3021B" w:themeColor="text2"/>
              </w:rPr>
            </w:pPr>
            <w:r w:rsidRPr="00BC1DDA">
              <w:rPr>
                <w:b/>
                <w:color w:val="E3021B" w:themeColor="text2"/>
              </w:rPr>
              <w:t xml:space="preserve">Für </w:t>
            </w:r>
            <w:proofErr w:type="spellStart"/>
            <w:r w:rsidRPr="00BC1DDA">
              <w:rPr>
                <w:b/>
                <w:color w:val="E3021B" w:themeColor="text2"/>
              </w:rPr>
              <w:t>weitere</w:t>
            </w:r>
            <w:proofErr w:type="spellEnd"/>
            <w:r w:rsidRPr="00BC1DDA">
              <w:rPr>
                <w:b/>
                <w:color w:val="E3021B" w:themeColor="text2"/>
              </w:rPr>
              <w:t xml:space="preserve"> </w:t>
            </w:r>
            <w:proofErr w:type="spellStart"/>
            <w:r w:rsidRPr="00BC1DDA">
              <w:rPr>
                <w:b/>
                <w:color w:val="E3021B" w:themeColor="text2"/>
              </w:rPr>
              <w:t>Informationen</w:t>
            </w:r>
            <w:proofErr w:type="spellEnd"/>
            <w:r w:rsidRPr="00BC1DDA">
              <w:rPr>
                <w:b/>
                <w:color w:val="E3021B" w:themeColor="text2"/>
              </w:rPr>
              <w:t>:</w:t>
            </w:r>
          </w:p>
          <w:p w14:paraId="139BC351" w14:textId="77777777" w:rsidR="00C305AE" w:rsidRPr="00BC1DDA" w:rsidRDefault="00C305AE" w:rsidP="008F5E67">
            <w:pPr>
              <w:rPr>
                <w:b/>
                <w:bCs/>
                <w:color w:val="E3021B" w:themeColor="text2"/>
              </w:rPr>
            </w:pPr>
            <w:r w:rsidRPr="00BC1DDA">
              <w:rPr>
                <w:b/>
                <w:color w:val="E3021B" w:themeColor="text2"/>
              </w:rPr>
              <w:t xml:space="preserve"> </w:t>
            </w:r>
          </w:p>
        </w:tc>
        <w:tc>
          <w:tcPr>
            <w:tcW w:w="3815" w:type="dxa"/>
          </w:tcPr>
          <w:p w14:paraId="59A0A7FB" w14:textId="77777777" w:rsidR="00C305AE" w:rsidRPr="00BC1DDA" w:rsidRDefault="00C305AE" w:rsidP="008F5E67">
            <w:pPr>
              <w:rPr>
                <w:b/>
                <w:bCs/>
                <w:color w:val="494949" w:themeColor="accent4"/>
                <w:lang w:val="en-US"/>
              </w:rPr>
            </w:pPr>
            <w:r w:rsidRPr="00BC1DDA">
              <w:rPr>
                <w:b/>
                <w:color w:val="494949" w:themeColor="accent4"/>
                <w:lang w:val="en-US"/>
              </w:rPr>
              <w:t>Séveryne Molard</w:t>
            </w:r>
          </w:p>
          <w:p w14:paraId="035932D0" w14:textId="77777777" w:rsidR="00C305AE" w:rsidRPr="00BC1DDA" w:rsidRDefault="00C305AE" w:rsidP="008F5E67">
            <w:pPr>
              <w:rPr>
                <w:color w:val="494949" w:themeColor="accent4"/>
                <w:lang w:val="en-US"/>
              </w:rPr>
            </w:pPr>
            <w:r w:rsidRPr="00BC1DDA">
              <w:rPr>
                <w:color w:val="494949" w:themeColor="accent4"/>
                <w:lang w:val="en-US"/>
              </w:rPr>
              <w:t>Tel. +33 (0)4 81 93 09 52</w:t>
            </w:r>
          </w:p>
          <w:p w14:paraId="0FFEF4E3" w14:textId="77777777" w:rsidR="00C305AE" w:rsidRPr="00BC1DDA" w:rsidRDefault="00C305AE" w:rsidP="008F5E67">
            <w:pPr>
              <w:rPr>
                <w:color w:val="494949" w:themeColor="accent4"/>
                <w:lang w:val="en-US"/>
              </w:rPr>
            </w:pPr>
            <w:hyperlink r:id="rId10" w:history="1">
              <w:r w:rsidRPr="00BC1DDA">
                <w:rPr>
                  <w:rStyle w:val="Hyperlink"/>
                  <w:color w:val="494949" w:themeColor="accent4"/>
                  <w:lang w:val="en-US"/>
                </w:rPr>
                <w:t>severyne.molard@renault-trucks.com</w:t>
              </w:r>
            </w:hyperlink>
            <w:r w:rsidRPr="00BC1DDA">
              <w:rPr>
                <w:color w:val="494949" w:themeColor="accent4"/>
                <w:lang w:val="en-US"/>
              </w:rPr>
              <w:t xml:space="preserve"> </w:t>
            </w:r>
          </w:p>
        </w:tc>
      </w:tr>
    </w:tbl>
    <w:p w14:paraId="3F37C323" w14:textId="77777777" w:rsidR="00C305AE" w:rsidRPr="00BC1DDA" w:rsidRDefault="00C305AE" w:rsidP="00C305AE">
      <w:pPr>
        <w:spacing w:line="276" w:lineRule="auto"/>
        <w:rPr>
          <w:sz w:val="22"/>
          <w:szCs w:val="22"/>
          <w:lang w:val="en-US"/>
        </w:rPr>
      </w:pPr>
    </w:p>
    <w:p w14:paraId="4C15D841" w14:textId="77777777" w:rsidR="00FB0FB4" w:rsidRPr="00C305AE" w:rsidRDefault="00FB0FB4" w:rsidP="00C305AE">
      <w:pPr>
        <w:spacing w:line="276" w:lineRule="auto"/>
        <w:rPr>
          <w:sz w:val="22"/>
          <w:szCs w:val="22"/>
          <w:lang w:val="en-US"/>
        </w:rPr>
      </w:pPr>
    </w:p>
    <w:sectPr w:rsidR="00FB0FB4" w:rsidRPr="00C305AE" w:rsidSect="000B1F5B">
      <w:footerReference w:type="default" r:id="rId11"/>
      <w:footerReference w:type="first" r:id="rId12"/>
      <w:pgSz w:w="11906" w:h="16838" w:code="9"/>
      <w:pgMar w:top="1701" w:right="1418" w:bottom="142" w:left="1985" w:header="85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93613" w14:textId="77777777" w:rsidR="00D446E9" w:rsidRDefault="00D446E9" w:rsidP="00D41A34">
      <w:r>
        <w:separator/>
      </w:r>
    </w:p>
  </w:endnote>
  <w:endnote w:type="continuationSeparator" w:id="0">
    <w:p w14:paraId="4557323C" w14:textId="77777777" w:rsidR="00D446E9" w:rsidRDefault="00D446E9" w:rsidP="00D41A34">
      <w:r>
        <w:continuationSeparator/>
      </w:r>
    </w:p>
  </w:endnote>
  <w:endnote w:type="continuationNotice" w:id="1">
    <w:p w14:paraId="4CB83A68" w14:textId="77777777" w:rsidR="00D446E9" w:rsidRDefault="00D446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79A1549E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C305AE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C305AE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C305AE">
      <w:rPr>
        <w:bCs/>
      </w:rPr>
      <w:fldChar w:fldCharType="separate"/>
    </w:r>
    <w:r w:rsidR="00C305AE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EFA91" w14:textId="77777777" w:rsidR="00D446E9" w:rsidRPr="00F00D7B" w:rsidRDefault="00D446E9" w:rsidP="00D41A34">
      <w:pPr>
        <w:rPr>
          <w:sz w:val="14"/>
          <w:szCs w:val="14"/>
        </w:rPr>
      </w:pPr>
    </w:p>
  </w:footnote>
  <w:footnote w:type="continuationSeparator" w:id="0">
    <w:p w14:paraId="17772E5A" w14:textId="77777777" w:rsidR="00D446E9" w:rsidRDefault="00D446E9" w:rsidP="00D41A34">
      <w:r>
        <w:continuationSeparator/>
      </w:r>
    </w:p>
  </w:footnote>
  <w:footnote w:type="continuationNotice" w:id="1">
    <w:p w14:paraId="158D11A3" w14:textId="77777777" w:rsidR="00D446E9" w:rsidRDefault="00D446E9"/>
  </w:footnote>
  <w:footnote w:id="2">
    <w:p w14:paraId="557895FE" w14:textId="68F5396B" w:rsidR="0027725A" w:rsidRPr="00C305AE" w:rsidRDefault="00146C61" w:rsidP="0027725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C305AE">
        <w:rPr>
          <w:lang w:val="en-US"/>
        </w:rPr>
        <w:t xml:space="preserve"> 4 Sterne werden für eine Mindestpunktzahl von 60% in jeder Kategorie vergeben.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4E4B49"/>
    <w:multiLevelType w:val="hybridMultilevel"/>
    <w:tmpl w:val="E164475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AAE"/>
    <w:multiLevelType w:val="hybridMultilevel"/>
    <w:tmpl w:val="5C883BE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37833"/>
    <w:multiLevelType w:val="multilevel"/>
    <w:tmpl w:val="054E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A65A99"/>
    <w:multiLevelType w:val="hybridMultilevel"/>
    <w:tmpl w:val="869CADE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27AEE"/>
    <w:multiLevelType w:val="hybridMultilevel"/>
    <w:tmpl w:val="84568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00208"/>
    <w:multiLevelType w:val="hybridMultilevel"/>
    <w:tmpl w:val="BAE0AD0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F7536"/>
    <w:multiLevelType w:val="hybridMultilevel"/>
    <w:tmpl w:val="D4CE6B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030AC"/>
    <w:multiLevelType w:val="hybridMultilevel"/>
    <w:tmpl w:val="0510A16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D1BBE"/>
    <w:multiLevelType w:val="hybridMultilevel"/>
    <w:tmpl w:val="217277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45C1F"/>
    <w:multiLevelType w:val="hybridMultilevel"/>
    <w:tmpl w:val="6EA412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363643">
    <w:abstractNumId w:val="8"/>
  </w:num>
  <w:num w:numId="2" w16cid:durableId="1601139815">
    <w:abstractNumId w:val="3"/>
  </w:num>
  <w:num w:numId="3" w16cid:durableId="89395000">
    <w:abstractNumId w:val="2"/>
  </w:num>
  <w:num w:numId="4" w16cid:durableId="1767845366">
    <w:abstractNumId w:val="1"/>
  </w:num>
  <w:num w:numId="5" w16cid:durableId="1456680861">
    <w:abstractNumId w:val="0"/>
  </w:num>
  <w:num w:numId="6" w16cid:durableId="737900387">
    <w:abstractNumId w:val="9"/>
  </w:num>
  <w:num w:numId="7" w16cid:durableId="1947303855">
    <w:abstractNumId w:val="7"/>
  </w:num>
  <w:num w:numId="8" w16cid:durableId="1833984139">
    <w:abstractNumId w:val="6"/>
  </w:num>
  <w:num w:numId="9" w16cid:durableId="742263037">
    <w:abstractNumId w:val="5"/>
  </w:num>
  <w:num w:numId="10" w16cid:durableId="514924968">
    <w:abstractNumId w:val="4"/>
  </w:num>
  <w:num w:numId="11" w16cid:durableId="1559440747">
    <w:abstractNumId w:val="11"/>
  </w:num>
  <w:num w:numId="12" w16cid:durableId="599603909">
    <w:abstractNumId w:val="24"/>
  </w:num>
  <w:num w:numId="13" w16cid:durableId="1408378821">
    <w:abstractNumId w:val="26"/>
  </w:num>
  <w:num w:numId="14" w16cid:durableId="433094607">
    <w:abstractNumId w:val="10"/>
  </w:num>
  <w:num w:numId="15" w16cid:durableId="684862667">
    <w:abstractNumId w:val="13"/>
  </w:num>
  <w:num w:numId="16" w16cid:durableId="1897667845">
    <w:abstractNumId w:val="29"/>
  </w:num>
  <w:num w:numId="17" w16cid:durableId="2018189348">
    <w:abstractNumId w:val="16"/>
  </w:num>
  <w:num w:numId="18" w16cid:durableId="1073040695">
    <w:abstractNumId w:val="15"/>
  </w:num>
  <w:num w:numId="19" w16cid:durableId="763384025">
    <w:abstractNumId w:val="27"/>
  </w:num>
  <w:num w:numId="20" w16cid:durableId="747922292">
    <w:abstractNumId w:val="14"/>
  </w:num>
  <w:num w:numId="21" w16cid:durableId="1339238049">
    <w:abstractNumId w:val="21"/>
  </w:num>
  <w:num w:numId="22" w16cid:durableId="1445536271">
    <w:abstractNumId w:val="17"/>
  </w:num>
  <w:num w:numId="23" w16cid:durableId="432753018">
    <w:abstractNumId w:val="12"/>
  </w:num>
  <w:num w:numId="24" w16cid:durableId="1675572202">
    <w:abstractNumId w:val="25"/>
  </w:num>
  <w:num w:numId="25" w16cid:durableId="1047989130">
    <w:abstractNumId w:val="22"/>
  </w:num>
  <w:num w:numId="26" w16cid:durableId="1905749838">
    <w:abstractNumId w:val="20"/>
  </w:num>
  <w:num w:numId="27" w16cid:durableId="1873229015">
    <w:abstractNumId w:val="28"/>
  </w:num>
  <w:num w:numId="28" w16cid:durableId="2141528635">
    <w:abstractNumId w:val="23"/>
  </w:num>
  <w:num w:numId="29" w16cid:durableId="1251355462">
    <w:abstractNumId w:val="18"/>
  </w:num>
  <w:num w:numId="30" w16cid:durableId="1843349187">
    <w:abstractNumId w:val="30"/>
  </w:num>
  <w:num w:numId="31" w16cid:durableId="2899428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0"/>
    <w:rsid w:val="000011BD"/>
    <w:rsid w:val="000012E3"/>
    <w:rsid w:val="00001584"/>
    <w:rsid w:val="00001726"/>
    <w:rsid w:val="00002B46"/>
    <w:rsid w:val="00005B89"/>
    <w:rsid w:val="00005FD7"/>
    <w:rsid w:val="0000707F"/>
    <w:rsid w:val="00011777"/>
    <w:rsid w:val="00011B7A"/>
    <w:rsid w:val="00011B8E"/>
    <w:rsid w:val="00013084"/>
    <w:rsid w:val="00014CBE"/>
    <w:rsid w:val="000165A9"/>
    <w:rsid w:val="000170A5"/>
    <w:rsid w:val="000178D2"/>
    <w:rsid w:val="00017DC1"/>
    <w:rsid w:val="000222AD"/>
    <w:rsid w:val="00022E9E"/>
    <w:rsid w:val="00023EE8"/>
    <w:rsid w:val="00027394"/>
    <w:rsid w:val="00030667"/>
    <w:rsid w:val="00031EC7"/>
    <w:rsid w:val="00032A61"/>
    <w:rsid w:val="00033941"/>
    <w:rsid w:val="00034630"/>
    <w:rsid w:val="0003530C"/>
    <w:rsid w:val="000363E4"/>
    <w:rsid w:val="00036875"/>
    <w:rsid w:val="000375A3"/>
    <w:rsid w:val="0004126A"/>
    <w:rsid w:val="00043377"/>
    <w:rsid w:val="00045B37"/>
    <w:rsid w:val="0004637F"/>
    <w:rsid w:val="00047A9E"/>
    <w:rsid w:val="0005111A"/>
    <w:rsid w:val="000516A5"/>
    <w:rsid w:val="000552BE"/>
    <w:rsid w:val="00055B04"/>
    <w:rsid w:val="00056F3D"/>
    <w:rsid w:val="000607AE"/>
    <w:rsid w:val="00061139"/>
    <w:rsid w:val="00061B6C"/>
    <w:rsid w:val="00062244"/>
    <w:rsid w:val="00062956"/>
    <w:rsid w:val="00062B20"/>
    <w:rsid w:val="00064659"/>
    <w:rsid w:val="00065655"/>
    <w:rsid w:val="000669BC"/>
    <w:rsid w:val="00067DF5"/>
    <w:rsid w:val="00071668"/>
    <w:rsid w:val="000750C7"/>
    <w:rsid w:val="00080AD2"/>
    <w:rsid w:val="000847FD"/>
    <w:rsid w:val="00085DC3"/>
    <w:rsid w:val="0008634F"/>
    <w:rsid w:val="00086726"/>
    <w:rsid w:val="00086F90"/>
    <w:rsid w:val="000874FC"/>
    <w:rsid w:val="00087537"/>
    <w:rsid w:val="00087566"/>
    <w:rsid w:val="00087A47"/>
    <w:rsid w:val="000907AF"/>
    <w:rsid w:val="00090B26"/>
    <w:rsid w:val="00093D3B"/>
    <w:rsid w:val="00094830"/>
    <w:rsid w:val="000953C9"/>
    <w:rsid w:val="0009693C"/>
    <w:rsid w:val="000972C2"/>
    <w:rsid w:val="000973D7"/>
    <w:rsid w:val="000977EC"/>
    <w:rsid w:val="000A0F0A"/>
    <w:rsid w:val="000A2843"/>
    <w:rsid w:val="000A3709"/>
    <w:rsid w:val="000A6E81"/>
    <w:rsid w:val="000A78B9"/>
    <w:rsid w:val="000B1F5B"/>
    <w:rsid w:val="000B349C"/>
    <w:rsid w:val="000B3B17"/>
    <w:rsid w:val="000B427D"/>
    <w:rsid w:val="000B50A5"/>
    <w:rsid w:val="000B60D8"/>
    <w:rsid w:val="000B69E3"/>
    <w:rsid w:val="000C0EDA"/>
    <w:rsid w:val="000C2B84"/>
    <w:rsid w:val="000C2D2D"/>
    <w:rsid w:val="000C36DF"/>
    <w:rsid w:val="000C57F6"/>
    <w:rsid w:val="000C58FE"/>
    <w:rsid w:val="000C762C"/>
    <w:rsid w:val="000D0895"/>
    <w:rsid w:val="000D27C3"/>
    <w:rsid w:val="000D3247"/>
    <w:rsid w:val="000D3F9E"/>
    <w:rsid w:val="000D411C"/>
    <w:rsid w:val="000D5550"/>
    <w:rsid w:val="000D5F61"/>
    <w:rsid w:val="000D787F"/>
    <w:rsid w:val="000D7F1D"/>
    <w:rsid w:val="000E0D9A"/>
    <w:rsid w:val="000E17F8"/>
    <w:rsid w:val="000E24B0"/>
    <w:rsid w:val="000E277B"/>
    <w:rsid w:val="000E3745"/>
    <w:rsid w:val="000E53A1"/>
    <w:rsid w:val="000E53FD"/>
    <w:rsid w:val="000E585C"/>
    <w:rsid w:val="000F06E7"/>
    <w:rsid w:val="000F2CA4"/>
    <w:rsid w:val="000F6108"/>
    <w:rsid w:val="001014A3"/>
    <w:rsid w:val="00102B97"/>
    <w:rsid w:val="0010457A"/>
    <w:rsid w:val="0010513D"/>
    <w:rsid w:val="0010545F"/>
    <w:rsid w:val="00105A10"/>
    <w:rsid w:val="00105CE8"/>
    <w:rsid w:val="00106A37"/>
    <w:rsid w:val="00107630"/>
    <w:rsid w:val="00107B69"/>
    <w:rsid w:val="00110417"/>
    <w:rsid w:val="00112E4A"/>
    <w:rsid w:val="00113BA1"/>
    <w:rsid w:val="0011431C"/>
    <w:rsid w:val="0011798D"/>
    <w:rsid w:val="00120199"/>
    <w:rsid w:val="00120274"/>
    <w:rsid w:val="0012037B"/>
    <w:rsid w:val="001223DA"/>
    <w:rsid w:val="0012255D"/>
    <w:rsid w:val="00125DB5"/>
    <w:rsid w:val="00126772"/>
    <w:rsid w:val="00131851"/>
    <w:rsid w:val="00132512"/>
    <w:rsid w:val="001336B4"/>
    <w:rsid w:val="001376BB"/>
    <w:rsid w:val="001413FE"/>
    <w:rsid w:val="001434B9"/>
    <w:rsid w:val="00144663"/>
    <w:rsid w:val="00145AF0"/>
    <w:rsid w:val="00145C3D"/>
    <w:rsid w:val="00145DE4"/>
    <w:rsid w:val="00146C61"/>
    <w:rsid w:val="00147DE8"/>
    <w:rsid w:val="00151643"/>
    <w:rsid w:val="00153833"/>
    <w:rsid w:val="00154AB1"/>
    <w:rsid w:val="00155679"/>
    <w:rsid w:val="00156306"/>
    <w:rsid w:val="00160347"/>
    <w:rsid w:val="00160695"/>
    <w:rsid w:val="0016263B"/>
    <w:rsid w:val="00162705"/>
    <w:rsid w:val="00162730"/>
    <w:rsid w:val="00162F78"/>
    <w:rsid w:val="0016438C"/>
    <w:rsid w:val="00165050"/>
    <w:rsid w:val="00165EA1"/>
    <w:rsid w:val="00165EA8"/>
    <w:rsid w:val="00165F3F"/>
    <w:rsid w:val="00166AB8"/>
    <w:rsid w:val="00167FC6"/>
    <w:rsid w:val="001700F9"/>
    <w:rsid w:val="0017103E"/>
    <w:rsid w:val="00171B62"/>
    <w:rsid w:val="00172577"/>
    <w:rsid w:val="001727F6"/>
    <w:rsid w:val="001744C0"/>
    <w:rsid w:val="001764A0"/>
    <w:rsid w:val="001805A1"/>
    <w:rsid w:val="00180E97"/>
    <w:rsid w:val="001818B1"/>
    <w:rsid w:val="00181976"/>
    <w:rsid w:val="0018337F"/>
    <w:rsid w:val="00183405"/>
    <w:rsid w:val="00183FEE"/>
    <w:rsid w:val="00184A25"/>
    <w:rsid w:val="0018623B"/>
    <w:rsid w:val="0019108E"/>
    <w:rsid w:val="0019176B"/>
    <w:rsid w:val="00192E8D"/>
    <w:rsid w:val="00193F15"/>
    <w:rsid w:val="00194424"/>
    <w:rsid w:val="001953CA"/>
    <w:rsid w:val="00196390"/>
    <w:rsid w:val="00196C91"/>
    <w:rsid w:val="00197D4A"/>
    <w:rsid w:val="001A0970"/>
    <w:rsid w:val="001A19B6"/>
    <w:rsid w:val="001A3CE1"/>
    <w:rsid w:val="001A4BDB"/>
    <w:rsid w:val="001A56BB"/>
    <w:rsid w:val="001A6FD4"/>
    <w:rsid w:val="001A7E3A"/>
    <w:rsid w:val="001B110E"/>
    <w:rsid w:val="001B186C"/>
    <w:rsid w:val="001B3C32"/>
    <w:rsid w:val="001B591C"/>
    <w:rsid w:val="001B6C92"/>
    <w:rsid w:val="001C07FE"/>
    <w:rsid w:val="001C1CC4"/>
    <w:rsid w:val="001C4FAE"/>
    <w:rsid w:val="001C52BE"/>
    <w:rsid w:val="001C52DA"/>
    <w:rsid w:val="001C60C2"/>
    <w:rsid w:val="001D0C31"/>
    <w:rsid w:val="001D3395"/>
    <w:rsid w:val="001D7E3A"/>
    <w:rsid w:val="001E2B7F"/>
    <w:rsid w:val="001E6522"/>
    <w:rsid w:val="001E7089"/>
    <w:rsid w:val="001F344D"/>
    <w:rsid w:val="001F3EA2"/>
    <w:rsid w:val="001F42DB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1CFF"/>
    <w:rsid w:val="00213741"/>
    <w:rsid w:val="00214DFB"/>
    <w:rsid w:val="00215BC6"/>
    <w:rsid w:val="00215D1B"/>
    <w:rsid w:val="002161B0"/>
    <w:rsid w:val="0022114A"/>
    <w:rsid w:val="002216B4"/>
    <w:rsid w:val="002218F6"/>
    <w:rsid w:val="00222DA2"/>
    <w:rsid w:val="002242E6"/>
    <w:rsid w:val="00224A30"/>
    <w:rsid w:val="00225907"/>
    <w:rsid w:val="00225E89"/>
    <w:rsid w:val="00226812"/>
    <w:rsid w:val="0023050B"/>
    <w:rsid w:val="002317CC"/>
    <w:rsid w:val="00231E5F"/>
    <w:rsid w:val="00233D6F"/>
    <w:rsid w:val="002363AC"/>
    <w:rsid w:val="00236751"/>
    <w:rsid w:val="00237E01"/>
    <w:rsid w:val="00240C69"/>
    <w:rsid w:val="00244B17"/>
    <w:rsid w:val="00246005"/>
    <w:rsid w:val="00246736"/>
    <w:rsid w:val="002529AD"/>
    <w:rsid w:val="00252AFE"/>
    <w:rsid w:val="00252B15"/>
    <w:rsid w:val="00253784"/>
    <w:rsid w:val="0025561A"/>
    <w:rsid w:val="0026400C"/>
    <w:rsid w:val="0026443C"/>
    <w:rsid w:val="002655A0"/>
    <w:rsid w:val="002655EE"/>
    <w:rsid w:val="00267BCD"/>
    <w:rsid w:val="00270D62"/>
    <w:rsid w:val="00271E70"/>
    <w:rsid w:val="00274C4F"/>
    <w:rsid w:val="00275431"/>
    <w:rsid w:val="00275B49"/>
    <w:rsid w:val="00275E0B"/>
    <w:rsid w:val="00276491"/>
    <w:rsid w:val="0027725A"/>
    <w:rsid w:val="002836DD"/>
    <w:rsid w:val="00283A08"/>
    <w:rsid w:val="00284F02"/>
    <w:rsid w:val="00285611"/>
    <w:rsid w:val="00286091"/>
    <w:rsid w:val="00286193"/>
    <w:rsid w:val="0029000C"/>
    <w:rsid w:val="0029066F"/>
    <w:rsid w:val="002922A5"/>
    <w:rsid w:val="0029377B"/>
    <w:rsid w:val="00293E0C"/>
    <w:rsid w:val="002A29E9"/>
    <w:rsid w:val="002A2EE7"/>
    <w:rsid w:val="002A36D1"/>
    <w:rsid w:val="002A3B5B"/>
    <w:rsid w:val="002B063C"/>
    <w:rsid w:val="002B2156"/>
    <w:rsid w:val="002B3705"/>
    <w:rsid w:val="002B4633"/>
    <w:rsid w:val="002B67E7"/>
    <w:rsid w:val="002B7006"/>
    <w:rsid w:val="002C0DF3"/>
    <w:rsid w:val="002C132D"/>
    <w:rsid w:val="002C3A45"/>
    <w:rsid w:val="002C508D"/>
    <w:rsid w:val="002C5428"/>
    <w:rsid w:val="002C587E"/>
    <w:rsid w:val="002D14B4"/>
    <w:rsid w:val="002D1A3B"/>
    <w:rsid w:val="002D1FE4"/>
    <w:rsid w:val="002D2B35"/>
    <w:rsid w:val="002D2DE5"/>
    <w:rsid w:val="002D43DE"/>
    <w:rsid w:val="002D6F81"/>
    <w:rsid w:val="002D7681"/>
    <w:rsid w:val="002E2325"/>
    <w:rsid w:val="002E3DC8"/>
    <w:rsid w:val="002E5C13"/>
    <w:rsid w:val="002E602F"/>
    <w:rsid w:val="002F05C4"/>
    <w:rsid w:val="002F1BA7"/>
    <w:rsid w:val="002F21E7"/>
    <w:rsid w:val="002F26C3"/>
    <w:rsid w:val="002F2A64"/>
    <w:rsid w:val="002F5DE8"/>
    <w:rsid w:val="002F6C66"/>
    <w:rsid w:val="002F737C"/>
    <w:rsid w:val="002F744A"/>
    <w:rsid w:val="00300175"/>
    <w:rsid w:val="003008FF"/>
    <w:rsid w:val="00300C10"/>
    <w:rsid w:val="003042E9"/>
    <w:rsid w:val="00304B81"/>
    <w:rsid w:val="00305C15"/>
    <w:rsid w:val="00305FB7"/>
    <w:rsid w:val="00310673"/>
    <w:rsid w:val="00311513"/>
    <w:rsid w:val="0031195B"/>
    <w:rsid w:val="003151F9"/>
    <w:rsid w:val="003152B6"/>
    <w:rsid w:val="00315637"/>
    <w:rsid w:val="00316134"/>
    <w:rsid w:val="0031790C"/>
    <w:rsid w:val="0031796C"/>
    <w:rsid w:val="003211CF"/>
    <w:rsid w:val="00321D7D"/>
    <w:rsid w:val="00322369"/>
    <w:rsid w:val="003227D9"/>
    <w:rsid w:val="0032568A"/>
    <w:rsid w:val="00325C15"/>
    <w:rsid w:val="00326451"/>
    <w:rsid w:val="003273F4"/>
    <w:rsid w:val="00331145"/>
    <w:rsid w:val="00331B86"/>
    <w:rsid w:val="00331EFA"/>
    <w:rsid w:val="00337986"/>
    <w:rsid w:val="00337C83"/>
    <w:rsid w:val="00340DB4"/>
    <w:rsid w:val="00343036"/>
    <w:rsid w:val="00343486"/>
    <w:rsid w:val="0034417D"/>
    <w:rsid w:val="003451E6"/>
    <w:rsid w:val="0034558A"/>
    <w:rsid w:val="00346E11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FB6"/>
    <w:rsid w:val="003622C0"/>
    <w:rsid w:val="00363765"/>
    <w:rsid w:val="00363CD4"/>
    <w:rsid w:val="00364E94"/>
    <w:rsid w:val="003659AE"/>
    <w:rsid w:val="00367C4C"/>
    <w:rsid w:val="00370484"/>
    <w:rsid w:val="003740A1"/>
    <w:rsid w:val="00377AE0"/>
    <w:rsid w:val="00381090"/>
    <w:rsid w:val="003814CF"/>
    <w:rsid w:val="0038155F"/>
    <w:rsid w:val="0038206D"/>
    <w:rsid w:val="003823DB"/>
    <w:rsid w:val="003833E3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2F97"/>
    <w:rsid w:val="0039541A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73E0"/>
    <w:rsid w:val="003C08C6"/>
    <w:rsid w:val="003C19AA"/>
    <w:rsid w:val="003C19AB"/>
    <w:rsid w:val="003C1C83"/>
    <w:rsid w:val="003C3043"/>
    <w:rsid w:val="003C6007"/>
    <w:rsid w:val="003C6457"/>
    <w:rsid w:val="003C6DA4"/>
    <w:rsid w:val="003C7B40"/>
    <w:rsid w:val="003C7F5E"/>
    <w:rsid w:val="003D02E6"/>
    <w:rsid w:val="003D1442"/>
    <w:rsid w:val="003D1883"/>
    <w:rsid w:val="003D1C7E"/>
    <w:rsid w:val="003D1FAC"/>
    <w:rsid w:val="003D5486"/>
    <w:rsid w:val="003D6D82"/>
    <w:rsid w:val="003D735B"/>
    <w:rsid w:val="003E1E14"/>
    <w:rsid w:val="003E2213"/>
    <w:rsid w:val="003E24EF"/>
    <w:rsid w:val="003E2A9B"/>
    <w:rsid w:val="003E2BA4"/>
    <w:rsid w:val="003E3185"/>
    <w:rsid w:val="003E68CC"/>
    <w:rsid w:val="003E6A2E"/>
    <w:rsid w:val="003E6B7D"/>
    <w:rsid w:val="003E78A4"/>
    <w:rsid w:val="003F15D0"/>
    <w:rsid w:val="003F6826"/>
    <w:rsid w:val="003F7688"/>
    <w:rsid w:val="00401530"/>
    <w:rsid w:val="00401DD9"/>
    <w:rsid w:val="004022B4"/>
    <w:rsid w:val="00402B21"/>
    <w:rsid w:val="00403126"/>
    <w:rsid w:val="00405758"/>
    <w:rsid w:val="00406880"/>
    <w:rsid w:val="00407743"/>
    <w:rsid w:val="00410838"/>
    <w:rsid w:val="004114E5"/>
    <w:rsid w:val="00413EAC"/>
    <w:rsid w:val="00414C94"/>
    <w:rsid w:val="00415825"/>
    <w:rsid w:val="00416BEA"/>
    <w:rsid w:val="004214B5"/>
    <w:rsid w:val="00421E40"/>
    <w:rsid w:val="00421E8E"/>
    <w:rsid w:val="00423434"/>
    <w:rsid w:val="00424805"/>
    <w:rsid w:val="00425677"/>
    <w:rsid w:val="004268A2"/>
    <w:rsid w:val="0042723E"/>
    <w:rsid w:val="004274B0"/>
    <w:rsid w:val="004276D0"/>
    <w:rsid w:val="004324A8"/>
    <w:rsid w:val="00432512"/>
    <w:rsid w:val="00432DA9"/>
    <w:rsid w:val="004339A2"/>
    <w:rsid w:val="00433EDD"/>
    <w:rsid w:val="0043400B"/>
    <w:rsid w:val="004343C4"/>
    <w:rsid w:val="00436AEE"/>
    <w:rsid w:val="00436FB7"/>
    <w:rsid w:val="00440115"/>
    <w:rsid w:val="004411EF"/>
    <w:rsid w:val="0044219E"/>
    <w:rsid w:val="00445EA8"/>
    <w:rsid w:val="0044670C"/>
    <w:rsid w:val="00450F87"/>
    <w:rsid w:val="00451080"/>
    <w:rsid w:val="0045216F"/>
    <w:rsid w:val="00453DAA"/>
    <w:rsid w:val="004540B1"/>
    <w:rsid w:val="00454786"/>
    <w:rsid w:val="00461292"/>
    <w:rsid w:val="00461A9A"/>
    <w:rsid w:val="0046281F"/>
    <w:rsid w:val="00466F90"/>
    <w:rsid w:val="00467F9D"/>
    <w:rsid w:val="00470F0C"/>
    <w:rsid w:val="00470F2F"/>
    <w:rsid w:val="00471881"/>
    <w:rsid w:val="00472605"/>
    <w:rsid w:val="004728B8"/>
    <w:rsid w:val="00476C56"/>
    <w:rsid w:val="00476D69"/>
    <w:rsid w:val="004779C7"/>
    <w:rsid w:val="00477A62"/>
    <w:rsid w:val="004802F4"/>
    <w:rsid w:val="00482720"/>
    <w:rsid w:val="00482D78"/>
    <w:rsid w:val="004839C6"/>
    <w:rsid w:val="00483B73"/>
    <w:rsid w:val="00485C15"/>
    <w:rsid w:val="0049132B"/>
    <w:rsid w:val="0049145B"/>
    <w:rsid w:val="0049153E"/>
    <w:rsid w:val="0049298A"/>
    <w:rsid w:val="00494351"/>
    <w:rsid w:val="00495B84"/>
    <w:rsid w:val="004960F0"/>
    <w:rsid w:val="00496925"/>
    <w:rsid w:val="004976DD"/>
    <w:rsid w:val="004A06BF"/>
    <w:rsid w:val="004A0945"/>
    <w:rsid w:val="004A1ABC"/>
    <w:rsid w:val="004A3958"/>
    <w:rsid w:val="004A5B52"/>
    <w:rsid w:val="004A66CD"/>
    <w:rsid w:val="004A69BC"/>
    <w:rsid w:val="004A6BEF"/>
    <w:rsid w:val="004A7066"/>
    <w:rsid w:val="004A78D3"/>
    <w:rsid w:val="004B0223"/>
    <w:rsid w:val="004B17D7"/>
    <w:rsid w:val="004B1B40"/>
    <w:rsid w:val="004B2121"/>
    <w:rsid w:val="004B7337"/>
    <w:rsid w:val="004C00AC"/>
    <w:rsid w:val="004C1592"/>
    <w:rsid w:val="004C3220"/>
    <w:rsid w:val="004C3998"/>
    <w:rsid w:val="004C3D7D"/>
    <w:rsid w:val="004C65B4"/>
    <w:rsid w:val="004C7EEA"/>
    <w:rsid w:val="004D1433"/>
    <w:rsid w:val="004D187B"/>
    <w:rsid w:val="004D1DBE"/>
    <w:rsid w:val="004D5798"/>
    <w:rsid w:val="004D584E"/>
    <w:rsid w:val="004E3914"/>
    <w:rsid w:val="004E3968"/>
    <w:rsid w:val="004E3D80"/>
    <w:rsid w:val="004E5076"/>
    <w:rsid w:val="004E5381"/>
    <w:rsid w:val="004E7445"/>
    <w:rsid w:val="004F00C9"/>
    <w:rsid w:val="004F1751"/>
    <w:rsid w:val="004F25B9"/>
    <w:rsid w:val="004F2829"/>
    <w:rsid w:val="004F3076"/>
    <w:rsid w:val="004F4F7A"/>
    <w:rsid w:val="004F56DE"/>
    <w:rsid w:val="00500E28"/>
    <w:rsid w:val="005016E0"/>
    <w:rsid w:val="00504338"/>
    <w:rsid w:val="00504D56"/>
    <w:rsid w:val="005059F4"/>
    <w:rsid w:val="00510E2C"/>
    <w:rsid w:val="005135E9"/>
    <w:rsid w:val="005138FA"/>
    <w:rsid w:val="0051460B"/>
    <w:rsid w:val="00514EB2"/>
    <w:rsid w:val="00515BF0"/>
    <w:rsid w:val="00515C9E"/>
    <w:rsid w:val="00520551"/>
    <w:rsid w:val="0052308B"/>
    <w:rsid w:val="00525722"/>
    <w:rsid w:val="00525C49"/>
    <w:rsid w:val="00525FD5"/>
    <w:rsid w:val="00526D3F"/>
    <w:rsid w:val="00532A31"/>
    <w:rsid w:val="00533624"/>
    <w:rsid w:val="00535DA2"/>
    <w:rsid w:val="00535F98"/>
    <w:rsid w:val="005372B4"/>
    <w:rsid w:val="00540C16"/>
    <w:rsid w:val="005420B1"/>
    <w:rsid w:val="00544052"/>
    <w:rsid w:val="00544345"/>
    <w:rsid w:val="005453B5"/>
    <w:rsid w:val="00546821"/>
    <w:rsid w:val="00546928"/>
    <w:rsid w:val="00546A96"/>
    <w:rsid w:val="005503E7"/>
    <w:rsid w:val="00552DA1"/>
    <w:rsid w:val="005544F4"/>
    <w:rsid w:val="005554B9"/>
    <w:rsid w:val="005560A3"/>
    <w:rsid w:val="00556BE6"/>
    <w:rsid w:val="005574C3"/>
    <w:rsid w:val="0055750A"/>
    <w:rsid w:val="005576EF"/>
    <w:rsid w:val="00557F35"/>
    <w:rsid w:val="005607D3"/>
    <w:rsid w:val="0056136F"/>
    <w:rsid w:val="005619CE"/>
    <w:rsid w:val="005624BE"/>
    <w:rsid w:val="00563051"/>
    <w:rsid w:val="00564720"/>
    <w:rsid w:val="00566E1D"/>
    <w:rsid w:val="00567DE0"/>
    <w:rsid w:val="00567EEF"/>
    <w:rsid w:val="00570707"/>
    <w:rsid w:val="00570B99"/>
    <w:rsid w:val="005713A5"/>
    <w:rsid w:val="005727DA"/>
    <w:rsid w:val="005732EA"/>
    <w:rsid w:val="00574039"/>
    <w:rsid w:val="005749F1"/>
    <w:rsid w:val="0057501C"/>
    <w:rsid w:val="005760B8"/>
    <w:rsid w:val="00581239"/>
    <w:rsid w:val="00581DB5"/>
    <w:rsid w:val="00582DA9"/>
    <w:rsid w:val="005876B2"/>
    <w:rsid w:val="00591AFC"/>
    <w:rsid w:val="00593CAF"/>
    <w:rsid w:val="00595557"/>
    <w:rsid w:val="00596077"/>
    <w:rsid w:val="005A0729"/>
    <w:rsid w:val="005A2D49"/>
    <w:rsid w:val="005A2E44"/>
    <w:rsid w:val="005A2E4D"/>
    <w:rsid w:val="005A3C0A"/>
    <w:rsid w:val="005A651B"/>
    <w:rsid w:val="005B10DA"/>
    <w:rsid w:val="005B4492"/>
    <w:rsid w:val="005B6821"/>
    <w:rsid w:val="005B710D"/>
    <w:rsid w:val="005C06B9"/>
    <w:rsid w:val="005C1B87"/>
    <w:rsid w:val="005C21A6"/>
    <w:rsid w:val="005C2301"/>
    <w:rsid w:val="005C286F"/>
    <w:rsid w:val="005C2BD5"/>
    <w:rsid w:val="005C3CA2"/>
    <w:rsid w:val="005C775F"/>
    <w:rsid w:val="005C7C5A"/>
    <w:rsid w:val="005D0CC8"/>
    <w:rsid w:val="005D2735"/>
    <w:rsid w:val="005D4B80"/>
    <w:rsid w:val="005D4F10"/>
    <w:rsid w:val="005D53EB"/>
    <w:rsid w:val="005D5500"/>
    <w:rsid w:val="005D58B4"/>
    <w:rsid w:val="005D61D1"/>
    <w:rsid w:val="005E2A3B"/>
    <w:rsid w:val="005E2E54"/>
    <w:rsid w:val="005E3464"/>
    <w:rsid w:val="005E3CBA"/>
    <w:rsid w:val="005E49FB"/>
    <w:rsid w:val="005E5119"/>
    <w:rsid w:val="005E58A6"/>
    <w:rsid w:val="005E5CCD"/>
    <w:rsid w:val="005E5DA3"/>
    <w:rsid w:val="005E6182"/>
    <w:rsid w:val="005E6F1E"/>
    <w:rsid w:val="005F0DEE"/>
    <w:rsid w:val="005F12F9"/>
    <w:rsid w:val="005F1F97"/>
    <w:rsid w:val="005F207C"/>
    <w:rsid w:val="005F3DF7"/>
    <w:rsid w:val="005F4C07"/>
    <w:rsid w:val="005F5517"/>
    <w:rsid w:val="005F6D15"/>
    <w:rsid w:val="005F6DB5"/>
    <w:rsid w:val="006015FA"/>
    <w:rsid w:val="0060172C"/>
    <w:rsid w:val="006022EC"/>
    <w:rsid w:val="006025CF"/>
    <w:rsid w:val="0060290F"/>
    <w:rsid w:val="00603969"/>
    <w:rsid w:val="00606718"/>
    <w:rsid w:val="00607B56"/>
    <w:rsid w:val="00610C88"/>
    <w:rsid w:val="006110A8"/>
    <w:rsid w:val="00612060"/>
    <w:rsid w:val="00612580"/>
    <w:rsid w:val="0061265C"/>
    <w:rsid w:val="00612778"/>
    <w:rsid w:val="00614862"/>
    <w:rsid w:val="006148AE"/>
    <w:rsid w:val="00615F9C"/>
    <w:rsid w:val="0061682B"/>
    <w:rsid w:val="0062024D"/>
    <w:rsid w:val="00620D67"/>
    <w:rsid w:val="00623FB7"/>
    <w:rsid w:val="006255FE"/>
    <w:rsid w:val="00625621"/>
    <w:rsid w:val="0062599C"/>
    <w:rsid w:val="006261D1"/>
    <w:rsid w:val="0062731C"/>
    <w:rsid w:val="00635037"/>
    <w:rsid w:val="0064049B"/>
    <w:rsid w:val="00640844"/>
    <w:rsid w:val="00641324"/>
    <w:rsid w:val="006419A8"/>
    <w:rsid w:val="0064315A"/>
    <w:rsid w:val="00643F01"/>
    <w:rsid w:val="00645920"/>
    <w:rsid w:val="00645B57"/>
    <w:rsid w:val="00646166"/>
    <w:rsid w:val="006472C6"/>
    <w:rsid w:val="00647F0D"/>
    <w:rsid w:val="0065086A"/>
    <w:rsid w:val="006554B5"/>
    <w:rsid w:val="006554CF"/>
    <w:rsid w:val="00655A10"/>
    <w:rsid w:val="0065608F"/>
    <w:rsid w:val="00657371"/>
    <w:rsid w:val="006576B9"/>
    <w:rsid w:val="006601FF"/>
    <w:rsid w:val="00661B6B"/>
    <w:rsid w:val="0066408D"/>
    <w:rsid w:val="006654B5"/>
    <w:rsid w:val="00665BE0"/>
    <w:rsid w:val="00670F55"/>
    <w:rsid w:val="00671A0E"/>
    <w:rsid w:val="00672D39"/>
    <w:rsid w:val="00673FAF"/>
    <w:rsid w:val="006771B7"/>
    <w:rsid w:val="0068069E"/>
    <w:rsid w:val="00681EC3"/>
    <w:rsid w:val="00682310"/>
    <w:rsid w:val="00682EB6"/>
    <w:rsid w:val="006839F2"/>
    <w:rsid w:val="00684160"/>
    <w:rsid w:val="00684D9E"/>
    <w:rsid w:val="00684E8C"/>
    <w:rsid w:val="006851AF"/>
    <w:rsid w:val="0068671C"/>
    <w:rsid w:val="00686D26"/>
    <w:rsid w:val="00687A74"/>
    <w:rsid w:val="006907BD"/>
    <w:rsid w:val="006918F5"/>
    <w:rsid w:val="00693A2B"/>
    <w:rsid w:val="00695036"/>
    <w:rsid w:val="006967CF"/>
    <w:rsid w:val="006969D2"/>
    <w:rsid w:val="00696DC2"/>
    <w:rsid w:val="00697882"/>
    <w:rsid w:val="006A14C4"/>
    <w:rsid w:val="006A27A0"/>
    <w:rsid w:val="006A4B56"/>
    <w:rsid w:val="006A590B"/>
    <w:rsid w:val="006A7287"/>
    <w:rsid w:val="006A7406"/>
    <w:rsid w:val="006B2C22"/>
    <w:rsid w:val="006B33CA"/>
    <w:rsid w:val="006B455F"/>
    <w:rsid w:val="006B4D0E"/>
    <w:rsid w:val="006B4E66"/>
    <w:rsid w:val="006B5B4C"/>
    <w:rsid w:val="006B5C7E"/>
    <w:rsid w:val="006B5EE6"/>
    <w:rsid w:val="006C01CF"/>
    <w:rsid w:val="006C0881"/>
    <w:rsid w:val="006C1D51"/>
    <w:rsid w:val="006C2B36"/>
    <w:rsid w:val="006C2F7C"/>
    <w:rsid w:val="006C372A"/>
    <w:rsid w:val="006C4385"/>
    <w:rsid w:val="006C48A8"/>
    <w:rsid w:val="006C49BC"/>
    <w:rsid w:val="006C72BA"/>
    <w:rsid w:val="006C78C1"/>
    <w:rsid w:val="006C7A9A"/>
    <w:rsid w:val="006D321A"/>
    <w:rsid w:val="006D3F15"/>
    <w:rsid w:val="006D48F8"/>
    <w:rsid w:val="006D77C8"/>
    <w:rsid w:val="006E27BF"/>
    <w:rsid w:val="006E369B"/>
    <w:rsid w:val="006E4FEC"/>
    <w:rsid w:val="006E50C6"/>
    <w:rsid w:val="006E59F6"/>
    <w:rsid w:val="006F003D"/>
    <w:rsid w:val="006F11EE"/>
    <w:rsid w:val="006F3E65"/>
    <w:rsid w:val="006F4FA2"/>
    <w:rsid w:val="006F5908"/>
    <w:rsid w:val="006F599E"/>
    <w:rsid w:val="007029A5"/>
    <w:rsid w:val="0070354A"/>
    <w:rsid w:val="00703D92"/>
    <w:rsid w:val="00710E98"/>
    <w:rsid w:val="00711159"/>
    <w:rsid w:val="00711308"/>
    <w:rsid w:val="007152D8"/>
    <w:rsid w:val="00720CE3"/>
    <w:rsid w:val="00723C56"/>
    <w:rsid w:val="00723DA0"/>
    <w:rsid w:val="00723F01"/>
    <w:rsid w:val="007245E7"/>
    <w:rsid w:val="007263F1"/>
    <w:rsid w:val="00726EB0"/>
    <w:rsid w:val="007320E0"/>
    <w:rsid w:val="00733139"/>
    <w:rsid w:val="00733B2E"/>
    <w:rsid w:val="00733EDE"/>
    <w:rsid w:val="00734E81"/>
    <w:rsid w:val="00736161"/>
    <w:rsid w:val="00740380"/>
    <w:rsid w:val="00740FB1"/>
    <w:rsid w:val="007425BB"/>
    <w:rsid w:val="00742EE3"/>
    <w:rsid w:val="007450B7"/>
    <w:rsid w:val="00745989"/>
    <w:rsid w:val="00745FCF"/>
    <w:rsid w:val="007510BF"/>
    <w:rsid w:val="007516C5"/>
    <w:rsid w:val="00751DA9"/>
    <w:rsid w:val="007565BF"/>
    <w:rsid w:val="00756A7B"/>
    <w:rsid w:val="00757784"/>
    <w:rsid w:val="00760A97"/>
    <w:rsid w:val="00760D9F"/>
    <w:rsid w:val="007622A9"/>
    <w:rsid w:val="0076267B"/>
    <w:rsid w:val="00763D5E"/>
    <w:rsid w:val="00764C30"/>
    <w:rsid w:val="00765184"/>
    <w:rsid w:val="0077013E"/>
    <w:rsid w:val="00771449"/>
    <w:rsid w:val="007732C2"/>
    <w:rsid w:val="00773AE7"/>
    <w:rsid w:val="007755E3"/>
    <w:rsid w:val="00775F47"/>
    <w:rsid w:val="007764A6"/>
    <w:rsid w:val="00776EBF"/>
    <w:rsid w:val="007772CC"/>
    <w:rsid w:val="00777522"/>
    <w:rsid w:val="0077752A"/>
    <w:rsid w:val="0078007C"/>
    <w:rsid w:val="007800BC"/>
    <w:rsid w:val="00782E5C"/>
    <w:rsid w:val="00783976"/>
    <w:rsid w:val="00784974"/>
    <w:rsid w:val="007854FF"/>
    <w:rsid w:val="00790ABE"/>
    <w:rsid w:val="00791BAF"/>
    <w:rsid w:val="00793CD4"/>
    <w:rsid w:val="0079586A"/>
    <w:rsid w:val="00797F40"/>
    <w:rsid w:val="007A0BFA"/>
    <w:rsid w:val="007A316D"/>
    <w:rsid w:val="007A46E2"/>
    <w:rsid w:val="007A492D"/>
    <w:rsid w:val="007A4F1D"/>
    <w:rsid w:val="007A57C4"/>
    <w:rsid w:val="007A6254"/>
    <w:rsid w:val="007A7970"/>
    <w:rsid w:val="007B05F3"/>
    <w:rsid w:val="007B0CEE"/>
    <w:rsid w:val="007B101D"/>
    <w:rsid w:val="007B104A"/>
    <w:rsid w:val="007B1111"/>
    <w:rsid w:val="007B188D"/>
    <w:rsid w:val="007B2739"/>
    <w:rsid w:val="007B28D4"/>
    <w:rsid w:val="007B449F"/>
    <w:rsid w:val="007B4C70"/>
    <w:rsid w:val="007B4DAB"/>
    <w:rsid w:val="007B604B"/>
    <w:rsid w:val="007B7B3A"/>
    <w:rsid w:val="007C06C3"/>
    <w:rsid w:val="007C1F9E"/>
    <w:rsid w:val="007C205B"/>
    <w:rsid w:val="007C3CD3"/>
    <w:rsid w:val="007C5A5C"/>
    <w:rsid w:val="007C5B8C"/>
    <w:rsid w:val="007C5C6E"/>
    <w:rsid w:val="007C613A"/>
    <w:rsid w:val="007C6926"/>
    <w:rsid w:val="007C7D9E"/>
    <w:rsid w:val="007D0550"/>
    <w:rsid w:val="007D11FE"/>
    <w:rsid w:val="007D1744"/>
    <w:rsid w:val="007D4E46"/>
    <w:rsid w:val="007D5C15"/>
    <w:rsid w:val="007D5C54"/>
    <w:rsid w:val="007D736C"/>
    <w:rsid w:val="007E03B3"/>
    <w:rsid w:val="007E1257"/>
    <w:rsid w:val="007E1EFA"/>
    <w:rsid w:val="007E2D78"/>
    <w:rsid w:val="007E317D"/>
    <w:rsid w:val="007E3DA0"/>
    <w:rsid w:val="007E58CC"/>
    <w:rsid w:val="007F005D"/>
    <w:rsid w:val="007F3AAF"/>
    <w:rsid w:val="007F48C1"/>
    <w:rsid w:val="007F50ED"/>
    <w:rsid w:val="007F54B0"/>
    <w:rsid w:val="007F5750"/>
    <w:rsid w:val="007F76AF"/>
    <w:rsid w:val="0080313B"/>
    <w:rsid w:val="0080431D"/>
    <w:rsid w:val="00805EFC"/>
    <w:rsid w:val="00805FAA"/>
    <w:rsid w:val="0080644F"/>
    <w:rsid w:val="00806B38"/>
    <w:rsid w:val="00806C99"/>
    <w:rsid w:val="00807446"/>
    <w:rsid w:val="0081011B"/>
    <w:rsid w:val="008124BD"/>
    <w:rsid w:val="0081253A"/>
    <w:rsid w:val="0081496D"/>
    <w:rsid w:val="00815B14"/>
    <w:rsid w:val="00816053"/>
    <w:rsid w:val="0081627D"/>
    <w:rsid w:val="0081675C"/>
    <w:rsid w:val="00816E10"/>
    <w:rsid w:val="00820009"/>
    <w:rsid w:val="0082484B"/>
    <w:rsid w:val="00830482"/>
    <w:rsid w:val="008315C8"/>
    <w:rsid w:val="00832136"/>
    <w:rsid w:val="00832E37"/>
    <w:rsid w:val="008351F0"/>
    <w:rsid w:val="00835CAE"/>
    <w:rsid w:val="008378E0"/>
    <w:rsid w:val="0084083A"/>
    <w:rsid w:val="00840F72"/>
    <w:rsid w:val="00843019"/>
    <w:rsid w:val="00843BE5"/>
    <w:rsid w:val="00844956"/>
    <w:rsid w:val="00844B99"/>
    <w:rsid w:val="00851BF5"/>
    <w:rsid w:val="00851D9D"/>
    <w:rsid w:val="00854723"/>
    <w:rsid w:val="00855524"/>
    <w:rsid w:val="0085633D"/>
    <w:rsid w:val="00857484"/>
    <w:rsid w:val="008606BA"/>
    <w:rsid w:val="0086109A"/>
    <w:rsid w:val="008612C2"/>
    <w:rsid w:val="00863217"/>
    <w:rsid w:val="008637B4"/>
    <w:rsid w:val="00863FAA"/>
    <w:rsid w:val="00864405"/>
    <w:rsid w:val="008654DE"/>
    <w:rsid w:val="00866567"/>
    <w:rsid w:val="008707BB"/>
    <w:rsid w:val="008728A8"/>
    <w:rsid w:val="00872F7D"/>
    <w:rsid w:val="00874BD2"/>
    <w:rsid w:val="00876BC1"/>
    <w:rsid w:val="00877117"/>
    <w:rsid w:val="00882681"/>
    <w:rsid w:val="008839B6"/>
    <w:rsid w:val="00883D53"/>
    <w:rsid w:val="0088404F"/>
    <w:rsid w:val="00885F39"/>
    <w:rsid w:val="00886C2A"/>
    <w:rsid w:val="008903AD"/>
    <w:rsid w:val="00890824"/>
    <w:rsid w:val="0089199F"/>
    <w:rsid w:val="00891CAE"/>
    <w:rsid w:val="00892EAE"/>
    <w:rsid w:val="00893A13"/>
    <w:rsid w:val="0089532C"/>
    <w:rsid w:val="00895D1B"/>
    <w:rsid w:val="008960D8"/>
    <w:rsid w:val="008A3073"/>
    <w:rsid w:val="008A416E"/>
    <w:rsid w:val="008A4589"/>
    <w:rsid w:val="008A4F41"/>
    <w:rsid w:val="008A54A8"/>
    <w:rsid w:val="008A7AD4"/>
    <w:rsid w:val="008B263B"/>
    <w:rsid w:val="008B61D1"/>
    <w:rsid w:val="008B645F"/>
    <w:rsid w:val="008B6B0D"/>
    <w:rsid w:val="008B7FBE"/>
    <w:rsid w:val="008C181D"/>
    <w:rsid w:val="008C190E"/>
    <w:rsid w:val="008C1B76"/>
    <w:rsid w:val="008C2C04"/>
    <w:rsid w:val="008C33E4"/>
    <w:rsid w:val="008C3ED9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CFE"/>
    <w:rsid w:val="008E6DDE"/>
    <w:rsid w:val="008E744F"/>
    <w:rsid w:val="008E7BFA"/>
    <w:rsid w:val="008E7E6A"/>
    <w:rsid w:val="008F0F07"/>
    <w:rsid w:val="008F2A13"/>
    <w:rsid w:val="008F3011"/>
    <w:rsid w:val="008F371E"/>
    <w:rsid w:val="008F3AF5"/>
    <w:rsid w:val="008F5D13"/>
    <w:rsid w:val="008F6696"/>
    <w:rsid w:val="008F69E6"/>
    <w:rsid w:val="008F7B31"/>
    <w:rsid w:val="008F7C7B"/>
    <w:rsid w:val="0090223C"/>
    <w:rsid w:val="00903E77"/>
    <w:rsid w:val="00906170"/>
    <w:rsid w:val="00907293"/>
    <w:rsid w:val="0091020D"/>
    <w:rsid w:val="00910979"/>
    <w:rsid w:val="009125D0"/>
    <w:rsid w:val="009133E4"/>
    <w:rsid w:val="0091613A"/>
    <w:rsid w:val="0091688E"/>
    <w:rsid w:val="0092074B"/>
    <w:rsid w:val="00920FAC"/>
    <w:rsid w:val="00921115"/>
    <w:rsid w:val="0093075A"/>
    <w:rsid w:val="00931882"/>
    <w:rsid w:val="00931B78"/>
    <w:rsid w:val="00933A2C"/>
    <w:rsid w:val="00934530"/>
    <w:rsid w:val="00935EDE"/>
    <w:rsid w:val="00936FE5"/>
    <w:rsid w:val="0094312B"/>
    <w:rsid w:val="009436E4"/>
    <w:rsid w:val="00944F9F"/>
    <w:rsid w:val="009456C2"/>
    <w:rsid w:val="00945D6A"/>
    <w:rsid w:val="00946EA0"/>
    <w:rsid w:val="00950E83"/>
    <w:rsid w:val="00957454"/>
    <w:rsid w:val="009578B9"/>
    <w:rsid w:val="00960695"/>
    <w:rsid w:val="0096115B"/>
    <w:rsid w:val="009614AE"/>
    <w:rsid w:val="00962197"/>
    <w:rsid w:val="00963D4E"/>
    <w:rsid w:val="00963F04"/>
    <w:rsid w:val="00965C0E"/>
    <w:rsid w:val="00965D2E"/>
    <w:rsid w:val="00966D6D"/>
    <w:rsid w:val="0097177B"/>
    <w:rsid w:val="009738B6"/>
    <w:rsid w:val="00976ED9"/>
    <w:rsid w:val="0097706A"/>
    <w:rsid w:val="009779BF"/>
    <w:rsid w:val="00977B42"/>
    <w:rsid w:val="00980898"/>
    <w:rsid w:val="00981E91"/>
    <w:rsid w:val="009829C1"/>
    <w:rsid w:val="00983272"/>
    <w:rsid w:val="00984B31"/>
    <w:rsid w:val="00985561"/>
    <w:rsid w:val="009856A4"/>
    <w:rsid w:val="00987B0F"/>
    <w:rsid w:val="00992DD9"/>
    <w:rsid w:val="00995A5A"/>
    <w:rsid w:val="009968C5"/>
    <w:rsid w:val="009975DD"/>
    <w:rsid w:val="009A1C29"/>
    <w:rsid w:val="009A23AB"/>
    <w:rsid w:val="009A3870"/>
    <w:rsid w:val="009A414B"/>
    <w:rsid w:val="009A4311"/>
    <w:rsid w:val="009A6456"/>
    <w:rsid w:val="009B101B"/>
    <w:rsid w:val="009B3AC9"/>
    <w:rsid w:val="009B3EBD"/>
    <w:rsid w:val="009B4BC9"/>
    <w:rsid w:val="009B6BEC"/>
    <w:rsid w:val="009C062E"/>
    <w:rsid w:val="009C0D21"/>
    <w:rsid w:val="009C1E24"/>
    <w:rsid w:val="009C3A24"/>
    <w:rsid w:val="009C409B"/>
    <w:rsid w:val="009C4164"/>
    <w:rsid w:val="009C41E1"/>
    <w:rsid w:val="009C44A5"/>
    <w:rsid w:val="009C44BB"/>
    <w:rsid w:val="009C497E"/>
    <w:rsid w:val="009C5809"/>
    <w:rsid w:val="009C7118"/>
    <w:rsid w:val="009D081C"/>
    <w:rsid w:val="009D13CE"/>
    <w:rsid w:val="009D180E"/>
    <w:rsid w:val="009D1E9B"/>
    <w:rsid w:val="009D3382"/>
    <w:rsid w:val="009D39B6"/>
    <w:rsid w:val="009D39E4"/>
    <w:rsid w:val="009D4FCE"/>
    <w:rsid w:val="009D5BCF"/>
    <w:rsid w:val="009D6FB9"/>
    <w:rsid w:val="009E0891"/>
    <w:rsid w:val="009E3225"/>
    <w:rsid w:val="009E59F1"/>
    <w:rsid w:val="009E62CE"/>
    <w:rsid w:val="009E6697"/>
    <w:rsid w:val="009E72EA"/>
    <w:rsid w:val="009F0441"/>
    <w:rsid w:val="009F222B"/>
    <w:rsid w:val="009F274A"/>
    <w:rsid w:val="009F2CE8"/>
    <w:rsid w:val="009F3B8D"/>
    <w:rsid w:val="009F3C5F"/>
    <w:rsid w:val="009F431A"/>
    <w:rsid w:val="009F46C7"/>
    <w:rsid w:val="009F4F1A"/>
    <w:rsid w:val="009F6A39"/>
    <w:rsid w:val="009F6CF9"/>
    <w:rsid w:val="009F7C1E"/>
    <w:rsid w:val="00A0169C"/>
    <w:rsid w:val="00A023F3"/>
    <w:rsid w:val="00A02B2C"/>
    <w:rsid w:val="00A0546E"/>
    <w:rsid w:val="00A06568"/>
    <w:rsid w:val="00A10CE9"/>
    <w:rsid w:val="00A10DD1"/>
    <w:rsid w:val="00A110A4"/>
    <w:rsid w:val="00A12678"/>
    <w:rsid w:val="00A12922"/>
    <w:rsid w:val="00A165CF"/>
    <w:rsid w:val="00A17049"/>
    <w:rsid w:val="00A17218"/>
    <w:rsid w:val="00A175A2"/>
    <w:rsid w:val="00A232C1"/>
    <w:rsid w:val="00A23C1C"/>
    <w:rsid w:val="00A24468"/>
    <w:rsid w:val="00A246CF"/>
    <w:rsid w:val="00A24D95"/>
    <w:rsid w:val="00A25985"/>
    <w:rsid w:val="00A25D96"/>
    <w:rsid w:val="00A27767"/>
    <w:rsid w:val="00A304B5"/>
    <w:rsid w:val="00A30DBC"/>
    <w:rsid w:val="00A31956"/>
    <w:rsid w:val="00A32494"/>
    <w:rsid w:val="00A3494F"/>
    <w:rsid w:val="00A419D6"/>
    <w:rsid w:val="00A41BD8"/>
    <w:rsid w:val="00A420FC"/>
    <w:rsid w:val="00A42725"/>
    <w:rsid w:val="00A432F7"/>
    <w:rsid w:val="00A4485C"/>
    <w:rsid w:val="00A51075"/>
    <w:rsid w:val="00A52B84"/>
    <w:rsid w:val="00A53440"/>
    <w:rsid w:val="00A539EF"/>
    <w:rsid w:val="00A56694"/>
    <w:rsid w:val="00A614F4"/>
    <w:rsid w:val="00A62EA6"/>
    <w:rsid w:val="00A650EA"/>
    <w:rsid w:val="00A670A9"/>
    <w:rsid w:val="00A67B56"/>
    <w:rsid w:val="00A67D5C"/>
    <w:rsid w:val="00A71314"/>
    <w:rsid w:val="00A72FD8"/>
    <w:rsid w:val="00A73801"/>
    <w:rsid w:val="00A74638"/>
    <w:rsid w:val="00A74808"/>
    <w:rsid w:val="00A76FE8"/>
    <w:rsid w:val="00A77800"/>
    <w:rsid w:val="00A82A96"/>
    <w:rsid w:val="00A84072"/>
    <w:rsid w:val="00A8524E"/>
    <w:rsid w:val="00A87820"/>
    <w:rsid w:val="00A9102B"/>
    <w:rsid w:val="00AA07F2"/>
    <w:rsid w:val="00AA0B64"/>
    <w:rsid w:val="00AA0C52"/>
    <w:rsid w:val="00AA10D5"/>
    <w:rsid w:val="00AA1284"/>
    <w:rsid w:val="00AA2A2B"/>
    <w:rsid w:val="00AA379A"/>
    <w:rsid w:val="00AA5B41"/>
    <w:rsid w:val="00AA5D4D"/>
    <w:rsid w:val="00AA680C"/>
    <w:rsid w:val="00AA6E0D"/>
    <w:rsid w:val="00AA758D"/>
    <w:rsid w:val="00AA7F47"/>
    <w:rsid w:val="00AB0AAA"/>
    <w:rsid w:val="00AB251B"/>
    <w:rsid w:val="00AB3489"/>
    <w:rsid w:val="00AB5BCC"/>
    <w:rsid w:val="00AB7621"/>
    <w:rsid w:val="00AC06BB"/>
    <w:rsid w:val="00AC1480"/>
    <w:rsid w:val="00AC1F43"/>
    <w:rsid w:val="00AC2138"/>
    <w:rsid w:val="00AC2544"/>
    <w:rsid w:val="00AC2FBF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3B11"/>
    <w:rsid w:val="00AD4325"/>
    <w:rsid w:val="00AD4DBA"/>
    <w:rsid w:val="00AD5EAE"/>
    <w:rsid w:val="00AD6A9F"/>
    <w:rsid w:val="00AD6D77"/>
    <w:rsid w:val="00AD6ED8"/>
    <w:rsid w:val="00AD7719"/>
    <w:rsid w:val="00AD7BD7"/>
    <w:rsid w:val="00AE1E5B"/>
    <w:rsid w:val="00AE2241"/>
    <w:rsid w:val="00AE2525"/>
    <w:rsid w:val="00AE53BC"/>
    <w:rsid w:val="00AE5555"/>
    <w:rsid w:val="00AE6D46"/>
    <w:rsid w:val="00AE77BF"/>
    <w:rsid w:val="00AF13D5"/>
    <w:rsid w:val="00AF214C"/>
    <w:rsid w:val="00AF269A"/>
    <w:rsid w:val="00AF45AB"/>
    <w:rsid w:val="00AF5819"/>
    <w:rsid w:val="00B00268"/>
    <w:rsid w:val="00B00924"/>
    <w:rsid w:val="00B009B3"/>
    <w:rsid w:val="00B01379"/>
    <w:rsid w:val="00B027A0"/>
    <w:rsid w:val="00B03458"/>
    <w:rsid w:val="00B052E4"/>
    <w:rsid w:val="00B06466"/>
    <w:rsid w:val="00B065FB"/>
    <w:rsid w:val="00B10484"/>
    <w:rsid w:val="00B1108F"/>
    <w:rsid w:val="00B11FFF"/>
    <w:rsid w:val="00B12733"/>
    <w:rsid w:val="00B14812"/>
    <w:rsid w:val="00B15E5B"/>
    <w:rsid w:val="00B160FA"/>
    <w:rsid w:val="00B16A44"/>
    <w:rsid w:val="00B16E64"/>
    <w:rsid w:val="00B23B8A"/>
    <w:rsid w:val="00B2439C"/>
    <w:rsid w:val="00B2528A"/>
    <w:rsid w:val="00B25E03"/>
    <w:rsid w:val="00B274A9"/>
    <w:rsid w:val="00B274B0"/>
    <w:rsid w:val="00B300C1"/>
    <w:rsid w:val="00B31C1C"/>
    <w:rsid w:val="00B31CAE"/>
    <w:rsid w:val="00B32151"/>
    <w:rsid w:val="00B32F4C"/>
    <w:rsid w:val="00B35A46"/>
    <w:rsid w:val="00B35B32"/>
    <w:rsid w:val="00B373EE"/>
    <w:rsid w:val="00B42AA4"/>
    <w:rsid w:val="00B42C42"/>
    <w:rsid w:val="00B46895"/>
    <w:rsid w:val="00B5099C"/>
    <w:rsid w:val="00B51123"/>
    <w:rsid w:val="00B517E9"/>
    <w:rsid w:val="00B51E89"/>
    <w:rsid w:val="00B5371D"/>
    <w:rsid w:val="00B5457B"/>
    <w:rsid w:val="00B54CD0"/>
    <w:rsid w:val="00B55624"/>
    <w:rsid w:val="00B55ACF"/>
    <w:rsid w:val="00B569AB"/>
    <w:rsid w:val="00B57CF2"/>
    <w:rsid w:val="00B60370"/>
    <w:rsid w:val="00B62182"/>
    <w:rsid w:val="00B622DE"/>
    <w:rsid w:val="00B62ED6"/>
    <w:rsid w:val="00B6371B"/>
    <w:rsid w:val="00B6396C"/>
    <w:rsid w:val="00B643D4"/>
    <w:rsid w:val="00B6450B"/>
    <w:rsid w:val="00B64F18"/>
    <w:rsid w:val="00B66050"/>
    <w:rsid w:val="00B66A38"/>
    <w:rsid w:val="00B70970"/>
    <w:rsid w:val="00B70973"/>
    <w:rsid w:val="00B7161B"/>
    <w:rsid w:val="00B74B2C"/>
    <w:rsid w:val="00B83B13"/>
    <w:rsid w:val="00B83B2D"/>
    <w:rsid w:val="00B85B1D"/>
    <w:rsid w:val="00B8609B"/>
    <w:rsid w:val="00B87362"/>
    <w:rsid w:val="00B873B9"/>
    <w:rsid w:val="00B8742D"/>
    <w:rsid w:val="00B87B50"/>
    <w:rsid w:val="00B87F5F"/>
    <w:rsid w:val="00B90B8E"/>
    <w:rsid w:val="00B90FD0"/>
    <w:rsid w:val="00B912ED"/>
    <w:rsid w:val="00B92FB1"/>
    <w:rsid w:val="00B934FD"/>
    <w:rsid w:val="00B94202"/>
    <w:rsid w:val="00B978B9"/>
    <w:rsid w:val="00BA164B"/>
    <w:rsid w:val="00BA2B3D"/>
    <w:rsid w:val="00BA44DE"/>
    <w:rsid w:val="00BA6122"/>
    <w:rsid w:val="00BA67C8"/>
    <w:rsid w:val="00BA76BD"/>
    <w:rsid w:val="00BA7BF9"/>
    <w:rsid w:val="00BB016A"/>
    <w:rsid w:val="00BB0409"/>
    <w:rsid w:val="00BB2282"/>
    <w:rsid w:val="00BB2DCC"/>
    <w:rsid w:val="00BB2F74"/>
    <w:rsid w:val="00BB5EDC"/>
    <w:rsid w:val="00BB5F9E"/>
    <w:rsid w:val="00BB74AF"/>
    <w:rsid w:val="00BC08D2"/>
    <w:rsid w:val="00BC27DD"/>
    <w:rsid w:val="00BC29B3"/>
    <w:rsid w:val="00BC2EEB"/>
    <w:rsid w:val="00BC3A33"/>
    <w:rsid w:val="00BC64A4"/>
    <w:rsid w:val="00BD193B"/>
    <w:rsid w:val="00BD2D85"/>
    <w:rsid w:val="00BD45BC"/>
    <w:rsid w:val="00BD546A"/>
    <w:rsid w:val="00BD68F1"/>
    <w:rsid w:val="00BD7818"/>
    <w:rsid w:val="00BE179C"/>
    <w:rsid w:val="00BE2B9E"/>
    <w:rsid w:val="00BE2CCB"/>
    <w:rsid w:val="00BE3113"/>
    <w:rsid w:val="00BE5C12"/>
    <w:rsid w:val="00BE7E2C"/>
    <w:rsid w:val="00BF08E5"/>
    <w:rsid w:val="00BF0D4A"/>
    <w:rsid w:val="00BF1D75"/>
    <w:rsid w:val="00BF4238"/>
    <w:rsid w:val="00BF4818"/>
    <w:rsid w:val="00BF4F2B"/>
    <w:rsid w:val="00BF572C"/>
    <w:rsid w:val="00BF6944"/>
    <w:rsid w:val="00BF69BA"/>
    <w:rsid w:val="00BF72A5"/>
    <w:rsid w:val="00BF73B9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3B52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05AE"/>
    <w:rsid w:val="00C30D88"/>
    <w:rsid w:val="00C31F14"/>
    <w:rsid w:val="00C342B8"/>
    <w:rsid w:val="00C3445B"/>
    <w:rsid w:val="00C347BE"/>
    <w:rsid w:val="00C349E0"/>
    <w:rsid w:val="00C35A18"/>
    <w:rsid w:val="00C35AFD"/>
    <w:rsid w:val="00C35B3F"/>
    <w:rsid w:val="00C35B4F"/>
    <w:rsid w:val="00C36B55"/>
    <w:rsid w:val="00C37F94"/>
    <w:rsid w:val="00C402AC"/>
    <w:rsid w:val="00C42EB2"/>
    <w:rsid w:val="00C431E8"/>
    <w:rsid w:val="00C44B70"/>
    <w:rsid w:val="00C46BCE"/>
    <w:rsid w:val="00C506C0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0675"/>
    <w:rsid w:val="00C718AA"/>
    <w:rsid w:val="00C723C5"/>
    <w:rsid w:val="00C723CE"/>
    <w:rsid w:val="00C723DC"/>
    <w:rsid w:val="00C72703"/>
    <w:rsid w:val="00C72BDD"/>
    <w:rsid w:val="00C73945"/>
    <w:rsid w:val="00C75632"/>
    <w:rsid w:val="00C756DE"/>
    <w:rsid w:val="00C77946"/>
    <w:rsid w:val="00C77D05"/>
    <w:rsid w:val="00C80A7F"/>
    <w:rsid w:val="00C80BDE"/>
    <w:rsid w:val="00C810B1"/>
    <w:rsid w:val="00C81160"/>
    <w:rsid w:val="00C8160E"/>
    <w:rsid w:val="00C8175D"/>
    <w:rsid w:val="00C82DE1"/>
    <w:rsid w:val="00C830CF"/>
    <w:rsid w:val="00C83C9E"/>
    <w:rsid w:val="00C84142"/>
    <w:rsid w:val="00C848B0"/>
    <w:rsid w:val="00C86AB1"/>
    <w:rsid w:val="00C872DC"/>
    <w:rsid w:val="00C901D8"/>
    <w:rsid w:val="00C91042"/>
    <w:rsid w:val="00C9131E"/>
    <w:rsid w:val="00C92ED3"/>
    <w:rsid w:val="00C933F3"/>
    <w:rsid w:val="00C946E6"/>
    <w:rsid w:val="00C96CC7"/>
    <w:rsid w:val="00CA292A"/>
    <w:rsid w:val="00CA2B55"/>
    <w:rsid w:val="00CA37E2"/>
    <w:rsid w:val="00CA3AF3"/>
    <w:rsid w:val="00CA4485"/>
    <w:rsid w:val="00CA46DE"/>
    <w:rsid w:val="00CA7A88"/>
    <w:rsid w:val="00CB1478"/>
    <w:rsid w:val="00CB488A"/>
    <w:rsid w:val="00CB5406"/>
    <w:rsid w:val="00CC0CE6"/>
    <w:rsid w:val="00CC0D4C"/>
    <w:rsid w:val="00CC167F"/>
    <w:rsid w:val="00CC3723"/>
    <w:rsid w:val="00CC4A05"/>
    <w:rsid w:val="00CC4CE1"/>
    <w:rsid w:val="00CC537A"/>
    <w:rsid w:val="00CC643B"/>
    <w:rsid w:val="00CC69E2"/>
    <w:rsid w:val="00CC6DE8"/>
    <w:rsid w:val="00CC777C"/>
    <w:rsid w:val="00CD15F7"/>
    <w:rsid w:val="00CD166E"/>
    <w:rsid w:val="00CD44EB"/>
    <w:rsid w:val="00CD4A8B"/>
    <w:rsid w:val="00CD5356"/>
    <w:rsid w:val="00CD5A8F"/>
    <w:rsid w:val="00CD5DBF"/>
    <w:rsid w:val="00CD6910"/>
    <w:rsid w:val="00CD69F8"/>
    <w:rsid w:val="00CE176A"/>
    <w:rsid w:val="00CE178E"/>
    <w:rsid w:val="00CE311E"/>
    <w:rsid w:val="00CE4139"/>
    <w:rsid w:val="00CE77F0"/>
    <w:rsid w:val="00CF0AF3"/>
    <w:rsid w:val="00CF0CBC"/>
    <w:rsid w:val="00CF260D"/>
    <w:rsid w:val="00CF2B1C"/>
    <w:rsid w:val="00CF3758"/>
    <w:rsid w:val="00CF3B5E"/>
    <w:rsid w:val="00CF4853"/>
    <w:rsid w:val="00CF505A"/>
    <w:rsid w:val="00CF6F3F"/>
    <w:rsid w:val="00CF79F6"/>
    <w:rsid w:val="00D009E7"/>
    <w:rsid w:val="00D02C5D"/>
    <w:rsid w:val="00D03CC0"/>
    <w:rsid w:val="00D04D9B"/>
    <w:rsid w:val="00D0663A"/>
    <w:rsid w:val="00D07D44"/>
    <w:rsid w:val="00D11C3B"/>
    <w:rsid w:val="00D13BDE"/>
    <w:rsid w:val="00D156CE"/>
    <w:rsid w:val="00D1598D"/>
    <w:rsid w:val="00D1617B"/>
    <w:rsid w:val="00D1627B"/>
    <w:rsid w:val="00D16434"/>
    <w:rsid w:val="00D1732B"/>
    <w:rsid w:val="00D174FB"/>
    <w:rsid w:val="00D2022A"/>
    <w:rsid w:val="00D205CD"/>
    <w:rsid w:val="00D248CC"/>
    <w:rsid w:val="00D2510E"/>
    <w:rsid w:val="00D25F24"/>
    <w:rsid w:val="00D265D9"/>
    <w:rsid w:val="00D373F3"/>
    <w:rsid w:val="00D37F01"/>
    <w:rsid w:val="00D4070A"/>
    <w:rsid w:val="00D41A34"/>
    <w:rsid w:val="00D43766"/>
    <w:rsid w:val="00D446E9"/>
    <w:rsid w:val="00D44A28"/>
    <w:rsid w:val="00D459B6"/>
    <w:rsid w:val="00D50FD4"/>
    <w:rsid w:val="00D51AA7"/>
    <w:rsid w:val="00D51E4C"/>
    <w:rsid w:val="00D52055"/>
    <w:rsid w:val="00D5226F"/>
    <w:rsid w:val="00D546DA"/>
    <w:rsid w:val="00D54C2A"/>
    <w:rsid w:val="00D55A61"/>
    <w:rsid w:val="00D55EED"/>
    <w:rsid w:val="00D568F1"/>
    <w:rsid w:val="00D57225"/>
    <w:rsid w:val="00D57D31"/>
    <w:rsid w:val="00D617EC"/>
    <w:rsid w:val="00D61ED9"/>
    <w:rsid w:val="00D642A9"/>
    <w:rsid w:val="00D643A6"/>
    <w:rsid w:val="00D6464F"/>
    <w:rsid w:val="00D65BA3"/>
    <w:rsid w:val="00D65C68"/>
    <w:rsid w:val="00D6653B"/>
    <w:rsid w:val="00D667DF"/>
    <w:rsid w:val="00D66B7F"/>
    <w:rsid w:val="00D7018E"/>
    <w:rsid w:val="00D71AE7"/>
    <w:rsid w:val="00D71E58"/>
    <w:rsid w:val="00D726B3"/>
    <w:rsid w:val="00D735B6"/>
    <w:rsid w:val="00D73A5C"/>
    <w:rsid w:val="00D76014"/>
    <w:rsid w:val="00D76298"/>
    <w:rsid w:val="00D76C92"/>
    <w:rsid w:val="00D8161E"/>
    <w:rsid w:val="00D8161F"/>
    <w:rsid w:val="00D83A7B"/>
    <w:rsid w:val="00D85577"/>
    <w:rsid w:val="00D85EAB"/>
    <w:rsid w:val="00D8687C"/>
    <w:rsid w:val="00D9091B"/>
    <w:rsid w:val="00D9178C"/>
    <w:rsid w:val="00D94640"/>
    <w:rsid w:val="00D96549"/>
    <w:rsid w:val="00D97469"/>
    <w:rsid w:val="00D97AE9"/>
    <w:rsid w:val="00DA2088"/>
    <w:rsid w:val="00DA27E1"/>
    <w:rsid w:val="00DA3126"/>
    <w:rsid w:val="00DA3E9A"/>
    <w:rsid w:val="00DA53E4"/>
    <w:rsid w:val="00DA6D5F"/>
    <w:rsid w:val="00DB0691"/>
    <w:rsid w:val="00DB0E0C"/>
    <w:rsid w:val="00DB141A"/>
    <w:rsid w:val="00DC2276"/>
    <w:rsid w:val="00DC2873"/>
    <w:rsid w:val="00DC4224"/>
    <w:rsid w:val="00DC488D"/>
    <w:rsid w:val="00DC4A8B"/>
    <w:rsid w:val="00DC4B91"/>
    <w:rsid w:val="00DC59BF"/>
    <w:rsid w:val="00DC67EE"/>
    <w:rsid w:val="00DC7837"/>
    <w:rsid w:val="00DD003F"/>
    <w:rsid w:val="00DD1A17"/>
    <w:rsid w:val="00DE0B2B"/>
    <w:rsid w:val="00DE3594"/>
    <w:rsid w:val="00DE46E9"/>
    <w:rsid w:val="00DE4879"/>
    <w:rsid w:val="00DE48D3"/>
    <w:rsid w:val="00DE6041"/>
    <w:rsid w:val="00DE6F44"/>
    <w:rsid w:val="00DE72B9"/>
    <w:rsid w:val="00DE7DC3"/>
    <w:rsid w:val="00DF09F6"/>
    <w:rsid w:val="00DF0A64"/>
    <w:rsid w:val="00DF196D"/>
    <w:rsid w:val="00DF249A"/>
    <w:rsid w:val="00DF2DCB"/>
    <w:rsid w:val="00DF2E4A"/>
    <w:rsid w:val="00DF2ED6"/>
    <w:rsid w:val="00DF3F91"/>
    <w:rsid w:val="00DF4D42"/>
    <w:rsid w:val="00DF544C"/>
    <w:rsid w:val="00DF63E5"/>
    <w:rsid w:val="00DF6F2F"/>
    <w:rsid w:val="00E01532"/>
    <w:rsid w:val="00E02028"/>
    <w:rsid w:val="00E02186"/>
    <w:rsid w:val="00E02A07"/>
    <w:rsid w:val="00E031D2"/>
    <w:rsid w:val="00E03741"/>
    <w:rsid w:val="00E06EB7"/>
    <w:rsid w:val="00E0703B"/>
    <w:rsid w:val="00E070DE"/>
    <w:rsid w:val="00E10E00"/>
    <w:rsid w:val="00E11991"/>
    <w:rsid w:val="00E14BD4"/>
    <w:rsid w:val="00E17879"/>
    <w:rsid w:val="00E21003"/>
    <w:rsid w:val="00E22988"/>
    <w:rsid w:val="00E23363"/>
    <w:rsid w:val="00E23DC1"/>
    <w:rsid w:val="00E251C8"/>
    <w:rsid w:val="00E25338"/>
    <w:rsid w:val="00E254B3"/>
    <w:rsid w:val="00E258F1"/>
    <w:rsid w:val="00E26F0E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37D51"/>
    <w:rsid w:val="00E406FE"/>
    <w:rsid w:val="00E42BD3"/>
    <w:rsid w:val="00E4318C"/>
    <w:rsid w:val="00E43ACC"/>
    <w:rsid w:val="00E44C3D"/>
    <w:rsid w:val="00E44E48"/>
    <w:rsid w:val="00E45C6B"/>
    <w:rsid w:val="00E46B39"/>
    <w:rsid w:val="00E52C61"/>
    <w:rsid w:val="00E5360B"/>
    <w:rsid w:val="00E536BD"/>
    <w:rsid w:val="00E53DEB"/>
    <w:rsid w:val="00E557AB"/>
    <w:rsid w:val="00E56E33"/>
    <w:rsid w:val="00E579EA"/>
    <w:rsid w:val="00E6211B"/>
    <w:rsid w:val="00E6237C"/>
    <w:rsid w:val="00E625DD"/>
    <w:rsid w:val="00E6336C"/>
    <w:rsid w:val="00E63BB3"/>
    <w:rsid w:val="00E64A32"/>
    <w:rsid w:val="00E70BEC"/>
    <w:rsid w:val="00E70CD6"/>
    <w:rsid w:val="00E71383"/>
    <w:rsid w:val="00E72137"/>
    <w:rsid w:val="00E73F39"/>
    <w:rsid w:val="00E740D2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3B2B"/>
    <w:rsid w:val="00E860F9"/>
    <w:rsid w:val="00E86966"/>
    <w:rsid w:val="00E86A1E"/>
    <w:rsid w:val="00E87790"/>
    <w:rsid w:val="00E9351B"/>
    <w:rsid w:val="00E954C8"/>
    <w:rsid w:val="00E95E9C"/>
    <w:rsid w:val="00E9667F"/>
    <w:rsid w:val="00E97594"/>
    <w:rsid w:val="00EA1DA2"/>
    <w:rsid w:val="00EA4FA8"/>
    <w:rsid w:val="00EA596C"/>
    <w:rsid w:val="00EA5E35"/>
    <w:rsid w:val="00EA642A"/>
    <w:rsid w:val="00EB16E2"/>
    <w:rsid w:val="00EB1769"/>
    <w:rsid w:val="00EB641B"/>
    <w:rsid w:val="00EC103E"/>
    <w:rsid w:val="00EC12D4"/>
    <w:rsid w:val="00EC4202"/>
    <w:rsid w:val="00EC5210"/>
    <w:rsid w:val="00EC53EC"/>
    <w:rsid w:val="00EC5C6A"/>
    <w:rsid w:val="00EC5D1A"/>
    <w:rsid w:val="00EC5F81"/>
    <w:rsid w:val="00EC6246"/>
    <w:rsid w:val="00EC7624"/>
    <w:rsid w:val="00ED117E"/>
    <w:rsid w:val="00ED17C7"/>
    <w:rsid w:val="00ED1A85"/>
    <w:rsid w:val="00ED2149"/>
    <w:rsid w:val="00ED2E90"/>
    <w:rsid w:val="00ED491B"/>
    <w:rsid w:val="00ED51B0"/>
    <w:rsid w:val="00ED7B7B"/>
    <w:rsid w:val="00EE06AC"/>
    <w:rsid w:val="00EE3BCA"/>
    <w:rsid w:val="00EE5D08"/>
    <w:rsid w:val="00EF05BA"/>
    <w:rsid w:val="00EF1B8E"/>
    <w:rsid w:val="00EF1B9B"/>
    <w:rsid w:val="00EF209B"/>
    <w:rsid w:val="00EF29E6"/>
    <w:rsid w:val="00EF635B"/>
    <w:rsid w:val="00F00D7B"/>
    <w:rsid w:val="00F0107B"/>
    <w:rsid w:val="00F04613"/>
    <w:rsid w:val="00F04C82"/>
    <w:rsid w:val="00F061C0"/>
    <w:rsid w:val="00F06582"/>
    <w:rsid w:val="00F078AD"/>
    <w:rsid w:val="00F10595"/>
    <w:rsid w:val="00F10E5D"/>
    <w:rsid w:val="00F112FB"/>
    <w:rsid w:val="00F1193C"/>
    <w:rsid w:val="00F12F7E"/>
    <w:rsid w:val="00F144CC"/>
    <w:rsid w:val="00F15E77"/>
    <w:rsid w:val="00F2055B"/>
    <w:rsid w:val="00F218FC"/>
    <w:rsid w:val="00F21D21"/>
    <w:rsid w:val="00F240A7"/>
    <w:rsid w:val="00F241F0"/>
    <w:rsid w:val="00F2633E"/>
    <w:rsid w:val="00F30F99"/>
    <w:rsid w:val="00F3304C"/>
    <w:rsid w:val="00F33155"/>
    <w:rsid w:val="00F35038"/>
    <w:rsid w:val="00F360FE"/>
    <w:rsid w:val="00F378D9"/>
    <w:rsid w:val="00F37CA2"/>
    <w:rsid w:val="00F4315C"/>
    <w:rsid w:val="00F44C8F"/>
    <w:rsid w:val="00F45A02"/>
    <w:rsid w:val="00F469D5"/>
    <w:rsid w:val="00F46D19"/>
    <w:rsid w:val="00F5284E"/>
    <w:rsid w:val="00F543C1"/>
    <w:rsid w:val="00F54CCE"/>
    <w:rsid w:val="00F54F62"/>
    <w:rsid w:val="00F60321"/>
    <w:rsid w:val="00F630CE"/>
    <w:rsid w:val="00F63273"/>
    <w:rsid w:val="00F643E5"/>
    <w:rsid w:val="00F70191"/>
    <w:rsid w:val="00F7057F"/>
    <w:rsid w:val="00F70BBD"/>
    <w:rsid w:val="00F71524"/>
    <w:rsid w:val="00F7183F"/>
    <w:rsid w:val="00F748E3"/>
    <w:rsid w:val="00F76DB8"/>
    <w:rsid w:val="00F80B4A"/>
    <w:rsid w:val="00F82881"/>
    <w:rsid w:val="00F834D2"/>
    <w:rsid w:val="00F83E9F"/>
    <w:rsid w:val="00F84BE0"/>
    <w:rsid w:val="00F84DDD"/>
    <w:rsid w:val="00F8557C"/>
    <w:rsid w:val="00F86E8C"/>
    <w:rsid w:val="00F87F9D"/>
    <w:rsid w:val="00F90FD9"/>
    <w:rsid w:val="00F93AEF"/>
    <w:rsid w:val="00F9434D"/>
    <w:rsid w:val="00F95402"/>
    <w:rsid w:val="00F95998"/>
    <w:rsid w:val="00F95D7F"/>
    <w:rsid w:val="00F96273"/>
    <w:rsid w:val="00F97621"/>
    <w:rsid w:val="00FA062C"/>
    <w:rsid w:val="00FA0940"/>
    <w:rsid w:val="00FA098B"/>
    <w:rsid w:val="00FA11F0"/>
    <w:rsid w:val="00FA16C8"/>
    <w:rsid w:val="00FA290A"/>
    <w:rsid w:val="00FA3044"/>
    <w:rsid w:val="00FA3691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B7037"/>
    <w:rsid w:val="00FC050B"/>
    <w:rsid w:val="00FC0C7E"/>
    <w:rsid w:val="00FC1B4F"/>
    <w:rsid w:val="00FC367D"/>
    <w:rsid w:val="00FC4E81"/>
    <w:rsid w:val="00FC52DC"/>
    <w:rsid w:val="00FC66E8"/>
    <w:rsid w:val="00FD0D4E"/>
    <w:rsid w:val="00FD1AF5"/>
    <w:rsid w:val="00FD1B4A"/>
    <w:rsid w:val="00FD2DD0"/>
    <w:rsid w:val="00FD3777"/>
    <w:rsid w:val="00FD5BBD"/>
    <w:rsid w:val="00FD6C84"/>
    <w:rsid w:val="00FD6CFC"/>
    <w:rsid w:val="00FD6ECC"/>
    <w:rsid w:val="00FE0343"/>
    <w:rsid w:val="00FE0D72"/>
    <w:rsid w:val="00FE12C7"/>
    <w:rsid w:val="00FE1C2A"/>
    <w:rsid w:val="00FE1F6B"/>
    <w:rsid w:val="00FE2E71"/>
    <w:rsid w:val="00FE5E2E"/>
    <w:rsid w:val="00FE6039"/>
    <w:rsid w:val="00FF3DAF"/>
    <w:rsid w:val="00FF6516"/>
    <w:rsid w:val="020C13AE"/>
    <w:rsid w:val="0CDC3E4A"/>
    <w:rsid w:val="14097ED7"/>
    <w:rsid w:val="158B2B79"/>
    <w:rsid w:val="22408168"/>
    <w:rsid w:val="2274C8BF"/>
    <w:rsid w:val="22C4B802"/>
    <w:rsid w:val="26E131F9"/>
    <w:rsid w:val="34AE1341"/>
    <w:rsid w:val="3667EAF8"/>
    <w:rsid w:val="46ECB2E5"/>
    <w:rsid w:val="480BCA9D"/>
    <w:rsid w:val="4B67ABCC"/>
    <w:rsid w:val="512E69E8"/>
    <w:rsid w:val="593F08A4"/>
    <w:rsid w:val="600EEFB9"/>
    <w:rsid w:val="64273CE8"/>
    <w:rsid w:val="65A33D6B"/>
    <w:rsid w:val="6B9C6F41"/>
    <w:rsid w:val="6BFC46C9"/>
    <w:rsid w:val="76237C94"/>
    <w:rsid w:val="7784ACF0"/>
    <w:rsid w:val="77CCA809"/>
    <w:rsid w:val="787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7A0BA9DA-2AFD-4827-A8EE-363043D0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91CF-2F9B-4A95-9D9E-5864AD4B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1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Renault Trucks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213</cp:revision>
  <cp:lastPrinted>2024-04-25T22:05:00Z</cp:lastPrinted>
  <dcterms:created xsi:type="dcterms:W3CDTF">2024-11-07T10:35:00Z</dcterms:created>
  <dcterms:modified xsi:type="dcterms:W3CDTF">2024-11-20T10:10:00Z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