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7C228" w14:textId="5E7C560F" w:rsidR="009436E4" w:rsidRPr="0054469A" w:rsidRDefault="00612060" w:rsidP="00A67D5C">
      <w:pPr>
        <w:spacing w:after="360"/>
        <w:rPr>
          <w:lang w:val="de-DE"/>
        </w:rPr>
      </w:pPr>
      <w:r w:rsidRPr="0054469A"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9263" behindDoc="0" locked="0" layoutInCell="1" allowOverlap="1" wp14:anchorId="05F280CE" wp14:editId="62FE581C">
                <wp:simplePos x="0" y="0"/>
                <wp:positionH relativeFrom="column">
                  <wp:posOffset>-601069</wp:posOffset>
                </wp:positionH>
                <wp:positionV relativeFrom="paragraph">
                  <wp:posOffset>-601759</wp:posOffset>
                </wp:positionV>
                <wp:extent cx="1233050" cy="1298254"/>
                <wp:effectExtent l="0" t="0" r="5715" b="0"/>
                <wp:wrapNone/>
                <wp:docPr id="26" name="Imag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rgbClr val="FFFFFF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6A924" id="Image 9" o:spid="_x0000_s1026" style="position:absolute;margin-left:-47.35pt;margin-top:-47.4pt;width:97.1pt;height:102.2pt;z-index:251659263" coordorigin="1926,1926" coordsize="12330,1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">
                <v:shape id="Forme libre : forme 27" o:spid="_x0000_s1027" style="position:absolute;left:1926;top:11171;width:1600;height:1532;visibility:visible;mso-wrap-style:square;v-text-anchor:middle" coordsize="15997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stroked="f" strokeweight=".1076mm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o:spid="_x0000_s1028" style="position:absolute;left:9547;top:11171;width:1581;height:1555;visibility:visible;mso-wrap-style:square;v-text-anchor:middle" coordsize="158113,15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" path="m,l,90192v,46103,33987,65358,79057,65358c124127,155550,158113,136295,158113,90192l158113,,117887,r,90192c117887,105728,112152,124053,79057,124053v-33096,,-38831,-18325,-38831,-33861l40226,,,xe" stroked="f" strokeweight=".1076mm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o:spid="_x0000_s1029" style="position:absolute;left:3909;top:11171;width:1331;height:1532;visibility:visible;mso-wrap-style:square;v-text-anchor:middle" coordsize="133117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" path="m133117,122038r-93240,l39877,90502r82893,l122770,61097r-82893,l39877,31188r90721,l130598,,,,,153226r133117,l133117,122038xe" stroked="f" strokeweight=".1076mm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o:spid="_x0000_s1030" style="position:absolute;left:11579;top:11171;width:1267;height:1532;visibility:visible;mso-wrap-style:square;v-text-anchor:middle" coordsize="126684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" path="m126684,122038r-86846,l39838,,,,,153226r126684,l126684,122038xe" stroked="f" strokeweight=".1076mm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o:spid="_x0000_s1031" style="position:absolute;left:7531;top:11171;width:1837;height:1532;visibility:visible;mso-wrap-style:square;v-text-anchor:middle" coordsize="183729,15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" path="m142728,153187r41001,l117732,,65997,,,153187r40962,l52859,124750r77933,l142689,153187r39,xm65919,93563l91845,31536r25926,62027l65880,93563r39,xe" stroked="f" strokeweight=".1076mm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o:spid="_x0000_s1032" style="position:absolute;left:12676;top:11171;width:1581;height:1532;visibility:visible;mso-wrap-style:square;v-text-anchor:middle" coordsize="15811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" path="m,l,31149r59099,l59099,153226r39877,l98976,31149r59137,l158113,,,xe" stroked="f" strokeweight=".1076mm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o:spid="_x0000_s1033" style="position:absolute;left:5656;top:11171;width:1609;height:1532;visibility:visible;mso-wrap-style:square;v-text-anchor:middle" coordsize="160942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" path="m160942,153226l160942,,125328,r,100652l33948,,,,,153226r35847,l35847,52573r90682,100653l160942,153226xe" stroked="f" strokeweight=".1076mm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o:spid="_x0000_s1034" style="position:absolute;left:2487;top:13361;width:1580;height:1524;visibility:visible;mso-wrap-style:square;v-text-anchor:middle" coordsize="15807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" path="m,30994r59099,l59099,152373r39838,l98937,30994r59137,l158074,,,,,30994xe" stroked="f" strokeweight=".1076mm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o:spid="_x0000_s1035" style="position:absolute;left:6259;top:13361;width:1581;height:1547;visibility:visible;mso-wrap-style:square;v-text-anchor:middle" coordsize="158113,15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" path="m117887,89688v,15459,-5735,33667,-38830,33667c45961,123355,40226,105147,40226,89688l40226,,,,,89688v,45871,33987,65010,79057,65010c124127,154698,158113,135559,158113,89688l158113,,117887,r,89688xe" stroked="f" strokeweight=".1076mm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o:spid="_x0000_s1036" style="position:absolute;left:4383;top:13361;width:1600;height:1524;visibility:visible;mso-wrap-style:square;v-text-anchor:middle" coordsize="15993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stroked="f" strokeweight=".1076mm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o:spid="_x0000_s1037" style="position:absolute;left:10206;top:13361;width:1614;height:1526;visibility:visible;mso-wrap-style:square;v-text-anchor:middle" coordsize="161329,15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" path="m112462,1162l56386,61368r-16509,l39877,,,,,152373r39877,l39877,92400r16470,l112462,152645r48868,l91380,76903,161330,1162r-48868,xe" stroked="f" strokeweight=".1076mm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o:spid="_x0000_s1038" style="position:absolute;left:11934;top:13337;width:1533;height:1571;visibility:visible;mso-wrap-style:square;v-text-anchor:middle" coordsize="153307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stroked="f" strokeweight=".1076mm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o:spid="_x0000_s1039" style="position:absolute;left:8167;top:13337;width:1691;height:1571;visibility:visible;mso-wrap-style:square;v-text-anchor:middle" coordsize="169041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stroked="f" strokeweight=".1076mm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o:spid="_x0000_s1040" style="position:absolute;left:6174;top:1926;width:4711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" path="m132497,632856r29453,-55015l58905,385215,235542,55014,412179,385215,206090,770429r58905,l471046,385215,264995,,206090,,,385215,132497,632856xe" stroked="f" strokeweight=".1076mm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o:spid="_x0000_s1041" style="position:absolute;left:4997;top:1926;width:4710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" path="m264956,770429l471046,385215,338548,137535r-29413,55053l412179,385215,235503,715377,58866,385215,264956,,206090,,,385215,206090,770429r58866,xe" stroked="f" strokeweight=".1076mm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="009436E4" w:rsidRPr="0054469A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3119" behindDoc="0" locked="1" layoutInCell="1" allowOverlap="1" wp14:anchorId="2434C79C" wp14:editId="0DA6D3F8">
                <wp:simplePos x="0" y="0"/>
                <wp:positionH relativeFrom="page">
                  <wp:posOffset>0</wp:posOffset>
                </wp:positionH>
                <wp:positionV relativeFrom="page">
                  <wp:posOffset>-38100</wp:posOffset>
                </wp:positionV>
                <wp:extent cx="7559675" cy="2627630"/>
                <wp:effectExtent l="0" t="0" r="3175" b="1270"/>
                <wp:wrapTopAndBottom/>
                <wp:docPr id="10" name="Forme libre : for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/>
                          <a:srcRect/>
                          <a:stretch>
                            <a:fillRect t="-10589" b="-32821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D24A5" id="Forme libre : forme 6" o:spid="_x0000_s1026" style="position:absolute;margin-left:0;margin-top:-3pt;width:595.25pt;height:206.9pt;z-index:2516531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E1vbGFyZCBTZXZlcnluZQAABZADAAIAAAAUAAAQqJAEAAIAAAAUAAAQvJKRAAIAAAADNDAAAJKS&#10;AAIAAAADNDAAAOocAAcAAAgMAAAInAAAAAAc6gAAAA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Dw/eHBhY2tldCBlbmQ9J3cnPz7/2wBD&#10;AAcFBQYFBAcGBQYIBwcIChELCgkJChUPEAwRGBUaGRgVGBcbHichGx0lHRcYIi4iJSgpKywrGiAv&#10;My8qMicqKyr/2wBDAQcICAoJChQLCxQqHBgcKioqKioqKioqKioqKioqKioqKioqKioqKioqKioq&#10;KioqKioqKioqKioqKioqKioqKir/wAARCAHpA9U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" path="m,l7559675,r,2700000l1626777,2700000,1259199,2496032,891633,2700000,,2700000,,xe" stroked="f" strokeweight="2pt">
                <v:fill r:id="rId9" o:title="" recolor="t" rotate="t" type="frame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72866924" w:rsidR="004022B4" w:rsidRPr="0054469A" w:rsidRDefault="0024535A" w:rsidP="00797F40">
      <w:pPr>
        <w:pStyle w:val="RTDocType"/>
        <w:rPr>
          <w:lang w:val="de-DE"/>
        </w:rPr>
      </w:pPr>
      <w:r w:rsidRPr="0054469A">
        <w:rPr>
          <w:lang w:val="de-DE"/>
        </w:rPr>
        <w:t>Pressemitteilung</w:t>
      </w:r>
    </w:p>
    <w:p w14:paraId="10C7654A" w14:textId="432B0054" w:rsidR="00797F40" w:rsidRPr="0054469A" w:rsidRDefault="004D584E" w:rsidP="00797F40">
      <w:pPr>
        <w:pStyle w:val="RTDate"/>
        <w:rPr>
          <w:lang w:val="de-DE"/>
        </w:rPr>
      </w:pPr>
      <w:r w:rsidRPr="0054469A">
        <w:rPr>
          <w:noProof/>
          <w:lang w:val="de-DE"/>
        </w:rPr>
        <w:t>NOVEMBE</w:t>
      </w:r>
      <w:r w:rsidR="0024535A" w:rsidRPr="0054469A">
        <w:rPr>
          <w:noProof/>
          <w:lang w:val="de-DE"/>
        </w:rPr>
        <w:t>R</w:t>
      </w:r>
      <w:r w:rsidR="00A650EA" w:rsidRPr="0054469A">
        <w:rPr>
          <w:noProof/>
          <w:lang w:val="de-DE"/>
        </w:rPr>
        <w:t xml:space="preserve"> 2023</w:t>
      </w:r>
    </w:p>
    <w:p w14:paraId="3A7E0067" w14:textId="77777777" w:rsidR="00C0704B" w:rsidRPr="0054469A" w:rsidRDefault="00C0704B" w:rsidP="008D7C5E">
      <w:pPr>
        <w:pStyle w:val="RTIntroduction"/>
        <w:rPr>
          <w:sz w:val="56"/>
          <w:szCs w:val="56"/>
          <w:lang w:val="de-DE"/>
        </w:rPr>
      </w:pPr>
    </w:p>
    <w:p w14:paraId="7D5F35B1" w14:textId="70A6F7C8" w:rsidR="00C0704B" w:rsidRPr="0054469A" w:rsidRDefault="0024535A" w:rsidP="008D7C5E">
      <w:pPr>
        <w:pStyle w:val="RTIntroduction"/>
        <w:rPr>
          <w:sz w:val="56"/>
          <w:szCs w:val="56"/>
          <w:lang w:val="de-DE"/>
        </w:rPr>
      </w:pPr>
      <w:r w:rsidRPr="0054469A">
        <w:rPr>
          <w:sz w:val="56"/>
          <w:szCs w:val="56"/>
          <w:lang w:val="de-DE"/>
        </w:rPr>
        <w:t>„</w:t>
      </w:r>
      <w:r w:rsidR="004728B8" w:rsidRPr="0054469A">
        <w:rPr>
          <w:sz w:val="56"/>
          <w:szCs w:val="56"/>
          <w:lang w:val="de-DE"/>
        </w:rPr>
        <w:t>The Good Move</w:t>
      </w:r>
      <w:r w:rsidRPr="0054469A">
        <w:rPr>
          <w:sz w:val="56"/>
          <w:szCs w:val="56"/>
          <w:lang w:val="de-DE"/>
        </w:rPr>
        <w:t>“ –</w:t>
      </w:r>
      <w:r w:rsidR="004728B8" w:rsidRPr="0054469A">
        <w:rPr>
          <w:sz w:val="56"/>
          <w:szCs w:val="56"/>
          <w:lang w:val="de-DE"/>
        </w:rPr>
        <w:t xml:space="preserve"> </w:t>
      </w:r>
      <w:r w:rsidRPr="0054469A">
        <w:rPr>
          <w:sz w:val="56"/>
          <w:szCs w:val="56"/>
          <w:lang w:val="de-DE"/>
        </w:rPr>
        <w:t>auf den Spuren des ökologischen Wandels von Renault Trucks</w:t>
      </w:r>
    </w:p>
    <w:p w14:paraId="087B84E7" w14:textId="77777777" w:rsidR="00055B04" w:rsidRPr="0054469A" w:rsidRDefault="00055B04" w:rsidP="005E49FB">
      <w:pPr>
        <w:spacing w:line="276" w:lineRule="auto"/>
        <w:rPr>
          <w:b/>
          <w:bCs/>
          <w:sz w:val="22"/>
          <w:szCs w:val="22"/>
          <w:lang w:val="de-DE"/>
        </w:rPr>
      </w:pPr>
    </w:p>
    <w:p w14:paraId="0E265376" w14:textId="72A9EA39" w:rsidR="009E62CE" w:rsidRPr="0054469A" w:rsidRDefault="00917687" w:rsidP="005E49FB">
      <w:pPr>
        <w:spacing w:line="276" w:lineRule="auto"/>
        <w:rPr>
          <w:b/>
          <w:bCs/>
          <w:sz w:val="22"/>
          <w:szCs w:val="22"/>
          <w:lang w:val="de-DE"/>
        </w:rPr>
      </w:pPr>
      <w:r w:rsidRPr="0054469A">
        <w:rPr>
          <w:b/>
          <w:bCs/>
          <w:sz w:val="22"/>
          <w:szCs w:val="22"/>
          <w:lang w:val="de-DE"/>
        </w:rPr>
        <w:t>Welchen Beitrag kann ein Akteur im Straßengüterverkehr - einem Sektor, der für 7% der CO</w:t>
      </w:r>
      <w:r w:rsidRPr="0054469A">
        <w:rPr>
          <w:b/>
          <w:bCs/>
          <w:sz w:val="22"/>
          <w:szCs w:val="22"/>
          <w:vertAlign w:val="subscript"/>
          <w:lang w:val="de-DE"/>
        </w:rPr>
        <w:t>2</w:t>
      </w:r>
      <w:r w:rsidRPr="0054469A">
        <w:rPr>
          <w:b/>
          <w:bCs/>
          <w:sz w:val="22"/>
          <w:szCs w:val="22"/>
          <w:lang w:val="de-DE"/>
        </w:rPr>
        <w:t>-Emissionen in Europa verantwortlich ist - zur Eindämmung der globalen Erwärmung leisten?</w:t>
      </w:r>
      <w:r w:rsidR="009E62CE" w:rsidRPr="0054469A">
        <w:rPr>
          <w:b/>
          <w:bCs/>
          <w:sz w:val="22"/>
          <w:szCs w:val="22"/>
          <w:lang w:val="de-DE"/>
        </w:rPr>
        <w:t xml:space="preserve"> </w:t>
      </w:r>
      <w:r w:rsidR="00403CD3" w:rsidRPr="0054469A">
        <w:rPr>
          <w:b/>
          <w:bCs/>
          <w:sz w:val="22"/>
          <w:szCs w:val="22"/>
          <w:lang w:val="de-DE"/>
        </w:rPr>
        <w:t>Bruno Blin, Präsident von Renault Trucks, möchte darauf eine Antwort geben</w:t>
      </w:r>
      <w:r w:rsidR="00721F2E" w:rsidRPr="0054469A">
        <w:rPr>
          <w:b/>
          <w:bCs/>
          <w:sz w:val="22"/>
          <w:szCs w:val="22"/>
          <w:lang w:val="de-DE"/>
        </w:rPr>
        <w:t xml:space="preserve"> und</w:t>
      </w:r>
      <w:r w:rsidR="00403CD3" w:rsidRPr="0054469A">
        <w:rPr>
          <w:b/>
          <w:bCs/>
          <w:sz w:val="22"/>
          <w:szCs w:val="22"/>
          <w:lang w:val="de-DE"/>
        </w:rPr>
        <w:t xml:space="preserve"> erläutert</w:t>
      </w:r>
      <w:r w:rsidR="00721F2E" w:rsidRPr="0054469A">
        <w:rPr>
          <w:b/>
          <w:bCs/>
          <w:sz w:val="22"/>
          <w:szCs w:val="22"/>
          <w:lang w:val="de-DE"/>
        </w:rPr>
        <w:t xml:space="preserve"> in der siebenteiligen Webserie „The Good Move, </w:t>
      </w:r>
      <w:r w:rsidR="00AD70EA" w:rsidRPr="0054469A">
        <w:rPr>
          <w:b/>
          <w:bCs/>
          <w:sz w:val="22"/>
          <w:szCs w:val="22"/>
          <w:lang w:val="de-DE"/>
        </w:rPr>
        <w:t>entschlossen</w:t>
      </w:r>
      <w:r w:rsidR="00721F2E" w:rsidRPr="0054469A">
        <w:rPr>
          <w:b/>
          <w:bCs/>
          <w:sz w:val="22"/>
          <w:szCs w:val="22"/>
          <w:lang w:val="de-DE"/>
        </w:rPr>
        <w:t xml:space="preserve"> </w:t>
      </w:r>
      <w:r w:rsidR="009F54FC" w:rsidRPr="0054469A">
        <w:rPr>
          <w:b/>
          <w:bCs/>
          <w:sz w:val="22"/>
          <w:szCs w:val="22"/>
          <w:lang w:val="de-DE"/>
        </w:rPr>
        <w:t>für</w:t>
      </w:r>
      <w:r w:rsidR="00721F2E" w:rsidRPr="0054469A">
        <w:rPr>
          <w:b/>
          <w:bCs/>
          <w:sz w:val="22"/>
          <w:szCs w:val="22"/>
          <w:lang w:val="de-DE"/>
        </w:rPr>
        <w:t xml:space="preserve"> die Dekarbonisierung“ (Start: 8. November 2023)</w:t>
      </w:r>
      <w:r w:rsidR="00403CD3" w:rsidRPr="0054469A">
        <w:rPr>
          <w:b/>
          <w:bCs/>
          <w:sz w:val="22"/>
          <w:szCs w:val="22"/>
          <w:lang w:val="de-DE"/>
        </w:rPr>
        <w:t xml:space="preserve"> die Maßnahmen seines Unternehmens zur raschen und drastischen Reduzierung des CO</w:t>
      </w:r>
      <w:r w:rsidR="00403CD3" w:rsidRPr="0054469A">
        <w:rPr>
          <w:b/>
          <w:bCs/>
          <w:sz w:val="22"/>
          <w:szCs w:val="22"/>
          <w:vertAlign w:val="subscript"/>
          <w:lang w:val="de-DE"/>
        </w:rPr>
        <w:t>2</w:t>
      </w:r>
      <w:r w:rsidR="00403CD3" w:rsidRPr="0054469A">
        <w:rPr>
          <w:b/>
          <w:bCs/>
          <w:sz w:val="22"/>
          <w:szCs w:val="22"/>
          <w:lang w:val="de-DE"/>
        </w:rPr>
        <w:t>-Fußabdrucks</w:t>
      </w:r>
      <w:r w:rsidR="00721F2E" w:rsidRPr="0054469A">
        <w:rPr>
          <w:b/>
          <w:bCs/>
          <w:sz w:val="22"/>
          <w:szCs w:val="22"/>
          <w:lang w:val="de-DE"/>
        </w:rPr>
        <w:t>.</w:t>
      </w:r>
    </w:p>
    <w:p w14:paraId="634802DF" w14:textId="6A154A8B" w:rsidR="005E49FB" w:rsidRPr="0054469A" w:rsidRDefault="005E49FB" w:rsidP="005E49FB">
      <w:pPr>
        <w:spacing w:line="276" w:lineRule="auto"/>
        <w:rPr>
          <w:b/>
          <w:bCs/>
          <w:sz w:val="22"/>
          <w:szCs w:val="22"/>
          <w:lang w:val="de-DE"/>
        </w:rPr>
      </w:pPr>
    </w:p>
    <w:p w14:paraId="4DD9AB75" w14:textId="77777777" w:rsidR="00E22988" w:rsidRPr="0054469A" w:rsidRDefault="00E22988" w:rsidP="005E49FB">
      <w:pPr>
        <w:spacing w:line="276" w:lineRule="auto"/>
        <w:rPr>
          <w:b/>
          <w:bCs/>
          <w:sz w:val="22"/>
          <w:szCs w:val="22"/>
          <w:lang w:val="de-DE"/>
        </w:rPr>
      </w:pPr>
    </w:p>
    <w:p w14:paraId="5BEB08B1" w14:textId="25DC10F8" w:rsidR="004C3220" w:rsidRPr="0054469A" w:rsidRDefault="005C3AFD" w:rsidP="00D6464F">
      <w:pPr>
        <w:spacing w:line="276" w:lineRule="auto"/>
        <w:rPr>
          <w:sz w:val="22"/>
          <w:szCs w:val="22"/>
          <w:lang w:val="de-DE"/>
        </w:rPr>
      </w:pPr>
      <w:r w:rsidRPr="0054469A">
        <w:rPr>
          <w:i/>
          <w:sz w:val="22"/>
          <w:szCs w:val="22"/>
          <w:lang w:val="de-DE"/>
        </w:rPr>
        <w:t>„Die globale Erwärmung ist Realität und jeder/e Einzelne ist für unsere Entscheidungen und Handlungen mitverantwortlich.</w:t>
      </w:r>
      <w:r w:rsidR="00D6464F" w:rsidRPr="0054469A">
        <w:rPr>
          <w:i/>
          <w:iCs/>
          <w:sz w:val="22"/>
          <w:szCs w:val="22"/>
          <w:lang w:val="de-DE"/>
        </w:rPr>
        <w:t xml:space="preserve"> </w:t>
      </w:r>
      <w:r w:rsidR="00BE3828" w:rsidRPr="0054469A">
        <w:rPr>
          <w:i/>
          <w:iCs/>
          <w:sz w:val="22"/>
          <w:szCs w:val="22"/>
          <w:lang w:val="de-DE"/>
        </w:rPr>
        <w:t xml:space="preserve">Als Präsident von Renault Trucks stehe ich für ein </w:t>
      </w:r>
      <w:r w:rsidR="00D6464F" w:rsidRPr="0054469A">
        <w:rPr>
          <w:i/>
          <w:iCs/>
          <w:sz w:val="22"/>
          <w:szCs w:val="22"/>
          <w:lang w:val="de-DE"/>
        </w:rPr>
        <w:t xml:space="preserve"> </w:t>
      </w:r>
      <w:r w:rsidR="00BE3828" w:rsidRPr="0054469A">
        <w:rPr>
          <w:i/>
          <w:iCs/>
          <w:sz w:val="22"/>
          <w:szCs w:val="22"/>
          <w:lang w:val="de-DE"/>
        </w:rPr>
        <w:t xml:space="preserve">Unternehmen, das Lkw herstellt, die auf allen Straßen weltweit </w:t>
      </w:r>
      <w:r w:rsidR="009D36EC" w:rsidRPr="0054469A">
        <w:rPr>
          <w:i/>
          <w:iCs/>
          <w:sz w:val="22"/>
          <w:szCs w:val="22"/>
          <w:lang w:val="de-DE"/>
        </w:rPr>
        <w:t>unterwegs sind</w:t>
      </w:r>
      <w:r w:rsidR="00BE3828" w:rsidRPr="0054469A">
        <w:rPr>
          <w:i/>
          <w:iCs/>
          <w:sz w:val="22"/>
          <w:szCs w:val="22"/>
          <w:lang w:val="de-DE"/>
        </w:rPr>
        <w:t>.“</w:t>
      </w:r>
      <w:r w:rsidR="00C66F4E" w:rsidRPr="0054469A">
        <w:rPr>
          <w:sz w:val="22"/>
          <w:szCs w:val="22"/>
          <w:lang w:val="de-DE"/>
        </w:rPr>
        <w:t xml:space="preserve"> </w:t>
      </w:r>
      <w:r w:rsidR="00E03624" w:rsidRPr="0054469A">
        <w:rPr>
          <w:sz w:val="22"/>
          <w:szCs w:val="22"/>
          <w:lang w:val="de-DE"/>
        </w:rPr>
        <w:t xml:space="preserve">Mit dieser </w:t>
      </w:r>
      <w:r w:rsidR="00C66F4E" w:rsidRPr="0054469A">
        <w:rPr>
          <w:sz w:val="22"/>
          <w:szCs w:val="22"/>
          <w:lang w:val="de-DE"/>
        </w:rPr>
        <w:t>Aussage</w:t>
      </w:r>
      <w:r w:rsidR="00E03624" w:rsidRPr="0054469A">
        <w:rPr>
          <w:sz w:val="22"/>
          <w:szCs w:val="22"/>
          <w:lang w:val="de-DE"/>
        </w:rPr>
        <w:t xml:space="preserve"> von Bruno Blin beginnt die Webserie </w:t>
      </w:r>
      <w:r w:rsidR="00C66F4E" w:rsidRPr="0054469A">
        <w:rPr>
          <w:sz w:val="22"/>
          <w:szCs w:val="22"/>
          <w:lang w:val="de-DE"/>
        </w:rPr>
        <w:t>„</w:t>
      </w:r>
      <w:r w:rsidR="00E03624" w:rsidRPr="0054469A">
        <w:rPr>
          <w:sz w:val="22"/>
          <w:szCs w:val="22"/>
          <w:lang w:val="de-DE"/>
        </w:rPr>
        <w:t xml:space="preserve">The Good Move, </w:t>
      </w:r>
      <w:r w:rsidR="009F54FC" w:rsidRPr="0054469A">
        <w:rPr>
          <w:sz w:val="22"/>
          <w:szCs w:val="22"/>
          <w:lang w:val="de-DE"/>
        </w:rPr>
        <w:t>entschlossen für</w:t>
      </w:r>
      <w:r w:rsidR="00ED149A" w:rsidRPr="0054469A">
        <w:rPr>
          <w:sz w:val="22"/>
          <w:szCs w:val="22"/>
          <w:lang w:val="de-DE"/>
        </w:rPr>
        <w:t xml:space="preserve"> die Dekarbonisierung</w:t>
      </w:r>
      <w:r w:rsidR="00E03624" w:rsidRPr="0054469A">
        <w:rPr>
          <w:sz w:val="22"/>
          <w:szCs w:val="22"/>
          <w:lang w:val="de-DE"/>
        </w:rPr>
        <w:t>.</w:t>
      </w:r>
      <w:r w:rsidR="00C66F4E" w:rsidRPr="0054469A">
        <w:rPr>
          <w:sz w:val="22"/>
          <w:szCs w:val="22"/>
          <w:lang w:val="de-DE"/>
        </w:rPr>
        <w:t>“</w:t>
      </w:r>
      <w:r w:rsidR="00D6464F" w:rsidRPr="0054469A">
        <w:rPr>
          <w:sz w:val="22"/>
          <w:szCs w:val="22"/>
          <w:lang w:val="de-DE"/>
        </w:rPr>
        <w:t xml:space="preserve"> </w:t>
      </w:r>
    </w:p>
    <w:p w14:paraId="1922CF36" w14:textId="77777777" w:rsidR="004C3220" w:rsidRPr="0054469A" w:rsidRDefault="004C3220" w:rsidP="00D6464F">
      <w:pPr>
        <w:spacing w:line="276" w:lineRule="auto"/>
        <w:rPr>
          <w:sz w:val="22"/>
          <w:szCs w:val="22"/>
          <w:lang w:val="de-DE"/>
        </w:rPr>
      </w:pPr>
    </w:p>
    <w:p w14:paraId="403FBC28" w14:textId="47160FF4" w:rsidR="00D6464F" w:rsidRPr="0054469A" w:rsidRDefault="008D6A49" w:rsidP="00582005">
      <w:pPr>
        <w:spacing w:line="276" w:lineRule="auto"/>
        <w:rPr>
          <w:sz w:val="22"/>
          <w:szCs w:val="22"/>
          <w:lang w:val="de-DE"/>
        </w:rPr>
      </w:pPr>
      <w:r w:rsidRPr="0054469A">
        <w:rPr>
          <w:sz w:val="22"/>
          <w:szCs w:val="22"/>
          <w:lang w:val="de-DE"/>
        </w:rPr>
        <w:t>7% der gesamten CO</w:t>
      </w:r>
      <w:r w:rsidRPr="0054469A">
        <w:rPr>
          <w:sz w:val="22"/>
          <w:szCs w:val="22"/>
          <w:vertAlign w:val="subscript"/>
          <w:lang w:val="de-DE"/>
        </w:rPr>
        <w:t>2</w:t>
      </w:r>
      <w:r w:rsidRPr="0054469A">
        <w:rPr>
          <w:sz w:val="22"/>
          <w:szCs w:val="22"/>
          <w:lang w:val="de-DE"/>
        </w:rPr>
        <w:t>-Emissionen in Europa entfallen auf den Straßengüterverkehr</w:t>
      </w:r>
      <w:r w:rsidR="00CC5595" w:rsidRPr="0054469A">
        <w:rPr>
          <w:sz w:val="22"/>
          <w:szCs w:val="22"/>
          <w:lang w:val="de-DE"/>
        </w:rPr>
        <w:t>, der somit</w:t>
      </w:r>
      <w:r w:rsidRPr="0054469A">
        <w:rPr>
          <w:sz w:val="22"/>
          <w:szCs w:val="22"/>
          <w:lang w:val="de-DE"/>
        </w:rPr>
        <w:t xml:space="preserve"> </w:t>
      </w:r>
      <w:r w:rsidR="00CC5595" w:rsidRPr="0054469A">
        <w:rPr>
          <w:sz w:val="22"/>
          <w:szCs w:val="22"/>
          <w:lang w:val="de-DE"/>
        </w:rPr>
        <w:t xml:space="preserve">eine Schlüsselrolle </w:t>
      </w:r>
      <w:r w:rsidRPr="0054469A">
        <w:rPr>
          <w:sz w:val="22"/>
          <w:szCs w:val="22"/>
          <w:lang w:val="de-DE"/>
        </w:rPr>
        <w:t>im Kampf gegen den Klimawandel</w:t>
      </w:r>
      <w:r w:rsidR="00CC5595" w:rsidRPr="0054469A">
        <w:rPr>
          <w:sz w:val="22"/>
          <w:szCs w:val="22"/>
          <w:lang w:val="de-DE"/>
        </w:rPr>
        <w:t xml:space="preserve"> spielt</w:t>
      </w:r>
      <w:r w:rsidRPr="0054469A">
        <w:rPr>
          <w:sz w:val="22"/>
          <w:szCs w:val="22"/>
          <w:lang w:val="de-DE"/>
        </w:rPr>
        <w:t>.</w:t>
      </w:r>
      <w:r w:rsidR="00D6464F" w:rsidRPr="0054469A">
        <w:rPr>
          <w:sz w:val="22"/>
          <w:szCs w:val="22"/>
          <w:lang w:val="de-DE"/>
        </w:rPr>
        <w:t xml:space="preserve"> </w:t>
      </w:r>
      <w:r w:rsidR="00AE3ECC" w:rsidRPr="0054469A">
        <w:rPr>
          <w:i/>
          <w:sz w:val="22"/>
          <w:szCs w:val="22"/>
          <w:lang w:val="de-DE"/>
        </w:rPr>
        <w:t>„Da wir ein Teil des Problems sind, müssen wir auch einen grundlegenden Beitrag zur Lösung leisten“</w:t>
      </w:r>
      <w:r w:rsidR="00AE3ECC" w:rsidRPr="0054469A">
        <w:rPr>
          <w:sz w:val="22"/>
          <w:szCs w:val="22"/>
          <w:lang w:val="de-DE"/>
        </w:rPr>
        <w:t xml:space="preserve">, </w:t>
      </w:r>
      <w:r w:rsidR="00EC61BB" w:rsidRPr="0054469A">
        <w:rPr>
          <w:sz w:val="22"/>
          <w:szCs w:val="22"/>
          <w:lang w:val="de-DE"/>
        </w:rPr>
        <w:t>erklärt</w:t>
      </w:r>
      <w:r w:rsidR="00AE3ECC" w:rsidRPr="0054469A">
        <w:rPr>
          <w:sz w:val="22"/>
          <w:szCs w:val="22"/>
          <w:lang w:val="de-DE"/>
        </w:rPr>
        <w:t xml:space="preserve"> Bruno Blin.</w:t>
      </w:r>
      <w:r w:rsidR="00D6464F" w:rsidRPr="0054469A">
        <w:rPr>
          <w:sz w:val="22"/>
          <w:szCs w:val="22"/>
          <w:lang w:val="de-DE"/>
        </w:rPr>
        <w:t xml:space="preserve"> </w:t>
      </w:r>
      <w:r w:rsidR="00582005" w:rsidRPr="0054469A">
        <w:rPr>
          <w:i/>
          <w:sz w:val="22"/>
          <w:szCs w:val="22"/>
          <w:lang w:val="de-DE"/>
        </w:rPr>
        <w:t>„Eine Politik der kleinen Schritte reicht bei Weitem nicht mehr aus und daher haben wir uns bei Renault Trucks dazu verpflichtet, die Dekarbonisierung unseres Industrie</w:t>
      </w:r>
      <w:r w:rsidR="00014375" w:rsidRPr="0054469A">
        <w:rPr>
          <w:i/>
          <w:sz w:val="22"/>
          <w:szCs w:val="22"/>
          <w:lang w:val="de-DE"/>
        </w:rPr>
        <w:t>sektors</w:t>
      </w:r>
      <w:r w:rsidR="00582005" w:rsidRPr="0054469A">
        <w:rPr>
          <w:i/>
          <w:sz w:val="22"/>
          <w:szCs w:val="22"/>
          <w:lang w:val="de-DE"/>
        </w:rPr>
        <w:t xml:space="preserve"> sowie eine schonende Ressourcennutzung mit</w:t>
      </w:r>
      <w:r w:rsidR="009D36EC" w:rsidRPr="0054469A">
        <w:rPr>
          <w:i/>
          <w:sz w:val="22"/>
          <w:szCs w:val="22"/>
          <w:lang w:val="de-DE"/>
        </w:rPr>
        <w:t xml:space="preserve"> Hilfe von</w:t>
      </w:r>
      <w:r w:rsidR="00582005" w:rsidRPr="0054469A">
        <w:rPr>
          <w:i/>
          <w:sz w:val="22"/>
          <w:szCs w:val="22"/>
          <w:lang w:val="de-DE"/>
        </w:rPr>
        <w:t xml:space="preserve"> zahlreichen</w:t>
      </w:r>
      <w:r w:rsidR="00014375" w:rsidRPr="0054469A">
        <w:rPr>
          <w:i/>
          <w:sz w:val="22"/>
          <w:szCs w:val="22"/>
          <w:lang w:val="de-DE"/>
        </w:rPr>
        <w:t xml:space="preserve">, </w:t>
      </w:r>
      <w:r w:rsidR="00582005" w:rsidRPr="0054469A">
        <w:rPr>
          <w:i/>
          <w:sz w:val="22"/>
          <w:szCs w:val="22"/>
          <w:lang w:val="de-DE"/>
        </w:rPr>
        <w:t>bereits umgesetzten konkreten Maßnahmen weiter voranzubringen.</w:t>
      </w:r>
      <w:r w:rsidR="009614AE" w:rsidRPr="0054469A">
        <w:rPr>
          <w:i/>
          <w:iCs/>
          <w:sz w:val="22"/>
          <w:szCs w:val="22"/>
          <w:lang w:val="de-DE"/>
        </w:rPr>
        <w:t xml:space="preserve"> </w:t>
      </w:r>
      <w:r w:rsidR="00014375" w:rsidRPr="0054469A">
        <w:rPr>
          <w:i/>
          <w:iCs/>
          <w:sz w:val="22"/>
          <w:szCs w:val="22"/>
          <w:lang w:val="de-DE"/>
        </w:rPr>
        <w:t xml:space="preserve">Dabei </w:t>
      </w:r>
      <w:r w:rsidR="00014375" w:rsidRPr="0054469A">
        <w:rPr>
          <w:i/>
          <w:iCs/>
          <w:sz w:val="22"/>
          <w:szCs w:val="22"/>
          <w:lang w:val="de-DE"/>
        </w:rPr>
        <w:lastRenderedPageBreak/>
        <w:t xml:space="preserve">dürfen wir aber nicht außer </w:t>
      </w:r>
      <w:r w:rsidR="009D36EC" w:rsidRPr="0054469A">
        <w:rPr>
          <w:i/>
          <w:iCs/>
          <w:sz w:val="22"/>
          <w:szCs w:val="22"/>
          <w:lang w:val="de-DE"/>
        </w:rPr>
        <w:t>A</w:t>
      </w:r>
      <w:r w:rsidR="00014375" w:rsidRPr="0054469A">
        <w:rPr>
          <w:i/>
          <w:iCs/>
          <w:sz w:val="22"/>
          <w:szCs w:val="22"/>
          <w:lang w:val="de-DE"/>
        </w:rPr>
        <w:t>cht lassen, dass noch ein weiter Weg vor uns liegt</w:t>
      </w:r>
      <w:r w:rsidR="00582005" w:rsidRPr="0054469A">
        <w:rPr>
          <w:i/>
          <w:iCs/>
          <w:sz w:val="22"/>
          <w:szCs w:val="22"/>
          <w:lang w:val="de-DE"/>
        </w:rPr>
        <w:t>. Da</w:t>
      </w:r>
      <w:r w:rsidR="00014375" w:rsidRPr="0054469A">
        <w:rPr>
          <w:i/>
          <w:iCs/>
          <w:sz w:val="22"/>
          <w:szCs w:val="22"/>
          <w:lang w:val="de-DE"/>
        </w:rPr>
        <w:t>r</w:t>
      </w:r>
      <w:r w:rsidR="009D36EC" w:rsidRPr="0054469A">
        <w:rPr>
          <w:i/>
          <w:iCs/>
          <w:sz w:val="22"/>
          <w:szCs w:val="22"/>
          <w:lang w:val="de-DE"/>
        </w:rPr>
        <w:t>auf</w:t>
      </w:r>
      <w:r w:rsidR="00582005" w:rsidRPr="0054469A">
        <w:rPr>
          <w:i/>
          <w:iCs/>
          <w:sz w:val="22"/>
          <w:szCs w:val="22"/>
          <w:lang w:val="de-DE"/>
        </w:rPr>
        <w:t xml:space="preserve"> wollte ich mit dieser </w:t>
      </w:r>
      <w:r w:rsidR="00DB3DDD" w:rsidRPr="0054469A">
        <w:rPr>
          <w:i/>
          <w:iCs/>
          <w:sz w:val="22"/>
          <w:szCs w:val="22"/>
          <w:lang w:val="de-DE"/>
        </w:rPr>
        <w:t>Webs</w:t>
      </w:r>
      <w:r w:rsidR="00582005" w:rsidRPr="0054469A">
        <w:rPr>
          <w:i/>
          <w:iCs/>
          <w:sz w:val="22"/>
          <w:szCs w:val="22"/>
          <w:lang w:val="de-DE"/>
        </w:rPr>
        <w:t>erie</w:t>
      </w:r>
      <w:r w:rsidR="00014375" w:rsidRPr="0054469A">
        <w:rPr>
          <w:i/>
          <w:iCs/>
          <w:sz w:val="22"/>
          <w:szCs w:val="22"/>
          <w:lang w:val="de-DE"/>
        </w:rPr>
        <w:t xml:space="preserve"> </w:t>
      </w:r>
      <w:r w:rsidR="009D36EC" w:rsidRPr="0054469A">
        <w:rPr>
          <w:i/>
          <w:iCs/>
          <w:sz w:val="22"/>
          <w:szCs w:val="22"/>
          <w:lang w:val="de-DE"/>
        </w:rPr>
        <w:t xml:space="preserve">auch </w:t>
      </w:r>
      <w:r w:rsidR="00014375" w:rsidRPr="0054469A">
        <w:rPr>
          <w:i/>
          <w:iCs/>
          <w:sz w:val="22"/>
          <w:szCs w:val="22"/>
          <w:lang w:val="de-DE"/>
        </w:rPr>
        <w:t>hinweisen</w:t>
      </w:r>
      <w:r w:rsidR="00582005" w:rsidRPr="0054469A">
        <w:rPr>
          <w:i/>
          <w:iCs/>
          <w:sz w:val="22"/>
          <w:szCs w:val="22"/>
          <w:lang w:val="de-DE"/>
        </w:rPr>
        <w:t>.“</w:t>
      </w:r>
    </w:p>
    <w:p w14:paraId="48C39CAC" w14:textId="77777777" w:rsidR="004C3220" w:rsidRPr="0054469A" w:rsidRDefault="004C3220" w:rsidP="00D6464F">
      <w:pPr>
        <w:spacing w:line="276" w:lineRule="auto"/>
        <w:rPr>
          <w:sz w:val="22"/>
          <w:szCs w:val="22"/>
          <w:lang w:val="de-DE"/>
        </w:rPr>
      </w:pPr>
    </w:p>
    <w:p w14:paraId="70BACEF8" w14:textId="06659A57" w:rsidR="00FD5BBD" w:rsidRPr="0054469A" w:rsidRDefault="00C946AF" w:rsidP="00FD5BBD">
      <w:pPr>
        <w:spacing w:line="276" w:lineRule="auto"/>
        <w:rPr>
          <w:sz w:val="22"/>
          <w:szCs w:val="22"/>
          <w:lang w:val="de-DE"/>
        </w:rPr>
      </w:pPr>
      <w:r w:rsidRPr="0054469A">
        <w:rPr>
          <w:sz w:val="22"/>
          <w:szCs w:val="22"/>
          <w:lang w:val="de-DE"/>
        </w:rPr>
        <w:t>In</w:t>
      </w:r>
      <w:r w:rsidR="007032FB" w:rsidRPr="0054469A">
        <w:rPr>
          <w:sz w:val="22"/>
          <w:szCs w:val="22"/>
          <w:lang w:val="de-DE"/>
        </w:rPr>
        <w:t xml:space="preserve"> der siebenteiligen Webserie im Magazinformat „The Good Move, </w:t>
      </w:r>
      <w:r w:rsidR="009F54FC" w:rsidRPr="0054469A">
        <w:rPr>
          <w:sz w:val="22"/>
          <w:szCs w:val="22"/>
          <w:lang w:val="de-DE"/>
        </w:rPr>
        <w:t>entschlossen für</w:t>
      </w:r>
      <w:r w:rsidR="007032FB" w:rsidRPr="0054469A">
        <w:rPr>
          <w:sz w:val="22"/>
          <w:szCs w:val="22"/>
          <w:lang w:val="de-DE"/>
        </w:rPr>
        <w:t xml:space="preserve"> die Dekarbonisierung“ tauscht sich Bruno Blin - in Begleitung</w:t>
      </w:r>
      <w:r w:rsidRPr="0054469A">
        <w:rPr>
          <w:sz w:val="22"/>
          <w:szCs w:val="22"/>
          <w:lang w:val="de-DE"/>
        </w:rPr>
        <w:t xml:space="preserve"> einer </w:t>
      </w:r>
      <w:r w:rsidR="00B26635" w:rsidRPr="0054469A">
        <w:rPr>
          <w:sz w:val="22"/>
          <w:szCs w:val="22"/>
          <w:lang w:val="de-DE"/>
        </w:rPr>
        <w:t>Unternehmensmitarbeiterin</w:t>
      </w:r>
      <w:r w:rsidR="007032FB" w:rsidRPr="0054469A">
        <w:rPr>
          <w:sz w:val="22"/>
          <w:szCs w:val="22"/>
          <w:lang w:val="de-DE"/>
        </w:rPr>
        <w:t xml:space="preserve"> –</w:t>
      </w:r>
      <w:r w:rsidRPr="0054469A">
        <w:rPr>
          <w:sz w:val="22"/>
          <w:szCs w:val="22"/>
          <w:lang w:val="de-DE"/>
        </w:rPr>
        <w:t xml:space="preserve"> </w:t>
      </w:r>
      <w:r w:rsidR="007032FB" w:rsidRPr="0054469A">
        <w:rPr>
          <w:sz w:val="22"/>
          <w:szCs w:val="22"/>
          <w:lang w:val="de-DE"/>
        </w:rPr>
        <w:t xml:space="preserve">mit mehreren </w:t>
      </w:r>
      <w:r w:rsidRPr="0054469A">
        <w:rPr>
          <w:sz w:val="22"/>
          <w:szCs w:val="22"/>
          <w:lang w:val="de-DE"/>
        </w:rPr>
        <w:t>Experten</w:t>
      </w:r>
      <w:r w:rsidR="007032FB" w:rsidRPr="0054469A">
        <w:rPr>
          <w:sz w:val="22"/>
          <w:szCs w:val="22"/>
          <w:lang w:val="de-DE"/>
        </w:rPr>
        <w:t xml:space="preserve"> aus</w:t>
      </w:r>
      <w:r w:rsidRPr="0054469A">
        <w:rPr>
          <w:sz w:val="22"/>
          <w:szCs w:val="22"/>
          <w:lang w:val="de-DE"/>
        </w:rPr>
        <w:t xml:space="preserve">: Fachleute für </w:t>
      </w:r>
      <w:r w:rsidR="00B26635" w:rsidRPr="0054469A">
        <w:rPr>
          <w:sz w:val="22"/>
          <w:szCs w:val="22"/>
          <w:lang w:val="de-DE"/>
        </w:rPr>
        <w:t>Batterierecycling</w:t>
      </w:r>
      <w:r w:rsidRPr="0054469A">
        <w:rPr>
          <w:sz w:val="22"/>
          <w:szCs w:val="22"/>
          <w:lang w:val="de-DE"/>
        </w:rPr>
        <w:t xml:space="preserve">, </w:t>
      </w:r>
      <w:r w:rsidR="00B26635" w:rsidRPr="0054469A">
        <w:rPr>
          <w:sz w:val="22"/>
          <w:szCs w:val="22"/>
          <w:lang w:val="de-DE"/>
        </w:rPr>
        <w:t>WerkleiterInnen</w:t>
      </w:r>
      <w:r w:rsidRPr="0054469A">
        <w:rPr>
          <w:sz w:val="22"/>
          <w:szCs w:val="22"/>
          <w:lang w:val="de-DE"/>
        </w:rPr>
        <w:t>, Spezialisten</w:t>
      </w:r>
      <w:r w:rsidR="00B26635" w:rsidRPr="0054469A">
        <w:rPr>
          <w:sz w:val="22"/>
          <w:szCs w:val="22"/>
          <w:lang w:val="de-DE"/>
        </w:rPr>
        <w:t>Innen</w:t>
      </w:r>
      <w:r w:rsidRPr="0054469A">
        <w:rPr>
          <w:sz w:val="22"/>
          <w:szCs w:val="22"/>
          <w:lang w:val="de-DE"/>
        </w:rPr>
        <w:t xml:space="preserve"> für Stadtlogistik, aber auch </w:t>
      </w:r>
      <w:r w:rsidR="00B26635" w:rsidRPr="0054469A">
        <w:rPr>
          <w:sz w:val="22"/>
          <w:szCs w:val="22"/>
          <w:lang w:val="de-DE"/>
        </w:rPr>
        <w:t>Gletscherforscher</w:t>
      </w:r>
      <w:r w:rsidRPr="0054469A">
        <w:rPr>
          <w:sz w:val="22"/>
          <w:szCs w:val="22"/>
          <w:lang w:val="de-DE"/>
        </w:rPr>
        <w:t xml:space="preserve"> </w:t>
      </w:r>
      <w:r w:rsidR="00B26635" w:rsidRPr="0054469A">
        <w:rPr>
          <w:sz w:val="22"/>
          <w:szCs w:val="22"/>
          <w:lang w:val="de-DE"/>
        </w:rPr>
        <w:t>bzw.</w:t>
      </w:r>
      <w:r w:rsidRPr="0054469A">
        <w:rPr>
          <w:sz w:val="22"/>
          <w:szCs w:val="22"/>
          <w:lang w:val="de-DE"/>
        </w:rPr>
        <w:t xml:space="preserve"> Mitglieder des IPCC </w:t>
      </w:r>
      <w:r w:rsidR="00806C31" w:rsidRPr="0054469A">
        <w:rPr>
          <w:sz w:val="22"/>
          <w:szCs w:val="22"/>
          <w:lang w:val="de-DE"/>
        </w:rPr>
        <w:t>(</w:t>
      </w:r>
      <w:r w:rsidRPr="0054469A">
        <w:rPr>
          <w:i/>
          <w:sz w:val="22"/>
          <w:szCs w:val="22"/>
          <w:lang w:val="de-DE"/>
        </w:rPr>
        <w:t>Intergovernmental Panel on Climate Change</w:t>
      </w:r>
      <w:r w:rsidRPr="0054469A">
        <w:rPr>
          <w:sz w:val="22"/>
          <w:szCs w:val="22"/>
          <w:lang w:val="de-DE"/>
        </w:rPr>
        <w:t xml:space="preserve"> </w:t>
      </w:r>
      <w:r w:rsidR="00806C31" w:rsidRPr="0054469A">
        <w:rPr>
          <w:sz w:val="22"/>
          <w:szCs w:val="22"/>
          <w:lang w:val="de-DE"/>
        </w:rPr>
        <w:t>/ Zwischenstaatlicher Ausschuss für Klimaänderungen</w:t>
      </w:r>
      <w:r w:rsidRPr="0054469A">
        <w:rPr>
          <w:sz w:val="22"/>
          <w:szCs w:val="22"/>
          <w:lang w:val="de-DE"/>
        </w:rPr>
        <w:t>).</w:t>
      </w:r>
    </w:p>
    <w:p w14:paraId="15592B52" w14:textId="7ED1281C" w:rsidR="00E22988" w:rsidRPr="0054469A" w:rsidRDefault="00AA2D7F" w:rsidP="00E22988">
      <w:pPr>
        <w:spacing w:line="276" w:lineRule="auto"/>
        <w:rPr>
          <w:sz w:val="22"/>
          <w:szCs w:val="22"/>
          <w:lang w:val="de-DE"/>
        </w:rPr>
      </w:pPr>
      <w:r w:rsidRPr="0054469A">
        <w:rPr>
          <w:sz w:val="22"/>
          <w:szCs w:val="22"/>
          <w:lang w:val="de-DE"/>
        </w:rPr>
        <w:t>Sie möchten sich alle gemeinsam für eine Veränderung der Praktiken sowie des Modells und insbesondere der Einstellung einsetzen.</w:t>
      </w:r>
      <w:r w:rsidR="00E22988" w:rsidRPr="0054469A">
        <w:rPr>
          <w:sz w:val="22"/>
          <w:szCs w:val="22"/>
          <w:lang w:val="de-DE"/>
        </w:rPr>
        <w:t xml:space="preserve"> </w:t>
      </w:r>
      <w:r w:rsidR="00441F76" w:rsidRPr="0054469A">
        <w:rPr>
          <w:sz w:val="22"/>
          <w:szCs w:val="22"/>
          <w:lang w:val="de-DE"/>
        </w:rPr>
        <w:t>Denn einzig das Kollektiv und die Innovation vermögen eine Antwort auf die Klimaherausforderungen zu geben.</w:t>
      </w:r>
      <w:r w:rsidR="00E22988" w:rsidRPr="0054469A">
        <w:rPr>
          <w:sz w:val="22"/>
          <w:szCs w:val="22"/>
          <w:lang w:val="de-DE"/>
        </w:rPr>
        <w:t xml:space="preserve"> </w:t>
      </w:r>
    </w:p>
    <w:p w14:paraId="18DFA9AE" w14:textId="77777777" w:rsidR="00E22988" w:rsidRPr="0054469A" w:rsidRDefault="00E22988" w:rsidP="00E22988">
      <w:pPr>
        <w:spacing w:line="276" w:lineRule="auto"/>
        <w:rPr>
          <w:sz w:val="22"/>
          <w:szCs w:val="22"/>
          <w:lang w:val="de-DE"/>
        </w:rPr>
      </w:pPr>
    </w:p>
    <w:p w14:paraId="247E9949" w14:textId="5EA05089" w:rsidR="000847FD" w:rsidRPr="0054469A" w:rsidRDefault="00E6514F" w:rsidP="000847FD">
      <w:pPr>
        <w:spacing w:line="276" w:lineRule="auto"/>
        <w:rPr>
          <w:sz w:val="22"/>
          <w:szCs w:val="22"/>
          <w:lang w:val="de-DE"/>
        </w:rPr>
      </w:pPr>
      <w:r w:rsidRPr="0054469A">
        <w:rPr>
          <w:sz w:val="22"/>
          <w:szCs w:val="22"/>
          <w:lang w:val="de-DE"/>
        </w:rPr>
        <w:t>J</w:t>
      </w:r>
      <w:r w:rsidR="00892078" w:rsidRPr="0054469A">
        <w:rPr>
          <w:sz w:val="22"/>
          <w:szCs w:val="22"/>
          <w:lang w:val="de-DE"/>
        </w:rPr>
        <w:t xml:space="preserve">ede der sieben </w:t>
      </w:r>
      <w:r w:rsidR="0050753E" w:rsidRPr="0054469A">
        <w:rPr>
          <w:sz w:val="22"/>
          <w:szCs w:val="22"/>
          <w:lang w:val="de-DE"/>
        </w:rPr>
        <w:t>Folgen</w:t>
      </w:r>
      <w:r w:rsidR="00892078" w:rsidRPr="0054469A">
        <w:rPr>
          <w:sz w:val="22"/>
          <w:szCs w:val="22"/>
          <w:lang w:val="de-DE"/>
        </w:rPr>
        <w:t xml:space="preserve"> der </w:t>
      </w:r>
      <w:r w:rsidR="00FE1518" w:rsidRPr="0054469A">
        <w:rPr>
          <w:sz w:val="22"/>
          <w:szCs w:val="22"/>
          <w:lang w:val="de-DE"/>
        </w:rPr>
        <w:t>Webs</w:t>
      </w:r>
      <w:r w:rsidR="00892078" w:rsidRPr="0054469A">
        <w:rPr>
          <w:sz w:val="22"/>
          <w:szCs w:val="22"/>
          <w:lang w:val="de-DE"/>
        </w:rPr>
        <w:t xml:space="preserve">erie </w:t>
      </w:r>
      <w:r w:rsidRPr="0054469A">
        <w:rPr>
          <w:sz w:val="22"/>
          <w:szCs w:val="22"/>
          <w:lang w:val="de-DE"/>
        </w:rPr>
        <w:t xml:space="preserve">geht auf </w:t>
      </w:r>
      <w:r w:rsidR="00892078" w:rsidRPr="0054469A">
        <w:rPr>
          <w:sz w:val="22"/>
          <w:szCs w:val="22"/>
          <w:lang w:val="de-DE"/>
        </w:rPr>
        <w:t xml:space="preserve">einen spezifischen Aspekt des </w:t>
      </w:r>
      <w:r w:rsidRPr="0054469A">
        <w:rPr>
          <w:sz w:val="22"/>
          <w:szCs w:val="22"/>
          <w:lang w:val="de-DE"/>
        </w:rPr>
        <w:t>ökologischen Wandels ein</w:t>
      </w:r>
      <w:r w:rsidR="00892078" w:rsidRPr="0054469A">
        <w:rPr>
          <w:sz w:val="22"/>
          <w:szCs w:val="22"/>
          <w:lang w:val="de-DE"/>
        </w:rPr>
        <w:t xml:space="preserve"> und </w:t>
      </w:r>
      <w:r w:rsidRPr="0054469A">
        <w:rPr>
          <w:sz w:val="22"/>
          <w:szCs w:val="22"/>
          <w:lang w:val="de-DE"/>
        </w:rPr>
        <w:t>hebt</w:t>
      </w:r>
      <w:r w:rsidR="00892078" w:rsidRPr="0054469A">
        <w:rPr>
          <w:sz w:val="22"/>
          <w:szCs w:val="22"/>
          <w:lang w:val="de-DE"/>
        </w:rPr>
        <w:t xml:space="preserve"> d</w:t>
      </w:r>
      <w:r w:rsidRPr="0054469A">
        <w:rPr>
          <w:sz w:val="22"/>
          <w:szCs w:val="22"/>
          <w:lang w:val="de-DE"/>
        </w:rPr>
        <w:t>ie</w:t>
      </w:r>
      <w:r w:rsidR="00892078" w:rsidRPr="0054469A">
        <w:rPr>
          <w:sz w:val="22"/>
          <w:szCs w:val="22"/>
          <w:lang w:val="de-DE"/>
        </w:rPr>
        <w:t xml:space="preserve"> </w:t>
      </w:r>
      <w:r w:rsidRPr="0054469A">
        <w:rPr>
          <w:sz w:val="22"/>
          <w:szCs w:val="22"/>
          <w:lang w:val="de-DE"/>
        </w:rPr>
        <w:t>Bemühungen</w:t>
      </w:r>
      <w:r w:rsidR="00892078" w:rsidRPr="0054469A">
        <w:rPr>
          <w:sz w:val="22"/>
          <w:szCs w:val="22"/>
          <w:lang w:val="de-DE"/>
        </w:rPr>
        <w:t xml:space="preserve"> von Renault Trucks</w:t>
      </w:r>
      <w:r w:rsidRPr="0054469A">
        <w:rPr>
          <w:sz w:val="22"/>
          <w:szCs w:val="22"/>
          <w:lang w:val="de-DE"/>
        </w:rPr>
        <w:t xml:space="preserve"> hervor</w:t>
      </w:r>
      <w:r w:rsidR="00892078" w:rsidRPr="0054469A">
        <w:rPr>
          <w:sz w:val="22"/>
          <w:szCs w:val="22"/>
          <w:lang w:val="de-DE"/>
        </w:rPr>
        <w:t>, eine treibende Kraft für d</w:t>
      </w:r>
      <w:r w:rsidRPr="0054469A">
        <w:rPr>
          <w:sz w:val="22"/>
          <w:szCs w:val="22"/>
          <w:lang w:val="de-DE"/>
        </w:rPr>
        <w:t>i</w:t>
      </w:r>
      <w:r w:rsidR="00892078" w:rsidRPr="0054469A">
        <w:rPr>
          <w:sz w:val="22"/>
          <w:szCs w:val="22"/>
          <w:lang w:val="de-DE"/>
        </w:rPr>
        <w:t>e</w:t>
      </w:r>
      <w:r w:rsidRPr="0054469A">
        <w:rPr>
          <w:sz w:val="22"/>
          <w:szCs w:val="22"/>
          <w:lang w:val="de-DE"/>
        </w:rPr>
        <w:t>se</w:t>
      </w:r>
      <w:r w:rsidR="00892078" w:rsidRPr="0054469A">
        <w:rPr>
          <w:sz w:val="22"/>
          <w:szCs w:val="22"/>
          <w:lang w:val="de-DE"/>
        </w:rPr>
        <w:t>n Wandel hin zu einem nachhaltigen Transportwesen zu sein.</w:t>
      </w:r>
      <w:r w:rsidR="000847FD" w:rsidRPr="0054469A">
        <w:rPr>
          <w:sz w:val="22"/>
          <w:szCs w:val="22"/>
          <w:lang w:val="de-DE"/>
        </w:rPr>
        <w:t xml:space="preserve"> </w:t>
      </w:r>
      <w:r w:rsidR="0050753E" w:rsidRPr="0054469A">
        <w:rPr>
          <w:sz w:val="22"/>
          <w:szCs w:val="22"/>
          <w:lang w:val="de-DE"/>
        </w:rPr>
        <w:t>Die erste Folge dieser wöchentlichen Serie wird am 8. November 2023 auf www.renault-trucks.com im Internet zu sehen sein.</w:t>
      </w:r>
    </w:p>
    <w:p w14:paraId="43FC1051" w14:textId="77777777" w:rsidR="000847FD" w:rsidRPr="0054469A" w:rsidRDefault="000847FD" w:rsidP="000F6108">
      <w:pPr>
        <w:spacing w:line="276" w:lineRule="auto"/>
        <w:rPr>
          <w:sz w:val="22"/>
          <w:szCs w:val="22"/>
          <w:lang w:val="de-DE"/>
        </w:rPr>
      </w:pPr>
    </w:p>
    <w:p w14:paraId="5F3E7153" w14:textId="333A5F67" w:rsidR="004C3220" w:rsidRPr="0054469A" w:rsidRDefault="009F54FC" w:rsidP="000F6108">
      <w:pPr>
        <w:spacing w:line="276" w:lineRule="auto"/>
        <w:rPr>
          <w:sz w:val="22"/>
          <w:szCs w:val="22"/>
          <w:lang w:val="de-DE"/>
        </w:rPr>
      </w:pPr>
      <w:r w:rsidRPr="0054469A">
        <w:rPr>
          <w:sz w:val="22"/>
          <w:szCs w:val="22"/>
          <w:lang w:val="de-DE"/>
        </w:rPr>
        <w:t xml:space="preserve">„The Good Move, entschlossen für die Dekarbonisierung“ wurde von Régis Granet im Auftrag der Agentur Alunites </w:t>
      </w:r>
      <w:r w:rsidR="001B647B" w:rsidRPr="0054469A">
        <w:rPr>
          <w:sz w:val="22"/>
          <w:szCs w:val="22"/>
          <w:lang w:val="de-DE"/>
        </w:rPr>
        <w:t>produziert</w:t>
      </w:r>
      <w:r w:rsidRPr="0054469A">
        <w:rPr>
          <w:sz w:val="22"/>
          <w:szCs w:val="22"/>
          <w:lang w:val="de-DE"/>
        </w:rPr>
        <w:t>.</w:t>
      </w:r>
    </w:p>
    <w:p w14:paraId="65DBF25C" w14:textId="04D9C132" w:rsidR="004C3220" w:rsidRPr="0054469A" w:rsidRDefault="004C3220" w:rsidP="000F6108">
      <w:pPr>
        <w:spacing w:line="276" w:lineRule="auto"/>
        <w:rPr>
          <w:sz w:val="22"/>
          <w:szCs w:val="22"/>
          <w:lang w:val="de-DE"/>
        </w:rPr>
      </w:pPr>
    </w:p>
    <w:p w14:paraId="30D55C94" w14:textId="5C5A27DD" w:rsidR="004C3220" w:rsidRPr="0054469A" w:rsidRDefault="004C3220" w:rsidP="000F6108">
      <w:pPr>
        <w:spacing w:line="276" w:lineRule="auto"/>
        <w:rPr>
          <w:sz w:val="22"/>
          <w:szCs w:val="22"/>
          <w:lang w:val="de-DE"/>
        </w:rPr>
      </w:pPr>
    </w:p>
    <w:p w14:paraId="09B82BAB" w14:textId="77777777" w:rsidR="004C3220" w:rsidRPr="0054469A" w:rsidRDefault="004C3220" w:rsidP="000F6108">
      <w:pPr>
        <w:spacing w:line="276" w:lineRule="auto"/>
        <w:rPr>
          <w:sz w:val="22"/>
          <w:szCs w:val="22"/>
          <w:lang w:val="de-DE"/>
        </w:rPr>
      </w:pPr>
    </w:p>
    <w:p w14:paraId="2AAE27F7" w14:textId="77777777" w:rsidR="00921C8B" w:rsidRPr="00AF61A1" w:rsidRDefault="00921C8B" w:rsidP="0093104D">
      <w:pPr>
        <w:rPr>
          <w:b/>
          <w:bCs/>
          <w:i/>
          <w:iCs/>
          <w:sz w:val="17"/>
          <w:szCs w:val="17"/>
          <w:lang w:val="de-DE"/>
        </w:rPr>
      </w:pPr>
      <w:r w:rsidRPr="00AF61A1">
        <w:rPr>
          <w:b/>
          <w:bCs/>
          <w:i/>
          <w:iCs/>
          <w:sz w:val="17"/>
          <w:szCs w:val="17"/>
          <w:lang w:val="de-DE"/>
        </w:rPr>
        <w:t xml:space="preserve">Über Renault Trucks </w:t>
      </w:r>
    </w:p>
    <w:p w14:paraId="763FFBAE" w14:textId="77777777" w:rsidR="00921C8B" w:rsidRPr="00AF61A1" w:rsidRDefault="00921C8B" w:rsidP="0093104D">
      <w:pPr>
        <w:rPr>
          <w:b/>
          <w:bCs/>
          <w:i/>
          <w:iCs/>
          <w:sz w:val="17"/>
          <w:szCs w:val="17"/>
          <w:lang w:val="de-DE"/>
        </w:rPr>
      </w:pPr>
      <w:r w:rsidRPr="00AF61A1">
        <w:rPr>
          <w:b/>
          <w:bCs/>
          <w:i/>
          <w:iCs/>
          <w:sz w:val="17"/>
          <w:szCs w:val="17"/>
          <w:lang w:val="de-DE"/>
        </w:rPr>
        <w:t xml:space="preserve"> </w:t>
      </w:r>
    </w:p>
    <w:p w14:paraId="0FA730F5" w14:textId="77777777" w:rsidR="00921C8B" w:rsidRPr="00AF61A1" w:rsidRDefault="00921C8B" w:rsidP="0093104D">
      <w:pPr>
        <w:rPr>
          <w:sz w:val="17"/>
          <w:szCs w:val="17"/>
          <w:lang w:val="de-DE"/>
        </w:rPr>
      </w:pPr>
      <w:r w:rsidRPr="00AF61A1">
        <w:rPr>
          <w:sz w:val="17"/>
          <w:szCs w:val="17"/>
          <w:lang w:val="de-DE"/>
        </w:rPr>
        <w:t xml:space="preserve">Der französische Lkw-Hersteller Renault Trucks stellt Transportprofis seit 1894 Lösungen für nachhaltige Mobilität zur Verfügung - vom leichten Nutzfahrzeug bis hin zur Sattelzugmaschine. Renault Trucks engagiert sich im Bereich Energiewende und stellt Fahrzeuge mit kontrolliertem Kraftstoffverbrauch sowie eine komplette Palette von 100%igen Elektro-Lkw her. Das angewandte Kreislaufkonzept ermöglicht hierbei eine verlängerte Betriebsdauer. </w:t>
      </w:r>
    </w:p>
    <w:p w14:paraId="1C0DEC77" w14:textId="77777777" w:rsidR="00921C8B" w:rsidRPr="00AF61A1" w:rsidRDefault="00921C8B" w:rsidP="0093104D">
      <w:pPr>
        <w:rPr>
          <w:sz w:val="17"/>
          <w:szCs w:val="17"/>
          <w:lang w:val="de-DE"/>
        </w:rPr>
      </w:pPr>
      <w:r w:rsidRPr="00AF61A1">
        <w:rPr>
          <w:sz w:val="17"/>
          <w:szCs w:val="17"/>
          <w:lang w:val="de-DE"/>
        </w:rPr>
        <w:t xml:space="preserve">Renault Trucks ist Teil der Volvo-Gruppe, einem der weltweit wichtigsten Hersteller von Lkw, Reise- und Autobussen, Baumaschinen sowie Industrie- und Schiffsmotoren. Die Gruppe bietet auch komplette Finanzierungs- und Servicelösungen an. </w:t>
      </w:r>
    </w:p>
    <w:p w14:paraId="5D355351" w14:textId="77777777" w:rsidR="00921C8B" w:rsidRPr="00AF61A1" w:rsidRDefault="00921C8B" w:rsidP="0093104D">
      <w:pPr>
        <w:rPr>
          <w:rFonts w:ascii="Arial" w:hAnsi="Arial" w:cs="Arial"/>
          <w:sz w:val="17"/>
          <w:szCs w:val="17"/>
          <w:lang w:val="de-DE"/>
        </w:rPr>
      </w:pPr>
    </w:p>
    <w:p w14:paraId="61CA2C35" w14:textId="77777777" w:rsidR="00921C8B" w:rsidRPr="00AF61A1" w:rsidRDefault="00921C8B" w:rsidP="0093104D">
      <w:pPr>
        <w:rPr>
          <w:rFonts w:ascii="Arial" w:hAnsi="Arial" w:cs="Arial"/>
          <w:b/>
          <w:bCs/>
          <w:i/>
          <w:iCs/>
          <w:sz w:val="17"/>
          <w:szCs w:val="17"/>
          <w:lang w:val="de-DE"/>
        </w:rPr>
      </w:pPr>
      <w:r w:rsidRPr="00AF61A1">
        <w:rPr>
          <w:rFonts w:ascii="Arial" w:hAnsi="Arial" w:cs="Arial"/>
          <w:b/>
          <w:bCs/>
          <w:i/>
          <w:iCs/>
          <w:sz w:val="17"/>
          <w:szCs w:val="17"/>
          <w:lang w:val="de-DE"/>
        </w:rPr>
        <w:t>Wichtige Kennzahlen:</w:t>
      </w:r>
    </w:p>
    <w:p w14:paraId="240EC8AB" w14:textId="77777777" w:rsidR="00921C8B" w:rsidRPr="00AF61A1" w:rsidRDefault="00921C8B" w:rsidP="0093104D">
      <w:pPr>
        <w:rPr>
          <w:rFonts w:ascii="Arial" w:hAnsi="Arial" w:cs="Arial"/>
          <w:i/>
          <w:iCs/>
          <w:sz w:val="17"/>
          <w:szCs w:val="17"/>
          <w:lang w:val="de-DE"/>
        </w:rPr>
      </w:pPr>
      <w:r w:rsidRPr="00AF61A1">
        <w:rPr>
          <w:rFonts w:ascii="Arial" w:hAnsi="Arial" w:cs="Arial"/>
          <w:i/>
          <w:iCs/>
          <w:sz w:val="17"/>
          <w:szCs w:val="17"/>
          <w:lang w:val="de-DE"/>
        </w:rPr>
        <w:t>9 450 Beschäftigte weltweit</w:t>
      </w:r>
    </w:p>
    <w:p w14:paraId="663512AC" w14:textId="77777777" w:rsidR="00921C8B" w:rsidRPr="00AF61A1" w:rsidRDefault="00921C8B" w:rsidP="0093104D">
      <w:pPr>
        <w:rPr>
          <w:rFonts w:ascii="Arial" w:hAnsi="Arial" w:cs="Arial"/>
          <w:i/>
          <w:iCs/>
          <w:sz w:val="17"/>
          <w:szCs w:val="17"/>
          <w:lang w:val="de-DE"/>
        </w:rPr>
      </w:pPr>
      <w:r w:rsidRPr="00AF61A1">
        <w:rPr>
          <w:rFonts w:ascii="Arial" w:hAnsi="Arial" w:cs="Arial"/>
          <w:i/>
          <w:iCs/>
          <w:sz w:val="17"/>
          <w:szCs w:val="17"/>
          <w:lang w:val="de-DE"/>
        </w:rPr>
        <w:t>4 Produktionsstandorte in Frankreich</w:t>
      </w:r>
    </w:p>
    <w:p w14:paraId="1D1A466D" w14:textId="77777777" w:rsidR="00921C8B" w:rsidRPr="00AF61A1" w:rsidRDefault="00921C8B" w:rsidP="0093104D">
      <w:pPr>
        <w:rPr>
          <w:rFonts w:ascii="Arial" w:hAnsi="Arial" w:cs="Arial"/>
          <w:i/>
          <w:iCs/>
          <w:sz w:val="17"/>
          <w:szCs w:val="17"/>
          <w:lang w:val="de-DE"/>
        </w:rPr>
      </w:pPr>
      <w:r w:rsidRPr="00AF61A1">
        <w:rPr>
          <w:rFonts w:ascii="Arial" w:hAnsi="Arial" w:cs="Arial"/>
          <w:i/>
          <w:iCs/>
          <w:sz w:val="17"/>
          <w:szCs w:val="17"/>
          <w:lang w:val="de-DE"/>
        </w:rPr>
        <w:t xml:space="preserve">1 400 Verkaufs- und Servicestellen weltweit </w:t>
      </w:r>
    </w:p>
    <w:p w14:paraId="140C7354" w14:textId="77777777" w:rsidR="00921C8B" w:rsidRPr="00AF61A1" w:rsidRDefault="00921C8B" w:rsidP="00921C8B">
      <w:pPr>
        <w:rPr>
          <w:rFonts w:ascii="Arial" w:hAnsi="Arial" w:cs="Arial"/>
          <w:i/>
          <w:iCs/>
          <w:sz w:val="17"/>
          <w:szCs w:val="17"/>
          <w:lang w:val="en-US"/>
        </w:rPr>
      </w:pPr>
      <w:r w:rsidRPr="00AF61A1">
        <w:rPr>
          <w:rFonts w:ascii="Arial" w:hAnsi="Arial" w:cs="Arial"/>
          <w:i/>
          <w:iCs/>
          <w:sz w:val="17"/>
          <w:szCs w:val="17"/>
          <w:lang w:val="de-DE"/>
        </w:rPr>
        <w:t>59 000 verkaufte Fahrzeuge im Jahre 2022</w:t>
      </w: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4C3220" w:rsidRPr="0054469A" w14:paraId="05157BE4" w14:textId="77777777" w:rsidTr="00B26635">
        <w:tc>
          <w:tcPr>
            <w:tcW w:w="4678" w:type="dxa"/>
          </w:tcPr>
          <w:p w14:paraId="0101F5F6" w14:textId="672BFB9D" w:rsidR="004C3220" w:rsidRPr="0054469A" w:rsidRDefault="00002322" w:rsidP="00B26635">
            <w:pPr>
              <w:rPr>
                <w:b/>
                <w:bCs/>
                <w:color w:val="E3021B" w:themeColor="text2"/>
                <w:lang w:val="de-DE"/>
              </w:rPr>
            </w:pPr>
            <w:r w:rsidRPr="0054469A">
              <w:rPr>
                <w:b/>
                <w:bCs/>
                <w:color w:val="E3021B" w:themeColor="text2"/>
                <w:lang w:val="de-DE"/>
              </w:rPr>
              <w:t>Weitere</w:t>
            </w:r>
            <w:r w:rsidR="004C3220" w:rsidRPr="0054469A">
              <w:rPr>
                <w:b/>
                <w:bCs/>
                <w:color w:val="E3021B" w:themeColor="text2"/>
                <w:lang w:val="de-DE"/>
              </w:rPr>
              <w:t xml:space="preserve"> </w:t>
            </w:r>
            <w:r w:rsidRPr="0054469A">
              <w:rPr>
                <w:b/>
                <w:bCs/>
                <w:color w:val="E3021B" w:themeColor="text2"/>
                <w:lang w:val="de-DE"/>
              </w:rPr>
              <w:t>Informationen</w:t>
            </w:r>
            <w:r w:rsidR="004C3220" w:rsidRPr="0054469A">
              <w:rPr>
                <w:b/>
                <w:bCs/>
                <w:color w:val="E3021B" w:themeColor="text2"/>
                <w:lang w:val="de-DE"/>
              </w:rPr>
              <w:t>:</w:t>
            </w:r>
          </w:p>
          <w:p w14:paraId="43457CA3" w14:textId="77777777" w:rsidR="004C3220" w:rsidRPr="0054469A" w:rsidRDefault="00921C8B" w:rsidP="00B26635">
            <w:pPr>
              <w:rPr>
                <w:b/>
                <w:bCs/>
                <w:color w:val="E3021B" w:themeColor="text2"/>
                <w:lang w:val="de-DE"/>
              </w:rPr>
            </w:pPr>
            <w:hyperlink w:history="1"/>
            <w:r w:rsidR="004C3220" w:rsidRPr="0054469A">
              <w:rPr>
                <w:b/>
                <w:bCs/>
                <w:color w:val="E3021B" w:themeColor="text2"/>
                <w:lang w:val="de-DE"/>
              </w:rPr>
              <w:t xml:space="preserve"> </w:t>
            </w:r>
          </w:p>
        </w:tc>
        <w:tc>
          <w:tcPr>
            <w:tcW w:w="3815" w:type="dxa"/>
          </w:tcPr>
          <w:p w14:paraId="5BCB61BD" w14:textId="77777777" w:rsidR="004C3220" w:rsidRPr="0054469A" w:rsidRDefault="004C3220" w:rsidP="00B26635">
            <w:pPr>
              <w:rPr>
                <w:b/>
                <w:bCs/>
                <w:color w:val="494949" w:themeColor="accent4"/>
                <w:lang w:val="de-DE"/>
              </w:rPr>
            </w:pPr>
            <w:r w:rsidRPr="0054469A">
              <w:rPr>
                <w:b/>
                <w:bCs/>
                <w:color w:val="494949" w:themeColor="accent4"/>
                <w:lang w:val="de-DE"/>
              </w:rPr>
              <w:t>Séveryne Molard</w:t>
            </w:r>
          </w:p>
          <w:p w14:paraId="247183E0" w14:textId="77777777" w:rsidR="004C3220" w:rsidRPr="0054469A" w:rsidRDefault="004C3220" w:rsidP="00B26635">
            <w:pPr>
              <w:rPr>
                <w:color w:val="494949" w:themeColor="accent4"/>
                <w:lang w:val="de-DE"/>
              </w:rPr>
            </w:pPr>
            <w:r w:rsidRPr="0054469A">
              <w:rPr>
                <w:color w:val="494949" w:themeColor="accent4"/>
                <w:lang w:val="de-DE"/>
              </w:rPr>
              <w:t>Tel. +33 (0)4 81 93 09 52</w:t>
            </w:r>
          </w:p>
          <w:p w14:paraId="31DCF7A6" w14:textId="77777777" w:rsidR="004C3220" w:rsidRPr="0054469A" w:rsidRDefault="00921C8B" w:rsidP="00B26635">
            <w:pPr>
              <w:rPr>
                <w:color w:val="494949" w:themeColor="accent4"/>
                <w:lang w:val="de-DE"/>
              </w:rPr>
            </w:pPr>
            <w:hyperlink r:id="rId10" w:history="1">
              <w:r w:rsidR="004C3220" w:rsidRPr="0054469A">
                <w:rPr>
                  <w:rStyle w:val="Hyperlink"/>
                  <w:color w:val="494949" w:themeColor="accent4"/>
                  <w:lang w:val="de-DE"/>
                </w:rPr>
                <w:t>severyne.molard@renault-trucks.com</w:t>
              </w:r>
            </w:hyperlink>
            <w:r w:rsidR="004C3220" w:rsidRPr="0054469A">
              <w:rPr>
                <w:color w:val="494949" w:themeColor="accent4"/>
                <w:lang w:val="de-DE"/>
              </w:rPr>
              <w:t xml:space="preserve"> </w:t>
            </w:r>
          </w:p>
        </w:tc>
      </w:tr>
    </w:tbl>
    <w:p w14:paraId="243E927A" w14:textId="77777777" w:rsidR="004C3220" w:rsidRPr="0054469A" w:rsidRDefault="004C3220" w:rsidP="004C3220">
      <w:pPr>
        <w:pStyle w:val="RTDocType"/>
        <w:rPr>
          <w:sz w:val="22"/>
          <w:szCs w:val="22"/>
          <w:lang w:val="de-DE"/>
        </w:rPr>
      </w:pPr>
    </w:p>
    <w:p w14:paraId="4C15D841" w14:textId="77777777" w:rsidR="00FB0FB4" w:rsidRPr="0054469A" w:rsidRDefault="00FB0FB4" w:rsidP="00215BC6">
      <w:pPr>
        <w:spacing w:line="276" w:lineRule="auto"/>
        <w:rPr>
          <w:sz w:val="22"/>
          <w:szCs w:val="22"/>
          <w:lang w:val="de-DE"/>
        </w:rPr>
      </w:pPr>
    </w:p>
    <w:sectPr w:rsidR="00FB0FB4" w:rsidRPr="0054469A" w:rsidSect="002363AC">
      <w:footerReference w:type="default" r:id="rId11"/>
      <w:footerReference w:type="first" r:id="rId12"/>
      <w:pgSz w:w="11906" w:h="16838" w:code="9"/>
      <w:pgMar w:top="1701" w:right="1418" w:bottom="1135" w:left="1985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51B02" w14:textId="77777777" w:rsidR="00E43634" w:rsidRDefault="00E43634" w:rsidP="00D41A34">
      <w:r>
        <w:separator/>
      </w:r>
    </w:p>
  </w:endnote>
  <w:endnote w:type="continuationSeparator" w:id="0">
    <w:p w14:paraId="726949FB" w14:textId="77777777" w:rsidR="00E43634" w:rsidRDefault="00E43634" w:rsidP="00D4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DA1E0" w14:textId="6671BA20" w:rsidR="00B26635" w:rsidRPr="00D41A34" w:rsidRDefault="00B26635" w:rsidP="00756A7B">
    <w:pPr>
      <w:pStyle w:val="Footer"/>
      <w:ind w:left="-1020"/>
      <w:rPr>
        <w:bCs/>
      </w:rPr>
    </w:pPr>
    <w:r>
      <w:rPr>
        <w:bCs/>
      </w:rPr>
      <w:fldChar w:fldCharType="begin"/>
    </w:r>
    <w:r>
      <w:rPr>
        <w:bCs/>
      </w:rPr>
      <w:instrText xml:space="preserve"> If </w:instrTex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921C8B">
      <w:rPr>
        <w:bCs/>
        <w:noProof/>
      </w:rPr>
      <w:instrText>2</w:instrText>
    </w:r>
    <w:r>
      <w:rPr>
        <w:bCs/>
      </w:rPr>
      <w:fldChar w:fldCharType="end"/>
    </w:r>
    <w:r>
      <w:rPr>
        <w:bCs/>
      </w:rPr>
      <w:instrText xml:space="preserve"> = </w:instrTex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921C8B">
      <w:rPr>
        <w:bCs/>
        <w:noProof/>
      </w:rPr>
      <w:instrText>2</w:instrText>
    </w:r>
    <w:r>
      <w:rPr>
        <w:bCs/>
      </w:rPr>
      <w:fldChar w:fldCharType="end"/>
    </w:r>
    <w:r>
      <w:rPr>
        <w:bCs/>
      </w:rPr>
      <w:instrText>"</w:instrText>
    </w:r>
    <w:r w:rsidRPr="00D41A34">
      <w:rPr>
        <w:bCs/>
      </w:rPr>
      <w:instrText>renault-trucks.com</w:instrText>
    </w:r>
    <w:r>
      <w:rPr>
        <w:bCs/>
      </w:rPr>
      <w:instrText xml:space="preserve">" "" </w:instrText>
    </w:r>
    <w:r w:rsidR="00921C8B">
      <w:rPr>
        <w:bCs/>
      </w:rPr>
      <w:fldChar w:fldCharType="separate"/>
    </w:r>
    <w:r w:rsidR="00921C8B" w:rsidRPr="00D41A34">
      <w:rPr>
        <w:bCs/>
        <w:noProof/>
      </w:rPr>
      <w:t>renault-trucks.com</w:t>
    </w:r>
    <w:r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B2613" w14:textId="77777777" w:rsidR="00B26635" w:rsidRPr="00D41A34" w:rsidRDefault="00B26635" w:rsidP="00D41A34">
    <w:pPr>
      <w:pStyle w:val="Footer"/>
      <w:ind w:left="-1020"/>
      <w:rPr>
        <w:bCs/>
      </w:rPr>
    </w:pPr>
    <w:r w:rsidRPr="00D41A34">
      <w:rPr>
        <w:bCs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DD29" w14:textId="77777777" w:rsidR="00E43634" w:rsidRPr="00F00D7B" w:rsidRDefault="00E43634" w:rsidP="00D41A34">
      <w:pPr>
        <w:rPr>
          <w:sz w:val="14"/>
          <w:szCs w:val="14"/>
        </w:rPr>
      </w:pPr>
    </w:p>
  </w:footnote>
  <w:footnote w:type="continuationSeparator" w:id="0">
    <w:p w14:paraId="5F718AAA" w14:textId="77777777" w:rsidR="00E43634" w:rsidRDefault="00E43634" w:rsidP="00D41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88871">
    <w:abstractNumId w:val="8"/>
  </w:num>
  <w:num w:numId="2" w16cid:durableId="1497571602">
    <w:abstractNumId w:val="3"/>
  </w:num>
  <w:num w:numId="3" w16cid:durableId="965547748">
    <w:abstractNumId w:val="2"/>
  </w:num>
  <w:num w:numId="4" w16cid:durableId="149756062">
    <w:abstractNumId w:val="1"/>
  </w:num>
  <w:num w:numId="5" w16cid:durableId="250966254">
    <w:abstractNumId w:val="0"/>
  </w:num>
  <w:num w:numId="6" w16cid:durableId="1962108928">
    <w:abstractNumId w:val="9"/>
  </w:num>
  <w:num w:numId="7" w16cid:durableId="1620069507">
    <w:abstractNumId w:val="7"/>
  </w:num>
  <w:num w:numId="8" w16cid:durableId="868222737">
    <w:abstractNumId w:val="6"/>
  </w:num>
  <w:num w:numId="9" w16cid:durableId="1851139762">
    <w:abstractNumId w:val="5"/>
  </w:num>
  <w:num w:numId="10" w16cid:durableId="2073770670">
    <w:abstractNumId w:val="4"/>
  </w:num>
  <w:num w:numId="11" w16cid:durableId="513544008">
    <w:abstractNumId w:val="11"/>
  </w:num>
  <w:num w:numId="12" w16cid:durableId="328949839">
    <w:abstractNumId w:val="13"/>
  </w:num>
  <w:num w:numId="13" w16cid:durableId="195774082">
    <w:abstractNumId w:val="14"/>
  </w:num>
  <w:num w:numId="14" w16cid:durableId="154103780">
    <w:abstractNumId w:val="10"/>
  </w:num>
  <w:num w:numId="15" w16cid:durableId="17917054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D0"/>
    <w:rsid w:val="000012E3"/>
    <w:rsid w:val="00001726"/>
    <w:rsid w:val="00002322"/>
    <w:rsid w:val="00014375"/>
    <w:rsid w:val="000170A5"/>
    <w:rsid w:val="00022E9E"/>
    <w:rsid w:val="00023EE8"/>
    <w:rsid w:val="00027394"/>
    <w:rsid w:val="00030667"/>
    <w:rsid w:val="00034630"/>
    <w:rsid w:val="0004126A"/>
    <w:rsid w:val="00045B37"/>
    <w:rsid w:val="00047A9E"/>
    <w:rsid w:val="00055B04"/>
    <w:rsid w:val="00067DF5"/>
    <w:rsid w:val="000847FD"/>
    <w:rsid w:val="00087566"/>
    <w:rsid w:val="0009693C"/>
    <w:rsid w:val="000973D7"/>
    <w:rsid w:val="000A0F0A"/>
    <w:rsid w:val="000A2843"/>
    <w:rsid w:val="000B60D8"/>
    <w:rsid w:val="000B69E3"/>
    <w:rsid w:val="000C58FE"/>
    <w:rsid w:val="000D0895"/>
    <w:rsid w:val="000D3247"/>
    <w:rsid w:val="000D787F"/>
    <w:rsid w:val="000E17F8"/>
    <w:rsid w:val="000F6108"/>
    <w:rsid w:val="0010457A"/>
    <w:rsid w:val="0010545F"/>
    <w:rsid w:val="00105A10"/>
    <w:rsid w:val="00106A37"/>
    <w:rsid w:val="00110417"/>
    <w:rsid w:val="00120274"/>
    <w:rsid w:val="0012037B"/>
    <w:rsid w:val="001223DA"/>
    <w:rsid w:val="00126772"/>
    <w:rsid w:val="00131851"/>
    <w:rsid w:val="00160347"/>
    <w:rsid w:val="00165050"/>
    <w:rsid w:val="001655F0"/>
    <w:rsid w:val="00165EA1"/>
    <w:rsid w:val="00171B62"/>
    <w:rsid w:val="001727F6"/>
    <w:rsid w:val="001744C0"/>
    <w:rsid w:val="001764A0"/>
    <w:rsid w:val="00181976"/>
    <w:rsid w:val="0018337F"/>
    <w:rsid w:val="00184A25"/>
    <w:rsid w:val="0019176B"/>
    <w:rsid w:val="00196C91"/>
    <w:rsid w:val="001A3CE1"/>
    <w:rsid w:val="001B110E"/>
    <w:rsid w:val="001B591C"/>
    <w:rsid w:val="001B647B"/>
    <w:rsid w:val="001C52BE"/>
    <w:rsid w:val="001D0C31"/>
    <w:rsid w:val="001F3EA2"/>
    <w:rsid w:val="001F730B"/>
    <w:rsid w:val="00200D3B"/>
    <w:rsid w:val="00201097"/>
    <w:rsid w:val="00201A9F"/>
    <w:rsid w:val="00203326"/>
    <w:rsid w:val="00203A31"/>
    <w:rsid w:val="00207986"/>
    <w:rsid w:val="00213741"/>
    <w:rsid w:val="00214DFB"/>
    <w:rsid w:val="00215BC6"/>
    <w:rsid w:val="00224A30"/>
    <w:rsid w:val="002363AC"/>
    <w:rsid w:val="0024535A"/>
    <w:rsid w:val="00246736"/>
    <w:rsid w:val="002529AD"/>
    <w:rsid w:val="00252B15"/>
    <w:rsid w:val="00253784"/>
    <w:rsid w:val="00274C4F"/>
    <w:rsid w:val="002836DD"/>
    <w:rsid w:val="00286193"/>
    <w:rsid w:val="002922A5"/>
    <w:rsid w:val="00293E0C"/>
    <w:rsid w:val="002A2EE7"/>
    <w:rsid w:val="002C0DF3"/>
    <w:rsid w:val="002C508D"/>
    <w:rsid w:val="002C5428"/>
    <w:rsid w:val="002D1A3B"/>
    <w:rsid w:val="002E2325"/>
    <w:rsid w:val="002F2A64"/>
    <w:rsid w:val="002F5DE8"/>
    <w:rsid w:val="0031195B"/>
    <w:rsid w:val="003152B6"/>
    <w:rsid w:val="0031790C"/>
    <w:rsid w:val="00326451"/>
    <w:rsid w:val="00337986"/>
    <w:rsid w:val="00346E11"/>
    <w:rsid w:val="0035007B"/>
    <w:rsid w:val="00355FF0"/>
    <w:rsid w:val="003622C0"/>
    <w:rsid w:val="003740A1"/>
    <w:rsid w:val="003814CF"/>
    <w:rsid w:val="0038155F"/>
    <w:rsid w:val="003861D3"/>
    <w:rsid w:val="0038642A"/>
    <w:rsid w:val="003864AD"/>
    <w:rsid w:val="00390812"/>
    <w:rsid w:val="003A19F8"/>
    <w:rsid w:val="003A2300"/>
    <w:rsid w:val="003A264A"/>
    <w:rsid w:val="003A2DC9"/>
    <w:rsid w:val="003A4AD9"/>
    <w:rsid w:val="003A4B9A"/>
    <w:rsid w:val="003A5FCB"/>
    <w:rsid w:val="003B0F76"/>
    <w:rsid w:val="003B0FB1"/>
    <w:rsid w:val="003B470A"/>
    <w:rsid w:val="003B6BAE"/>
    <w:rsid w:val="003C6DA4"/>
    <w:rsid w:val="003C7B40"/>
    <w:rsid w:val="003D02E6"/>
    <w:rsid w:val="003D1883"/>
    <w:rsid w:val="003D735B"/>
    <w:rsid w:val="003E24EF"/>
    <w:rsid w:val="003E2A9B"/>
    <w:rsid w:val="003E68CC"/>
    <w:rsid w:val="003E6B7D"/>
    <w:rsid w:val="003E78A4"/>
    <w:rsid w:val="00401DD9"/>
    <w:rsid w:val="004022B4"/>
    <w:rsid w:val="00402B21"/>
    <w:rsid w:val="00403CD3"/>
    <w:rsid w:val="00414C94"/>
    <w:rsid w:val="004214B5"/>
    <w:rsid w:val="00425677"/>
    <w:rsid w:val="004274B0"/>
    <w:rsid w:val="004324A8"/>
    <w:rsid w:val="00433EDD"/>
    <w:rsid w:val="0043400B"/>
    <w:rsid w:val="004411EF"/>
    <w:rsid w:val="00441F76"/>
    <w:rsid w:val="0044219E"/>
    <w:rsid w:val="00451080"/>
    <w:rsid w:val="0045216F"/>
    <w:rsid w:val="00453DAA"/>
    <w:rsid w:val="004540B1"/>
    <w:rsid w:val="00461292"/>
    <w:rsid w:val="00466F90"/>
    <w:rsid w:val="00470F0C"/>
    <w:rsid w:val="00471881"/>
    <w:rsid w:val="004728B8"/>
    <w:rsid w:val="004839C6"/>
    <w:rsid w:val="00483B73"/>
    <w:rsid w:val="0049298A"/>
    <w:rsid w:val="004960F0"/>
    <w:rsid w:val="004A1ABC"/>
    <w:rsid w:val="004C00AC"/>
    <w:rsid w:val="004C3220"/>
    <w:rsid w:val="004C3998"/>
    <w:rsid w:val="004C7EEA"/>
    <w:rsid w:val="004D1433"/>
    <w:rsid w:val="004D187B"/>
    <w:rsid w:val="004D1DBE"/>
    <w:rsid w:val="004D584E"/>
    <w:rsid w:val="004F3076"/>
    <w:rsid w:val="00500E28"/>
    <w:rsid w:val="005016E0"/>
    <w:rsid w:val="0050753E"/>
    <w:rsid w:val="005135E9"/>
    <w:rsid w:val="00514EB2"/>
    <w:rsid w:val="00515BF0"/>
    <w:rsid w:val="00515C9E"/>
    <w:rsid w:val="00544345"/>
    <w:rsid w:val="0054469A"/>
    <w:rsid w:val="005453B5"/>
    <w:rsid w:val="005503E7"/>
    <w:rsid w:val="00552DA1"/>
    <w:rsid w:val="005607D3"/>
    <w:rsid w:val="005619CE"/>
    <w:rsid w:val="00566E1D"/>
    <w:rsid w:val="005732EA"/>
    <w:rsid w:val="00582005"/>
    <w:rsid w:val="005876B2"/>
    <w:rsid w:val="00593CAF"/>
    <w:rsid w:val="005B10DA"/>
    <w:rsid w:val="005B710D"/>
    <w:rsid w:val="005C2BD5"/>
    <w:rsid w:val="005C3AFD"/>
    <w:rsid w:val="005C3CA2"/>
    <w:rsid w:val="005C775F"/>
    <w:rsid w:val="005D5500"/>
    <w:rsid w:val="005E3CBA"/>
    <w:rsid w:val="005E49FB"/>
    <w:rsid w:val="005E58A6"/>
    <w:rsid w:val="005E6182"/>
    <w:rsid w:val="005E6F1E"/>
    <w:rsid w:val="005F4C07"/>
    <w:rsid w:val="00606718"/>
    <w:rsid w:val="00612060"/>
    <w:rsid w:val="00612580"/>
    <w:rsid w:val="0061265C"/>
    <w:rsid w:val="0061682B"/>
    <w:rsid w:val="0062599C"/>
    <w:rsid w:val="00640844"/>
    <w:rsid w:val="0064315A"/>
    <w:rsid w:val="00643F01"/>
    <w:rsid w:val="00645920"/>
    <w:rsid w:val="00646166"/>
    <w:rsid w:val="0065086A"/>
    <w:rsid w:val="006554B5"/>
    <w:rsid w:val="00655A10"/>
    <w:rsid w:val="006654B5"/>
    <w:rsid w:val="00673FAF"/>
    <w:rsid w:val="006771B7"/>
    <w:rsid w:val="0068069E"/>
    <w:rsid w:val="00682310"/>
    <w:rsid w:val="00684160"/>
    <w:rsid w:val="0068671C"/>
    <w:rsid w:val="006918F5"/>
    <w:rsid w:val="006A27A0"/>
    <w:rsid w:val="006A4B56"/>
    <w:rsid w:val="006B455F"/>
    <w:rsid w:val="006B5C7E"/>
    <w:rsid w:val="006C1D51"/>
    <w:rsid w:val="006C372A"/>
    <w:rsid w:val="006C4385"/>
    <w:rsid w:val="006C49BC"/>
    <w:rsid w:val="006D3F15"/>
    <w:rsid w:val="006E27BF"/>
    <w:rsid w:val="006E369B"/>
    <w:rsid w:val="007029A5"/>
    <w:rsid w:val="007032FB"/>
    <w:rsid w:val="00711308"/>
    <w:rsid w:val="00721F2E"/>
    <w:rsid w:val="00723F01"/>
    <w:rsid w:val="00734E81"/>
    <w:rsid w:val="00740380"/>
    <w:rsid w:val="007425BB"/>
    <w:rsid w:val="00756A7B"/>
    <w:rsid w:val="00765184"/>
    <w:rsid w:val="00773AE7"/>
    <w:rsid w:val="00776EBF"/>
    <w:rsid w:val="00780E2D"/>
    <w:rsid w:val="00793CD4"/>
    <w:rsid w:val="0079586A"/>
    <w:rsid w:val="00797F40"/>
    <w:rsid w:val="007A316D"/>
    <w:rsid w:val="007A46E2"/>
    <w:rsid w:val="007A4F1D"/>
    <w:rsid w:val="007A57C4"/>
    <w:rsid w:val="007C06C3"/>
    <w:rsid w:val="007C1F9E"/>
    <w:rsid w:val="007D0550"/>
    <w:rsid w:val="007D1744"/>
    <w:rsid w:val="007D736C"/>
    <w:rsid w:val="007E1257"/>
    <w:rsid w:val="007E1EFA"/>
    <w:rsid w:val="007E317D"/>
    <w:rsid w:val="007E58CC"/>
    <w:rsid w:val="007F48C1"/>
    <w:rsid w:val="007F50ED"/>
    <w:rsid w:val="0080313B"/>
    <w:rsid w:val="00805FAA"/>
    <w:rsid w:val="00806C31"/>
    <w:rsid w:val="008124BD"/>
    <w:rsid w:val="00815B14"/>
    <w:rsid w:val="0081675C"/>
    <w:rsid w:val="00816E10"/>
    <w:rsid w:val="008351F0"/>
    <w:rsid w:val="00835CAE"/>
    <w:rsid w:val="00844956"/>
    <w:rsid w:val="00854723"/>
    <w:rsid w:val="0085633D"/>
    <w:rsid w:val="00857484"/>
    <w:rsid w:val="008637B4"/>
    <w:rsid w:val="00864405"/>
    <w:rsid w:val="008654DE"/>
    <w:rsid w:val="008728A8"/>
    <w:rsid w:val="00877117"/>
    <w:rsid w:val="00890824"/>
    <w:rsid w:val="00892078"/>
    <w:rsid w:val="0089532C"/>
    <w:rsid w:val="00895D1B"/>
    <w:rsid w:val="008960D8"/>
    <w:rsid w:val="008A54A8"/>
    <w:rsid w:val="008C190E"/>
    <w:rsid w:val="008C33E4"/>
    <w:rsid w:val="008C4C70"/>
    <w:rsid w:val="008C65CE"/>
    <w:rsid w:val="008D101E"/>
    <w:rsid w:val="008D6A49"/>
    <w:rsid w:val="008D7C5E"/>
    <w:rsid w:val="008F0D96"/>
    <w:rsid w:val="008F0F07"/>
    <w:rsid w:val="008F2A13"/>
    <w:rsid w:val="008F3011"/>
    <w:rsid w:val="008F371E"/>
    <w:rsid w:val="008F3AF5"/>
    <w:rsid w:val="00906170"/>
    <w:rsid w:val="009133E4"/>
    <w:rsid w:val="00917687"/>
    <w:rsid w:val="00921C8B"/>
    <w:rsid w:val="00935452"/>
    <w:rsid w:val="00935EDE"/>
    <w:rsid w:val="009436E4"/>
    <w:rsid w:val="009456C2"/>
    <w:rsid w:val="00957454"/>
    <w:rsid w:val="00960695"/>
    <w:rsid w:val="009614AE"/>
    <w:rsid w:val="00966D6D"/>
    <w:rsid w:val="009779BF"/>
    <w:rsid w:val="009968C5"/>
    <w:rsid w:val="009A1C29"/>
    <w:rsid w:val="009A23AB"/>
    <w:rsid w:val="009A4311"/>
    <w:rsid w:val="009A6456"/>
    <w:rsid w:val="009C3A24"/>
    <w:rsid w:val="009C409B"/>
    <w:rsid w:val="009C5809"/>
    <w:rsid w:val="009D081C"/>
    <w:rsid w:val="009D180E"/>
    <w:rsid w:val="009D1E9B"/>
    <w:rsid w:val="009D36EC"/>
    <w:rsid w:val="009D4FCE"/>
    <w:rsid w:val="009D6FB9"/>
    <w:rsid w:val="009E62CE"/>
    <w:rsid w:val="009F222B"/>
    <w:rsid w:val="009F3C5F"/>
    <w:rsid w:val="009F495E"/>
    <w:rsid w:val="009F4F1A"/>
    <w:rsid w:val="009F54FC"/>
    <w:rsid w:val="009F6A39"/>
    <w:rsid w:val="009F6CF9"/>
    <w:rsid w:val="00A023F3"/>
    <w:rsid w:val="00A10CE9"/>
    <w:rsid w:val="00A17218"/>
    <w:rsid w:val="00A41BD8"/>
    <w:rsid w:val="00A52B84"/>
    <w:rsid w:val="00A53440"/>
    <w:rsid w:val="00A650EA"/>
    <w:rsid w:val="00A67D5C"/>
    <w:rsid w:val="00A71314"/>
    <w:rsid w:val="00A74638"/>
    <w:rsid w:val="00A82A96"/>
    <w:rsid w:val="00A8524E"/>
    <w:rsid w:val="00A87820"/>
    <w:rsid w:val="00AA10D5"/>
    <w:rsid w:val="00AA2D7F"/>
    <w:rsid w:val="00AB251B"/>
    <w:rsid w:val="00AB3489"/>
    <w:rsid w:val="00AB5BCC"/>
    <w:rsid w:val="00AC1480"/>
    <w:rsid w:val="00AC2544"/>
    <w:rsid w:val="00AC7AFC"/>
    <w:rsid w:val="00AD6A9F"/>
    <w:rsid w:val="00AD70EA"/>
    <w:rsid w:val="00AD7719"/>
    <w:rsid w:val="00AE1E5B"/>
    <w:rsid w:val="00AE3ECC"/>
    <w:rsid w:val="00AF13D5"/>
    <w:rsid w:val="00AF214C"/>
    <w:rsid w:val="00B009B3"/>
    <w:rsid w:val="00B01379"/>
    <w:rsid w:val="00B16E64"/>
    <w:rsid w:val="00B26635"/>
    <w:rsid w:val="00B32F4C"/>
    <w:rsid w:val="00B46895"/>
    <w:rsid w:val="00B51123"/>
    <w:rsid w:val="00B51E89"/>
    <w:rsid w:val="00B6396C"/>
    <w:rsid w:val="00B643D4"/>
    <w:rsid w:val="00B64F18"/>
    <w:rsid w:val="00B8742D"/>
    <w:rsid w:val="00B90B8E"/>
    <w:rsid w:val="00B90FD0"/>
    <w:rsid w:val="00B92FB1"/>
    <w:rsid w:val="00B934FD"/>
    <w:rsid w:val="00BB5F9E"/>
    <w:rsid w:val="00BD68F1"/>
    <w:rsid w:val="00BD7818"/>
    <w:rsid w:val="00BE3828"/>
    <w:rsid w:val="00BF0D4A"/>
    <w:rsid w:val="00BF72A5"/>
    <w:rsid w:val="00C03438"/>
    <w:rsid w:val="00C0704B"/>
    <w:rsid w:val="00C07CA1"/>
    <w:rsid w:val="00C10E75"/>
    <w:rsid w:val="00C151EE"/>
    <w:rsid w:val="00C21B90"/>
    <w:rsid w:val="00C23C45"/>
    <w:rsid w:val="00C31F14"/>
    <w:rsid w:val="00C35A18"/>
    <w:rsid w:val="00C37F94"/>
    <w:rsid w:val="00C402AC"/>
    <w:rsid w:val="00C506C0"/>
    <w:rsid w:val="00C54D43"/>
    <w:rsid w:val="00C55888"/>
    <w:rsid w:val="00C66EF0"/>
    <w:rsid w:val="00C66F4E"/>
    <w:rsid w:val="00C718AA"/>
    <w:rsid w:val="00C80A7F"/>
    <w:rsid w:val="00C80BDE"/>
    <w:rsid w:val="00C810B1"/>
    <w:rsid w:val="00C91042"/>
    <w:rsid w:val="00C946AF"/>
    <w:rsid w:val="00CA2B55"/>
    <w:rsid w:val="00CA4485"/>
    <w:rsid w:val="00CB1478"/>
    <w:rsid w:val="00CC167F"/>
    <w:rsid w:val="00CC3723"/>
    <w:rsid w:val="00CC4CE1"/>
    <w:rsid w:val="00CC5595"/>
    <w:rsid w:val="00CC777C"/>
    <w:rsid w:val="00CD4A8B"/>
    <w:rsid w:val="00CD5356"/>
    <w:rsid w:val="00CE3D24"/>
    <w:rsid w:val="00CF260D"/>
    <w:rsid w:val="00CF2B1C"/>
    <w:rsid w:val="00D02C5D"/>
    <w:rsid w:val="00D07D44"/>
    <w:rsid w:val="00D248CC"/>
    <w:rsid w:val="00D25F24"/>
    <w:rsid w:val="00D265D9"/>
    <w:rsid w:val="00D41A34"/>
    <w:rsid w:val="00D54C2A"/>
    <w:rsid w:val="00D57225"/>
    <w:rsid w:val="00D6464F"/>
    <w:rsid w:val="00D71E58"/>
    <w:rsid w:val="00D735B6"/>
    <w:rsid w:val="00D8161E"/>
    <w:rsid w:val="00D8161F"/>
    <w:rsid w:val="00D85EAB"/>
    <w:rsid w:val="00D8687C"/>
    <w:rsid w:val="00D9178C"/>
    <w:rsid w:val="00D97AE9"/>
    <w:rsid w:val="00DA27E1"/>
    <w:rsid w:val="00DB141A"/>
    <w:rsid w:val="00DB3DDD"/>
    <w:rsid w:val="00DC2276"/>
    <w:rsid w:val="00DC59BF"/>
    <w:rsid w:val="00DC7837"/>
    <w:rsid w:val="00DE72B9"/>
    <w:rsid w:val="00DE7DC3"/>
    <w:rsid w:val="00DF0A64"/>
    <w:rsid w:val="00DF196D"/>
    <w:rsid w:val="00DF544C"/>
    <w:rsid w:val="00DF6F2F"/>
    <w:rsid w:val="00E02A07"/>
    <w:rsid w:val="00E03624"/>
    <w:rsid w:val="00E03741"/>
    <w:rsid w:val="00E22988"/>
    <w:rsid w:val="00E258F1"/>
    <w:rsid w:val="00E27DE3"/>
    <w:rsid w:val="00E334C6"/>
    <w:rsid w:val="00E346C1"/>
    <w:rsid w:val="00E34FE5"/>
    <w:rsid w:val="00E4318C"/>
    <w:rsid w:val="00E43634"/>
    <w:rsid w:val="00E45C6B"/>
    <w:rsid w:val="00E536BD"/>
    <w:rsid w:val="00E6237C"/>
    <w:rsid w:val="00E6514F"/>
    <w:rsid w:val="00E80E6B"/>
    <w:rsid w:val="00E82DA0"/>
    <w:rsid w:val="00E86A1E"/>
    <w:rsid w:val="00E97594"/>
    <w:rsid w:val="00EA1DA2"/>
    <w:rsid w:val="00EA5E35"/>
    <w:rsid w:val="00EB1769"/>
    <w:rsid w:val="00EC103E"/>
    <w:rsid w:val="00EC12D4"/>
    <w:rsid w:val="00EC53EC"/>
    <w:rsid w:val="00EC61BB"/>
    <w:rsid w:val="00ED149A"/>
    <w:rsid w:val="00ED17C7"/>
    <w:rsid w:val="00ED2E90"/>
    <w:rsid w:val="00ED491B"/>
    <w:rsid w:val="00ED51B0"/>
    <w:rsid w:val="00ED7B7B"/>
    <w:rsid w:val="00F00D7B"/>
    <w:rsid w:val="00F06582"/>
    <w:rsid w:val="00F12F7E"/>
    <w:rsid w:val="00F15744"/>
    <w:rsid w:val="00F2055B"/>
    <w:rsid w:val="00F3304C"/>
    <w:rsid w:val="00F33155"/>
    <w:rsid w:val="00F33E04"/>
    <w:rsid w:val="00F37CA2"/>
    <w:rsid w:val="00F5284E"/>
    <w:rsid w:val="00F60321"/>
    <w:rsid w:val="00F63273"/>
    <w:rsid w:val="00F84DDD"/>
    <w:rsid w:val="00F93AEF"/>
    <w:rsid w:val="00F9434D"/>
    <w:rsid w:val="00F95D7F"/>
    <w:rsid w:val="00F96273"/>
    <w:rsid w:val="00F97621"/>
    <w:rsid w:val="00FA062C"/>
    <w:rsid w:val="00FA290A"/>
    <w:rsid w:val="00FA529B"/>
    <w:rsid w:val="00FB0FB4"/>
    <w:rsid w:val="00FB60E4"/>
    <w:rsid w:val="00FB61E0"/>
    <w:rsid w:val="00FC66E8"/>
    <w:rsid w:val="00FD1AF5"/>
    <w:rsid w:val="00FD5BBD"/>
    <w:rsid w:val="00FD6CFC"/>
    <w:rsid w:val="00FE1518"/>
    <w:rsid w:val="00FE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7C3BB0"/>
  <w15:chartTrackingRefBased/>
  <w15:docId w15:val="{D0A23D88-18F1-4FA1-AA53-F88FC825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19176B"/>
    <w:rPr>
      <w:sz w:val="19"/>
      <w:lang w:val="en-GB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semiHidden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en-GB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38E23-A404-EB4C-BC8E-1880119E7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1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Communiqué de presse</vt:lpstr>
    </vt:vector>
  </TitlesOfParts>
  <Company>Renault Trucks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Molard Severyne</cp:lastModifiedBy>
  <cp:revision>36</cp:revision>
  <dcterms:created xsi:type="dcterms:W3CDTF">2023-10-31T05:50:00Z</dcterms:created>
  <dcterms:modified xsi:type="dcterms:W3CDTF">2023-11-08T13:21:00Z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